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6D7" w:rsidRDefault="001856D7">
      <w:pPr>
        <w:keepNext/>
        <w:jc w:val="center"/>
        <w:rPr>
          <w:b/>
          <w:bCs/>
          <w:sz w:val="56"/>
          <w:szCs w:val="56"/>
        </w:rPr>
      </w:pPr>
      <w:r>
        <w:rPr>
          <w:b/>
          <w:bCs/>
          <w:sz w:val="56"/>
          <w:szCs w:val="56"/>
        </w:rPr>
        <w:t>The Norse Dicovery of America</w:t>
      </w:r>
    </w:p>
    <w:p w:rsidR="001856D7" w:rsidRDefault="001856D7">
      <w:pPr>
        <w:jc w:val="center"/>
        <w:rPr>
          <w:sz w:val="96"/>
          <w:szCs w:val="96"/>
        </w:rPr>
      </w:pPr>
      <w:r>
        <w:rPr>
          <w:sz w:val="96"/>
          <w:szCs w:val="9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4.5pt;height:479.25pt">
            <v:imagedata r:id="rId6" o:title=""/>
          </v:shape>
        </w:pict>
      </w:r>
    </w:p>
    <w:p w:rsidR="001856D7" w:rsidRDefault="001856D7">
      <w:pPr>
        <w:jc w:val="center"/>
        <w:rPr>
          <w:sz w:val="96"/>
          <w:szCs w:val="96"/>
        </w:rPr>
      </w:pPr>
      <w:r>
        <w:rPr>
          <w:sz w:val="96"/>
          <w:szCs w:val="96"/>
        </w:rPr>
        <w:t>Book I</w:t>
      </w:r>
    </w:p>
    <w:p w:rsidR="001856D7" w:rsidRDefault="001856D7">
      <w:pPr>
        <w:jc w:val="center"/>
        <w:rPr>
          <w:sz w:val="56"/>
          <w:szCs w:val="56"/>
        </w:rPr>
      </w:pPr>
      <w:r>
        <w:rPr>
          <w:sz w:val="56"/>
          <w:szCs w:val="56"/>
        </w:rPr>
        <w:t>Arguments &amp; Proofs that Support the Claim of Norse Discovery of America</w:t>
      </w:r>
    </w:p>
    <w:p w:rsidR="001856D7" w:rsidRDefault="001856D7">
      <w:pPr>
        <w:rPr>
          <w:b/>
          <w:bCs/>
          <w:sz w:val="52"/>
          <w:szCs w:val="52"/>
        </w:rPr>
      </w:pPr>
      <w:r>
        <w:rPr>
          <w:b/>
          <w:bCs/>
          <w:sz w:val="52"/>
          <w:szCs w:val="52"/>
        </w:rPr>
        <w:t>Chapter I</w:t>
      </w:r>
    </w:p>
    <w:p w:rsidR="001856D7" w:rsidRDefault="001856D7">
      <w:pPr>
        <w:keepNext/>
        <w:rPr>
          <w:b/>
          <w:bCs/>
          <w:sz w:val="32"/>
          <w:szCs w:val="32"/>
        </w:rPr>
      </w:pPr>
      <w:r>
        <w:rPr>
          <w:b/>
          <w:bCs/>
          <w:sz w:val="32"/>
          <w:szCs w:val="32"/>
        </w:rPr>
        <w:t>EARLY FRAGMENTARY REFERENCES TO WINELAND</w:t>
      </w:r>
    </w:p>
    <w:p w:rsidR="001856D7" w:rsidRDefault="001856D7">
      <w:pPr>
        <w:keepNext/>
        <w:rPr>
          <w:b/>
          <w:bCs/>
          <w:sz w:val="32"/>
          <w:szCs w:val="32"/>
        </w:rPr>
      </w:pPr>
    </w:p>
    <w:p w:rsidR="001856D7" w:rsidRDefault="001856D7">
      <w:pPr>
        <w:jc w:val="both"/>
        <w:rPr>
          <w:sz w:val="24"/>
          <w:szCs w:val="24"/>
        </w:rPr>
      </w:pPr>
      <w:r>
        <w:rPr>
          <w:sz w:val="24"/>
          <w:szCs w:val="24"/>
        </w:rPr>
        <w:t>WINELAND the Good is first mentioned in Icelandic literature by the Priest Ari Thorgilsson, in a passage contained in his so-called Islendingabok [Icelanders' Book]. Ari, commonly called the Learned, an agnomen which he received after his death, was born in Iceland in the year 1067, and lived to the ripe age of eighty-one, acquiring a positive claim to the appellation "hinn gamli" [the Old, the Elder], which is once given him; in this instance, however, to distinguish him from another of the same name. Of Ari, the father of Icelandic historiography, the author of Heimskringla, the most comprehensive of Icelandic histories, says in the prologue to his work:</w:t>
      </w:r>
    </w:p>
    <w:p w:rsidR="001856D7" w:rsidRDefault="001856D7">
      <w:pPr>
        <w:jc w:val="both"/>
        <w:rPr>
          <w:sz w:val="24"/>
          <w:szCs w:val="24"/>
        </w:rPr>
      </w:pPr>
    </w:p>
    <w:p w:rsidR="001856D7" w:rsidRDefault="001856D7">
      <w:pPr>
        <w:jc w:val="both"/>
        <w:rPr>
          <w:sz w:val="24"/>
          <w:szCs w:val="24"/>
        </w:rPr>
      </w:pPr>
      <w:r>
        <w:rPr>
          <w:sz w:val="24"/>
          <w:szCs w:val="24"/>
        </w:rPr>
        <w:t>"The Priest Ari Thorgilsson the Learned, Gelli's grandson, was the first of men here in the land [Iceland] to write ancient and modern lore in the Northern tongue; he wrote chiefly in the beginning of his book concerning Iceland's colonization and legislation, then of the law-speakers, how long each was in office, down to the introduction of Christianity into Iceland, and then on to his own day. Therein he also treats of much other old lore, both of the lives of the kings of Norway and Denmark, as well as of those of England, as likewise of the important events, which have befallen here in the land, and all of his narrations seem to me most trustworthy. . . . It is not strange that Ari should have been well-informed in the ancient lore, both here and abroad, since he had both acquired it from old men and wise, and was himself eager to learn and gifted with a good memory."</w:t>
      </w:r>
    </w:p>
    <w:p w:rsidR="001856D7" w:rsidRDefault="001856D7">
      <w:pPr>
        <w:jc w:val="both"/>
        <w:rPr>
          <w:sz w:val="24"/>
          <w:szCs w:val="24"/>
        </w:rPr>
      </w:pPr>
    </w:p>
    <w:p w:rsidR="001856D7" w:rsidRDefault="001856D7">
      <w:pPr>
        <w:jc w:val="both"/>
        <w:rPr>
          <w:sz w:val="24"/>
          <w:szCs w:val="24"/>
        </w:rPr>
      </w:pPr>
      <w:r>
        <w:rPr>
          <w:sz w:val="24"/>
          <w:szCs w:val="24"/>
        </w:rPr>
        <w:t>In the introduction to the Islendingabok, Ari says:</w:t>
      </w:r>
    </w:p>
    <w:p w:rsidR="001856D7" w:rsidRDefault="001856D7">
      <w:pPr>
        <w:jc w:val="both"/>
        <w:rPr>
          <w:sz w:val="24"/>
          <w:szCs w:val="24"/>
        </w:rPr>
      </w:pPr>
    </w:p>
    <w:p w:rsidR="001856D7" w:rsidRDefault="001856D7">
      <w:pPr>
        <w:jc w:val="both"/>
        <w:rPr>
          <w:sz w:val="24"/>
          <w:szCs w:val="24"/>
        </w:rPr>
      </w:pPr>
      <w:r>
        <w:rPr>
          <w:sz w:val="24"/>
          <w:szCs w:val="24"/>
        </w:rPr>
        <w:t>"I first composed an Islendingabok for our Bishops Thorlak [Thorlakr] and Ketil [Ketill], and showed it to them, as well as to Sæmund (Sæmundr) the Priest. And forasmuch as they were pleased [either] to have it thus, or augmented, I accordingly wrote this, similar in character, with the exception of the genealogy and lives of the kings, and have added that of which I have since acquired closer knowledge, and which is now more accurately set forth in this [the 'libellus'] than in that."</w:t>
      </w:r>
    </w:p>
    <w:p w:rsidR="001856D7" w:rsidRDefault="001856D7">
      <w:pPr>
        <w:jc w:val="both"/>
        <w:rPr>
          <w:sz w:val="24"/>
          <w:szCs w:val="24"/>
        </w:rPr>
      </w:pPr>
    </w:p>
    <w:p w:rsidR="001856D7" w:rsidRDefault="001856D7">
      <w:pPr>
        <w:jc w:val="both"/>
        <w:rPr>
          <w:sz w:val="24"/>
          <w:szCs w:val="24"/>
        </w:rPr>
      </w:pPr>
      <w:r>
        <w:rPr>
          <w:sz w:val="24"/>
          <w:szCs w:val="24"/>
        </w:rPr>
        <w:t>These words conjoined with the quoted statement concerning the character of the historian's work, and supplemented by references to Ari in other Icelandic writings, have given rise to a controversy as to the probable scope of Ari's literary activity. Whether the conclusion be reached that Ari was the author of several books, as has been claimed, or that the Islendingabok, which has perished, to which he refers in the words above quoted, was a much larger and more comprehensive work than the so-called Islendingabok which has been preserved to us, there seems to be abundant reason for the belief that all of Ari's historical material was by no means comprised in the only book of his now existing, about whose authorship there can be no room for dispute. Of this book, the so-called Islendingabok, the oldest manuscripts are two paper copies, of a lost parchment manuscript, belonging to the Arna-Magnæan Collection in the University Library of Copenhagen, which are known as 113</w:t>
      </w:r>
      <w:r>
        <w:rPr>
          <w:i/>
          <w:iCs/>
          <w:sz w:val="24"/>
          <w:szCs w:val="24"/>
        </w:rPr>
        <w:t>a</w:t>
      </w:r>
      <w:r>
        <w:rPr>
          <w:sz w:val="24"/>
          <w:szCs w:val="24"/>
        </w:rPr>
        <w:t xml:space="preserve"> and 113</w:t>
      </w:r>
      <w:r>
        <w:rPr>
          <w:i/>
          <w:iCs/>
          <w:sz w:val="24"/>
          <w:szCs w:val="24"/>
        </w:rPr>
        <w:t>b</w:t>
      </w:r>
      <w:r>
        <w:rPr>
          <w:sz w:val="24"/>
          <w:szCs w:val="24"/>
        </w:rPr>
        <w:t xml:space="preserve"> fol. At the end of 113</w:t>
      </w:r>
      <w:r>
        <w:rPr>
          <w:i/>
          <w:iCs/>
          <w:sz w:val="24"/>
          <w:szCs w:val="24"/>
        </w:rPr>
        <w:t>a</w:t>
      </w:r>
      <w:r>
        <w:rPr>
          <w:sz w:val="24"/>
          <w:szCs w:val="24"/>
        </w:rPr>
        <w:t>, the scribe has written as follows:</w:t>
      </w:r>
    </w:p>
    <w:p w:rsidR="001856D7" w:rsidRDefault="001856D7">
      <w:pPr>
        <w:jc w:val="both"/>
        <w:rPr>
          <w:sz w:val="24"/>
          <w:szCs w:val="24"/>
        </w:rPr>
      </w:pPr>
    </w:p>
    <w:p w:rsidR="001856D7" w:rsidRDefault="001856D7">
      <w:pPr>
        <w:jc w:val="both"/>
        <w:rPr>
          <w:sz w:val="24"/>
          <w:szCs w:val="24"/>
        </w:rPr>
      </w:pPr>
      <w:r>
        <w:rPr>
          <w:sz w:val="24"/>
          <w:szCs w:val="24"/>
        </w:rPr>
        <w:t>"These 'Schedæ' and narratives of the priest Ari the Learned are copied from a vellum in his own hand, as men believe, at Villingaholt, by the priest John Ellindsson [Jon Erlendsson], Anno domini 1651, the next Monday after the third Sunday after Easter."</w:t>
      </w:r>
    </w:p>
    <w:p w:rsidR="001856D7" w:rsidRDefault="001856D7">
      <w:pPr>
        <w:jc w:val="both"/>
        <w:rPr>
          <w:sz w:val="24"/>
          <w:szCs w:val="24"/>
        </w:rPr>
      </w:pPr>
    </w:p>
    <w:p w:rsidR="001856D7" w:rsidRDefault="001856D7">
      <w:pPr>
        <w:jc w:val="both"/>
        <w:rPr>
          <w:sz w:val="24"/>
          <w:szCs w:val="24"/>
        </w:rPr>
      </w:pPr>
      <w:r>
        <w:rPr>
          <w:sz w:val="24"/>
          <w:szCs w:val="24"/>
        </w:rPr>
        <w:t>This John Erlendsson is known to have made transcripts of many of the sagas for Bryniolf [Brynjolfr] Sveinsson, Bishop of Skalholt. To this worthy bishop's literary ardour, and zeal in collecting the neglected treasures of his language, we owe the preservation of many manuscripts, which would, but for him, doubtless, have perished before the coming of the indefatigable collector, Arni Magnusson.</w:t>
      </w:r>
    </w:p>
    <w:p w:rsidR="001856D7" w:rsidRDefault="001856D7">
      <w:pPr>
        <w:jc w:val="both"/>
        <w:rPr>
          <w:sz w:val="24"/>
          <w:szCs w:val="24"/>
        </w:rPr>
      </w:pPr>
    </w:p>
    <w:p w:rsidR="001856D7" w:rsidRDefault="001856D7">
      <w:pPr>
        <w:jc w:val="both"/>
        <w:rPr>
          <w:sz w:val="24"/>
          <w:szCs w:val="24"/>
        </w:rPr>
      </w:pPr>
      <w:r>
        <w:rPr>
          <w:sz w:val="24"/>
          <w:szCs w:val="24"/>
        </w:rPr>
        <w:t>Bishop Bryniolf, unfortunately, left no heir interested in the preservation of his library, and his books were soon scattered. When Arni Magnusson visited Iceland, thirty years after the Bishop's death and ransacked the island for surviving manuscripts, the vellum of the Islendingabok, doubtless one of the oldest of Icelandic manuscripts, had entirely disappeared. Concerning the two paper copies of this vellum, which he succeeded in obtaining. Arni has inserted the following memorandum in the manuscript described at 113</w:t>
      </w:r>
      <w:r>
        <w:rPr>
          <w:i/>
          <w:iCs/>
          <w:sz w:val="24"/>
          <w:szCs w:val="24"/>
        </w:rPr>
        <w:t>b</w:t>
      </w:r>
      <w:r>
        <w:rPr>
          <w:sz w:val="24"/>
          <w:szCs w:val="24"/>
        </w:rPr>
        <w:t xml:space="preserve"> fol.:</w:t>
      </w:r>
    </w:p>
    <w:p w:rsidR="001856D7" w:rsidRDefault="001856D7">
      <w:pPr>
        <w:jc w:val="both"/>
        <w:rPr>
          <w:sz w:val="24"/>
          <w:szCs w:val="24"/>
        </w:rPr>
      </w:pPr>
    </w:p>
    <w:p w:rsidR="001856D7" w:rsidRDefault="001856D7">
      <w:pPr>
        <w:jc w:val="both"/>
        <w:rPr>
          <w:sz w:val="24"/>
          <w:szCs w:val="24"/>
        </w:rPr>
      </w:pPr>
      <w:r>
        <w:rPr>
          <w:sz w:val="24"/>
          <w:szCs w:val="24"/>
        </w:rPr>
        <w:t>"The various different readings noted here throughout in my hand, are taken from another copy [113</w:t>
      </w:r>
      <w:r>
        <w:rPr>
          <w:i/>
          <w:iCs/>
          <w:sz w:val="24"/>
          <w:szCs w:val="24"/>
        </w:rPr>
        <w:t>a</w:t>
      </w:r>
      <w:r>
        <w:rPr>
          <w:sz w:val="24"/>
          <w:szCs w:val="24"/>
        </w:rPr>
        <w:t>,. fol.] written by the Rev. John Erlendsson in 1651. This was formerly the property of the Rev. Torfi Jonsson [Jons-son] of Bær, who inherited it from Bishop Bryniolf Sveinsson; I obtained it, however, from Thorlak, son of Bishop Thord [Thorlakr Pordarson]; it formed originally a portion of a large book, which I took apart, separating the treatises. This copy I have called "Codex B," signifying either "Baiensis," or the second., from the order of the letters of the alphabet. Concerning 'Codex B,' it is my conjecture that the Rev. John copied it first from the vellum; that Bishop Bryniolf did not like the copy [for this Codex is less exact than Codex A, as may be seen by comparing them] . . . wherefore the Rev. John made a new copy of the parchment manuscript, taking greater care to follow the original literally, whence it is probable that this Codex A was both the later and the better copy.</w:t>
      </w:r>
    </w:p>
    <w:p w:rsidR="001856D7" w:rsidRDefault="001856D7">
      <w:pPr>
        <w:jc w:val="both"/>
        <w:rPr>
          <w:sz w:val="24"/>
          <w:szCs w:val="24"/>
        </w:rPr>
      </w:pPr>
    </w:p>
    <w:p w:rsidR="001856D7" w:rsidRDefault="001856D7">
      <w:pPr>
        <w:jc w:val="both"/>
        <w:rPr>
          <w:sz w:val="24"/>
          <w:szCs w:val="24"/>
        </w:rPr>
      </w:pPr>
      <w:r>
        <w:rPr>
          <w:sz w:val="24"/>
          <w:szCs w:val="24"/>
        </w:rPr>
        <w:t>Both of the paper manuscripts "A" and "B" were written, it is believed, within the same year, and in each of them the paragraphs containing the reference to. Wineland are almost identical; the Icelandic name in 'W' being spelt Winland, in "B" Vinland, a clerical variation, devoid of significance. This paragraph, which is the sixth in Ari's history, is as follows:</w:t>
      </w:r>
    </w:p>
    <w:p w:rsidR="001856D7" w:rsidRDefault="001856D7">
      <w:pPr>
        <w:jc w:val="both"/>
        <w:rPr>
          <w:sz w:val="24"/>
          <w:szCs w:val="24"/>
        </w:rPr>
      </w:pPr>
    </w:p>
    <w:p w:rsidR="001856D7" w:rsidRDefault="001856D7">
      <w:pPr>
        <w:jc w:val="both"/>
        <w:rPr>
          <w:sz w:val="24"/>
          <w:szCs w:val="24"/>
        </w:rPr>
      </w:pPr>
      <w:r>
        <w:rPr>
          <w:sz w:val="24"/>
          <w:szCs w:val="24"/>
        </w:rPr>
        <w:t>"That country which is called Greenland, was discovered and colonized from Iceland. Eric the Red [Eirekr enn Rauthi] was the name of the man, an inhabitant of Breidafirth, who went out thither from here, and settled at that place, which has since been called Ericsfirth [Eiriksfiorthr]. He gave a name to the country, and [5] called it Greenland, and said that it must persuade men to go thither, if the land had a good name. They found there, both east and west in the country, the dwellings of men, and fragments of boats, and stone implements, such that it may be perceived from these that that manner of people had been there who have inhabited Wineland, and whom the Greenlanders call Skrellings. And this, when he set about the colonization of the country, was XIV or XV winters before the introduction of Christianity here in Iceland, according to that which a certain man [lit. he], who himself accompanied Eric the Red thither, informed Thorkel Gellisson."</w:t>
      </w:r>
    </w:p>
    <w:p w:rsidR="001856D7" w:rsidRDefault="001856D7">
      <w:pPr>
        <w:jc w:val="both"/>
        <w:rPr>
          <w:sz w:val="24"/>
          <w:szCs w:val="24"/>
        </w:rPr>
      </w:pPr>
    </w:p>
    <w:p w:rsidR="001856D7" w:rsidRDefault="001856D7">
      <w:pPr>
        <w:jc w:val="both"/>
        <w:rPr>
          <w:sz w:val="24"/>
          <w:szCs w:val="24"/>
        </w:rPr>
      </w:pPr>
      <w:r>
        <w:rPr>
          <w:sz w:val="24"/>
          <w:szCs w:val="24"/>
        </w:rPr>
        <w:t>This mention of Wineland, which in itself may appear to be of little importance, acquires its greatest value from that which it leaves unsaid; for had Ari not known that his reference to Wineland and its inhabitants would be entirely intelligible to his readers, he would hardly have employed it, as he does, to inform his Greenland chronicle. This passing notice, therefore, indicates a general diffusion of the knowledge of the Wineland discoveries among Ari's contemporaries at the time when the paragraph was composed. The "libellus" [Islendingabok] was probably written about the year 1134, and we are accordingly apprised that at that time the facts concerning the Wineland discovery, upon an acquaintance with which Ari seems to rely, were notorious. It is impossible, however, to determine whether Ari presumed upon a knowledge derived from particulars, which he had himself previously published, or upon a prevalent acquaintance with the accounts of the explorers themselves. It is, at least, questionable whether Ari would have been content to presuppose such local historical knowledge if he had not already scaled it with his own authority elsewhere. Nor is the importance which he may have assigned to the Wineland discovery material to this view. He had set about writing a chronicle of his fatherland, and his passing allusion to Wineland, without a word of explanation, appears incompatible with the duty which he had assumed, unless, indeed, he had already dealt with the subject of the Wineland discovery in a previous work. Be this as it may, however, certain it is that Wineland has found further mention in two Icelandic works, which in their primitive form have been very generally accredited to Ari, namely the Landnamabok [Book of Sentiment] and the Kristni-Saga [the Narrative of the Introduction of Christianity into Iceland]. The first of these, in a passage already cited, expressly acknowledges Ari's share in the authorship. One manuscript of this work, from which the passage is taken [No. 371, 4to, in the Arna-Magnæan Collection], while it is the oldest extant manuscript containing the Landnamabok [now in an incomplete state] presents this in a later review of the original work, than that which is contained in the much more modern manuscript, AM. 107, fol. This latter manuscript, like the copy of Islendingabok, was written by the Rev. John Erlendsson for Bishop Bryniolf Sveinsson. Both of the references to Wineland in the Landnamabok occur incidentally in the course of the history, and are of the briefest. The first of these treats of the adventure of Ari Marsson [Mars-son]; it is to be found in Chapter 22, of the second part of the book, and is as follows:</w:t>
      </w:r>
    </w:p>
    <w:p w:rsidR="001856D7" w:rsidRDefault="001856D7">
      <w:pPr>
        <w:jc w:val="both"/>
        <w:rPr>
          <w:sz w:val="24"/>
          <w:szCs w:val="24"/>
        </w:rPr>
      </w:pPr>
    </w:p>
    <w:p w:rsidR="001856D7" w:rsidRDefault="001856D7">
      <w:pPr>
        <w:jc w:val="both"/>
        <w:rPr>
          <w:sz w:val="24"/>
          <w:szCs w:val="24"/>
        </w:rPr>
      </w:pPr>
      <w:r>
        <w:rPr>
          <w:sz w:val="24"/>
          <w:szCs w:val="24"/>
        </w:rPr>
        <w:t>". . . their son was Ari. He was driven out of his course at sea to White-men's-land [Hvitramanna-land], which is called by some persons Ireland the Great; it lies westward in the sea near Wineland the Good; it is said to he six "dœgra" sail west of Ireland; Ari could not depart thence, and was baptized there." The first account of this was given by Rafn who sailed to Limerick[Hlimreksfari], and who remained for a long time at Limerick in Ireland. So Thorkel Geitisson states that Icelanders report, who have heard Thorfirm, Earl of the Orkneys say, that Ari had been recognized there, and was not permitted to leave [</w:t>
      </w:r>
      <w:r>
        <w:rPr>
          <w:i/>
          <w:iCs/>
          <w:sz w:val="24"/>
          <w:szCs w:val="24"/>
        </w:rPr>
        <w:t>lit</w:t>
      </w:r>
      <w:r>
        <w:rPr>
          <w:sz w:val="24"/>
          <w:szCs w:val="24"/>
        </w:rPr>
        <w:t>. could not leave], but was treated with great respect there.</w:t>
      </w:r>
    </w:p>
    <w:p w:rsidR="001856D7" w:rsidRDefault="001856D7">
      <w:pPr>
        <w:jc w:val="both"/>
        <w:rPr>
          <w:sz w:val="24"/>
          <w:szCs w:val="24"/>
        </w:rPr>
      </w:pPr>
    </w:p>
    <w:p w:rsidR="001856D7" w:rsidRDefault="001856D7">
      <w:pPr>
        <w:jc w:val="both"/>
        <w:rPr>
          <w:sz w:val="24"/>
          <w:szCs w:val="24"/>
        </w:rPr>
      </w:pPr>
      <w:r>
        <w:rPr>
          <w:sz w:val="24"/>
          <w:szCs w:val="24"/>
        </w:rPr>
        <w:t>The names of Ari Marsson's wife, and of his three sons are given in the same passage from which the quotation is made, and additional concurrent evidence is not wanting to serve to establish the existence of this man; any particulars, however, which might serve to enlighten this narrative, or aid in determining whence Rain and Earl Thorfirm derived their intelligence, are lacking. Without free conjectural emendation to aid in its interpretation, this description of Ari Marsson's visit to Ireland the Great is of the same doubtful historical value as a later account of another visit to an unknown land, to be considered hereafter.</w:t>
      </w:r>
    </w:p>
    <w:p w:rsidR="001856D7" w:rsidRDefault="001856D7">
      <w:pPr>
        <w:jc w:val="both"/>
        <w:rPr>
          <w:sz w:val="24"/>
          <w:szCs w:val="24"/>
        </w:rPr>
      </w:pPr>
    </w:p>
    <w:p w:rsidR="001856D7" w:rsidRDefault="001856D7">
      <w:pPr>
        <w:jc w:val="both"/>
        <w:rPr>
          <w:sz w:val="24"/>
          <w:szCs w:val="24"/>
        </w:rPr>
      </w:pPr>
      <w:r>
        <w:rPr>
          <w:sz w:val="24"/>
          <w:szCs w:val="24"/>
        </w:rPr>
        <w:t xml:space="preserve">The second reference to Wineland in the Landnamabok is contained in a list of the descendants of Snorri Head-Thord's son. </w:t>
      </w:r>
    </w:p>
    <w:p w:rsidR="001856D7" w:rsidRDefault="001856D7">
      <w:pPr>
        <w:jc w:val="both"/>
        <w:rPr>
          <w:sz w:val="24"/>
          <w:szCs w:val="24"/>
        </w:rPr>
      </w:pPr>
    </w:p>
    <w:p w:rsidR="001856D7" w:rsidRDefault="001856D7">
      <w:pPr>
        <w:jc w:val="both"/>
        <w:rPr>
          <w:sz w:val="24"/>
          <w:szCs w:val="24"/>
        </w:rPr>
      </w:pPr>
      <w:r>
        <w:rPr>
          <w:sz w:val="24"/>
          <w:szCs w:val="24"/>
        </w:rPr>
        <w:t>"Their son was Thord Horse-head, father of Karlsefni, who found Wineland the Good, Snorri's father," etc. A genealogy which entirely coincides with that of the histories of the discovery of Wineland, as well as with that of the episcopal genealogy appended to the Islendingabok. The Landnamabok contained no other mention of Wineland, but a more extended notice is contained in the work already named, which, in its present form, is supposed to retain evidence of the learned Ari's pen.</w:t>
      </w:r>
    </w:p>
    <w:p w:rsidR="001856D7" w:rsidRDefault="001856D7">
      <w:pPr>
        <w:jc w:val="both"/>
        <w:rPr>
          <w:sz w:val="24"/>
          <w:szCs w:val="24"/>
        </w:rPr>
      </w:pPr>
      <w:r>
        <w:rPr>
          <w:sz w:val="24"/>
          <w:szCs w:val="24"/>
        </w:rPr>
        <w:br/>
        <w:t>The Kristni-Saga, which is supplementary, historically, to the Landnamabok, is given in its entirety in AM. 105, fol. This is a paper copy of an earlier manuscript made by the same industrious cleric, John Erlendsson, for Bishop Bryniolf. A portion of the same history has also been preserved along with the detached leaves of the Landnamabok now deposited in the Arna-Magnæan Collection, No. 371, 4to. These fragments of the two, histories originally belonged to one work, the so called Hauk's Book, a vellum manuscript of the fourteenth century, hereafter to be more fully described. The history of the Wineland discovery is contained in the eleventh chapter of the printed edition of the Kristni-Saga, in the following words:</w:t>
      </w:r>
    </w:p>
    <w:p w:rsidR="001856D7" w:rsidRDefault="001856D7">
      <w:pPr>
        <w:jc w:val="both"/>
        <w:rPr>
          <w:sz w:val="24"/>
          <w:szCs w:val="24"/>
        </w:rPr>
      </w:pPr>
    </w:p>
    <w:p w:rsidR="001856D7" w:rsidRDefault="001856D7">
      <w:pPr>
        <w:jc w:val="both"/>
        <w:rPr>
          <w:sz w:val="24"/>
          <w:szCs w:val="24"/>
        </w:rPr>
      </w:pPr>
      <w:r>
        <w:rPr>
          <w:sz w:val="24"/>
          <w:szCs w:val="24"/>
        </w:rPr>
        <w:t>"That summer King Olaf [Tryggvason] went from the country southward to Vindland [the land of the Wends]; then, moreover, he sent Leif Ericsson [Leifr Eiriksson] to Greenland, to proclaim the faith there. On this voyage [lit. then] Leif found Wineland the Good; he also found men on a wreck at sea, wherefore he was called Leif the Lucky."</w:t>
      </w:r>
    </w:p>
    <w:p w:rsidR="001856D7" w:rsidRDefault="001856D7">
      <w:pPr>
        <w:jc w:val="both"/>
        <w:rPr>
          <w:sz w:val="24"/>
          <w:szCs w:val="24"/>
        </w:rPr>
      </w:pPr>
    </w:p>
    <w:p w:rsidR="001856D7" w:rsidRDefault="001856D7">
      <w:pPr>
        <w:jc w:val="both"/>
        <w:rPr>
          <w:sz w:val="24"/>
          <w:szCs w:val="24"/>
        </w:rPr>
      </w:pPr>
      <w:r>
        <w:rPr>
          <w:sz w:val="24"/>
          <w:szCs w:val="24"/>
        </w:rPr>
        <w:t>Of the same tenor as this brief paragraph of the Kristni-Saga, is a chapter in the Codex Frisianus [Frissbok], number 45, fol., of the Arna-Magnæan manuscripts. This Codex Frisianus, or, as it has been more appropriately called, the Book of Kings, is a beautifully written and well-preserved parchment manuscript of 124 leaves; it obtains its name from a former owner, Otto Friis, of Salling; it subsequently became the property of one Jens Rosenkranz, and next passed into the possession of Arni Magnusson. Friis' Book was, in all probabilities, written about the beginning of the fourteenth century; and if the conjectures as to its age are correct, it is, perhaps, the oldest extant Icelandic manuscript containing all account of the Wineland discovery. It is believed, from internal evidence, that the greater part of the Codex was written by an Icelander, in Norway, possibly for a Norwegian, and that the manuscript was never in Iceland. The early history of the Codex is not known. Certain marginal notes appear to have been inserted in the manuscript about the year 1550 by Lawman Laurents Hansson, and it is conjectured that the book was then owned in Bergen; fifty years later we find it in Denmark; for about the year 1600 a Dane, by the name of Slangerup, inserted his name upon a fly-leaf in the book, which leaf, Arni Magnusson tells us, was removed when he had the manuscript bound. This "Book of Kings," the saga of Olaf Tryggvason, in which the history of the discovery of Wineland occurs, follows closely the same saga as it was written in the two lost parchment manuscripts of the "Heimskringla," as we are enabled to determine from the copies of these lost vellums made by the Icelander, Asgeir Jonsson. It is not known whether the author of the "Heimskringla" had access; to the history of the Wineland discovery in some such extended form as that contained in Hauk's Book; indeed it has been suggested that he may only have been acquainted with the brief narrative of the Kristni-Saga; but certain it is, that his account of the discovery was not influenced by the version presented in the Flatey Book, which narrative appears in the first printed edition of the "Heimskringla," where it was interpolated by the editor, Johann Peringskiold. Similarly, any trace of the Flatey Book version of the discovery is lacking from Friis' Book, although the author of the saga of Olaf Tryggvason, therein contained, appears to have been acquainted with a somewhat more detailed account of Leif Ericssons' life than that afforded by the Kristni-Saga, if we may judge from his own language, as we find it in column 136, page 34</w:t>
      </w:r>
      <w:r>
        <w:rPr>
          <w:i/>
          <w:iCs/>
          <w:sz w:val="24"/>
          <w:szCs w:val="24"/>
        </w:rPr>
        <w:t>b</w:t>
      </w:r>
      <w:r>
        <w:rPr>
          <w:sz w:val="24"/>
          <w:szCs w:val="24"/>
        </w:rPr>
        <w:t xml:space="preserve">, of the manuscript: </w:t>
      </w:r>
    </w:p>
    <w:p w:rsidR="001856D7" w:rsidRDefault="001856D7">
      <w:pPr>
        <w:jc w:val="both"/>
        <w:rPr>
          <w:sz w:val="24"/>
          <w:szCs w:val="24"/>
        </w:rPr>
      </w:pPr>
    </w:p>
    <w:p w:rsidR="001856D7" w:rsidRDefault="001856D7">
      <w:pPr>
        <w:keepNext/>
        <w:jc w:val="both"/>
        <w:rPr>
          <w:b/>
          <w:bCs/>
          <w:sz w:val="28"/>
          <w:szCs w:val="28"/>
        </w:rPr>
      </w:pPr>
      <w:r>
        <w:rPr>
          <w:b/>
          <w:bCs/>
          <w:sz w:val="28"/>
          <w:szCs w:val="28"/>
        </w:rPr>
        <w:t>"WINELAND THE GOOD FOUND”</w:t>
      </w:r>
    </w:p>
    <w:p w:rsidR="001856D7" w:rsidRDefault="001856D7">
      <w:pPr>
        <w:keepNext/>
        <w:jc w:val="both"/>
        <w:rPr>
          <w:b/>
          <w:bCs/>
          <w:sz w:val="28"/>
          <w:szCs w:val="28"/>
        </w:rPr>
      </w:pPr>
    </w:p>
    <w:p w:rsidR="001856D7" w:rsidRDefault="001856D7">
      <w:pPr>
        <w:jc w:val="both"/>
        <w:rPr>
          <w:sz w:val="24"/>
          <w:szCs w:val="24"/>
        </w:rPr>
      </w:pPr>
      <w:r>
        <w:rPr>
          <w:sz w:val="24"/>
          <w:szCs w:val="24"/>
        </w:rPr>
        <w:t>"Leif, a son of Eric the Red, passed this same winter, in good repute, with King Olaf, and accepted Christianity. And that summer, when Gizur went to Iceland, King Olaf sent Leif to Greenland to proclaim Christianity there. He sailed that summer to Greenland. He found men upon a wreck at sea and succoured them. Then, likewise, he discovered Wineland the Good, and arrived in Greenland in the autumn. He took with him thither a priest and other spiritual teachers, and went to Brattahlid to make his home with his father, Eric. People afterwards called him Leif the Lucky. But his father, Eric, said that one account should balance the other, that Leif had rescued the ship's crew, and that he had brought the trickster to Greenland. This was the priest."</w:t>
      </w:r>
    </w:p>
    <w:p w:rsidR="001856D7" w:rsidRDefault="001856D7">
      <w:pPr>
        <w:jc w:val="both"/>
        <w:rPr>
          <w:sz w:val="24"/>
          <w:szCs w:val="24"/>
        </w:rPr>
      </w:pPr>
    </w:p>
    <w:p w:rsidR="001856D7" w:rsidRDefault="001856D7">
      <w:pPr>
        <w:jc w:val="both"/>
        <w:rPr>
          <w:sz w:val="24"/>
          <w:szCs w:val="24"/>
        </w:rPr>
      </w:pPr>
      <w:r>
        <w:rPr>
          <w:sz w:val="24"/>
          <w:szCs w:val="24"/>
        </w:rPr>
        <w:t>Almost identical with the history of the discovery contained in Friis' Book is that of the so-called longer saga of Olaf Tryggvason. This saga, in its printed form, has been compiled from several manuscripts of the Arna-Magnæan collection, the most important of which is No. 61, fol., a codex dating from about the year 1400. This account is contained in the 231st chapter of the printed version as follows:</w:t>
      </w:r>
    </w:p>
    <w:p w:rsidR="001856D7" w:rsidRDefault="001856D7">
      <w:pPr>
        <w:jc w:val="both"/>
        <w:rPr>
          <w:sz w:val="24"/>
          <w:szCs w:val="24"/>
        </w:rPr>
      </w:pPr>
    </w:p>
    <w:p w:rsidR="001856D7" w:rsidRDefault="001856D7">
      <w:pPr>
        <w:jc w:val="both"/>
        <w:rPr>
          <w:sz w:val="24"/>
          <w:szCs w:val="24"/>
        </w:rPr>
      </w:pPr>
    </w:p>
    <w:p w:rsidR="001856D7" w:rsidRDefault="001856D7">
      <w:pPr>
        <w:jc w:val="both"/>
        <w:rPr>
          <w:sz w:val="24"/>
          <w:szCs w:val="24"/>
        </w:rPr>
      </w:pPr>
    </w:p>
    <w:p w:rsidR="001856D7" w:rsidRDefault="001856D7">
      <w:pPr>
        <w:jc w:val="both"/>
        <w:rPr>
          <w:sz w:val="24"/>
          <w:szCs w:val="24"/>
        </w:rPr>
      </w:pPr>
      <w:r>
        <w:rPr>
          <w:sz w:val="24"/>
          <w:szCs w:val="24"/>
        </w:rPr>
        <w:t>"King Olaf then sent Leif to Greenland to proclaim Christianity there. The king sent a priest and other holy men with him, to baptize the people there, and to instruct them in the true faith. Leif sailed to Greenland that summer, and rescued at sea the men of a ship's crew, who were in great peril and were clinging to [</w:t>
      </w:r>
      <w:r>
        <w:rPr>
          <w:i/>
          <w:iCs/>
          <w:sz w:val="24"/>
          <w:szCs w:val="24"/>
        </w:rPr>
        <w:t>lit</w:t>
      </w:r>
      <w:r>
        <w:rPr>
          <w:sz w:val="24"/>
          <w:szCs w:val="24"/>
        </w:rPr>
        <w:t>. lay upon] the shattered wreckage of a ship; and on this same voyage be found Wineland the Good, and at the end of the summer arrived in Greenland, and betook himself to Brattahlid, to make his home with his father, Eric. People afterwards called him Leif the Lucky, but his father, Eric, said that the one [deed] offset the other, in that Leif had on the one hand rescued and restored the men of the ship's crew to life, while on the other he had brought the trickster to Greenland, for thus he called the priest."</w:t>
      </w:r>
    </w:p>
    <w:p w:rsidR="001856D7" w:rsidRDefault="001856D7">
      <w:pPr>
        <w:jc w:val="both"/>
        <w:rPr>
          <w:sz w:val="24"/>
          <w:szCs w:val="24"/>
        </w:rPr>
      </w:pPr>
    </w:p>
    <w:p w:rsidR="001856D7" w:rsidRDefault="001856D7">
      <w:pPr>
        <w:jc w:val="both"/>
        <w:rPr>
          <w:sz w:val="24"/>
          <w:szCs w:val="24"/>
        </w:rPr>
      </w:pPr>
      <w:r>
        <w:rPr>
          <w:sz w:val="24"/>
          <w:szCs w:val="24"/>
        </w:rPr>
        <w:t>In composition, doubtless, much more recent than the notices already cited, is a passage in the collectanea of Middle-age wisdom of the Arna-Magnæan Library. This manuscript contains fifty-two pages, part of which are in Icelandic and part in Latin, written between the years 1400-1450. From a slip in Arni Magnusson's hand, inserted in the collection, it appears that Arni obtained it from the Rev. Thorvald Stephensson in the year 1707. Whatever its condition may have been at that time, the parchment upon which it is written is now in a sad state of decay. In this respect page 10 of the vellum, upon the back of which the Wineland chirography is written, is Icelandic, is no exception; fortunately, however, the lacunae are so inconsiderable in this page that they may be readily supplied from that which survives, and the Wineland passage appears as follows:</w:t>
      </w:r>
    </w:p>
    <w:p w:rsidR="001856D7" w:rsidRDefault="001856D7">
      <w:pPr>
        <w:jc w:val="both"/>
        <w:rPr>
          <w:sz w:val="24"/>
          <w:szCs w:val="24"/>
        </w:rPr>
      </w:pPr>
    </w:p>
    <w:p w:rsidR="001856D7" w:rsidRDefault="001856D7">
      <w:pPr>
        <w:jc w:val="both"/>
        <w:rPr>
          <w:sz w:val="24"/>
          <w:szCs w:val="24"/>
        </w:rPr>
      </w:pPr>
      <w:r>
        <w:rPr>
          <w:sz w:val="24"/>
          <w:szCs w:val="24"/>
        </w:rPr>
        <w:t>"Southward from Greenland is Helluland, then comes [</w:t>
      </w:r>
      <w:r>
        <w:rPr>
          <w:i/>
          <w:iCs/>
          <w:sz w:val="24"/>
          <w:szCs w:val="24"/>
        </w:rPr>
        <w:t>lit</w:t>
      </w:r>
      <w:r>
        <w:rPr>
          <w:sz w:val="24"/>
          <w:szCs w:val="24"/>
        </w:rPr>
        <w:t xml:space="preserve">. is] Markland; thence it is not far to Wineland the Good, which some men believe extends from Africa, and, if this be so, then there is an open sea flowing in between Wineland and Markland. It is said, that Thorfinn Karlsefni hewed a "house-neat-timber" and then went to seek Wineland the Good, and came to where they believed this land to be, but they did not succeed in exploring it, or in obtaining any of its products. Leif the Lucky first found Wineland, and he then found merchants in evil plight at sea, and restored them to life by God's mercy; and he introduced Christianity into Greenland, which waxed there so </w:t>
      </w:r>
      <w:r>
        <w:rPr>
          <w:i/>
          <w:iCs/>
          <w:sz w:val="24"/>
          <w:szCs w:val="24"/>
        </w:rPr>
        <w:t>that an episcopal seat was established there</w:t>
      </w:r>
      <w:r>
        <w:rPr>
          <w:sz w:val="24"/>
          <w:szCs w:val="24"/>
        </w:rPr>
        <w:t>, at the place called Gardar. England and Scotland are one island, although each of them is a kingdom. Ireland is a great island. Iceland is also a great island [to the north of] Ireland. These countries are all in that part of the world which is called Europe."</w:t>
      </w:r>
    </w:p>
    <w:p w:rsidR="001856D7" w:rsidRDefault="001856D7">
      <w:pPr>
        <w:jc w:val="both"/>
        <w:rPr>
          <w:sz w:val="24"/>
          <w:szCs w:val="24"/>
        </w:rPr>
      </w:pPr>
    </w:p>
    <w:p w:rsidR="001856D7" w:rsidRDefault="001856D7">
      <w:pPr>
        <w:jc w:val="both"/>
        <w:rPr>
          <w:sz w:val="24"/>
          <w:szCs w:val="24"/>
        </w:rPr>
      </w:pPr>
      <w:r>
        <w:rPr>
          <w:sz w:val="24"/>
          <w:szCs w:val="24"/>
        </w:rPr>
        <w:t>In a fascicle of detached vellum fragments, brought together in AM. No. 736, 4to, there are two leaves containing, besides certain astronomical material, a concise geographical compilation. In this Wineland is assigned a location identical with that in the codex from which the quotation has just been made, and the notice of Wineland is limited to this brief statement:</w:t>
      </w:r>
    </w:p>
    <w:p w:rsidR="001856D7" w:rsidRDefault="001856D7">
      <w:pPr>
        <w:jc w:val="both"/>
        <w:rPr>
          <w:sz w:val="24"/>
          <w:szCs w:val="24"/>
        </w:rPr>
      </w:pPr>
    </w:p>
    <w:p w:rsidR="001856D7" w:rsidRDefault="001856D7">
      <w:pPr>
        <w:jc w:val="both"/>
        <w:rPr>
          <w:sz w:val="24"/>
          <w:szCs w:val="24"/>
        </w:rPr>
      </w:pPr>
      <w:r>
        <w:rPr>
          <w:sz w:val="24"/>
          <w:szCs w:val="24"/>
        </w:rPr>
        <w:t>"From Greenland to the southward lies Helluland, then Markland; thence it is not far to Wineland, which some men believe extends from Africa. England and Scotland are one island," etc.</w:t>
      </w:r>
    </w:p>
    <w:p w:rsidR="001856D7" w:rsidRDefault="001856D7">
      <w:pPr>
        <w:jc w:val="both"/>
        <w:rPr>
          <w:sz w:val="24"/>
          <w:szCs w:val="24"/>
        </w:rPr>
      </w:pPr>
    </w:p>
    <w:p w:rsidR="001856D7" w:rsidRDefault="001856D7">
      <w:pPr>
        <w:jc w:val="both"/>
        <w:rPr>
          <w:sz w:val="24"/>
          <w:szCs w:val="24"/>
        </w:rPr>
      </w:pPr>
      <w:r>
        <w:rPr>
          <w:sz w:val="24"/>
          <w:szCs w:val="24"/>
        </w:rPr>
        <w:t>While the reference to Wineland omits the account of Thorfin's visit and Leif's discovery, the language in which the location of the land is given, as well as the language of the context, has so great a likeness to that of 194, 8vo), that, although it was perhaps written a few years earlier, there seems to be a strong probability that each of the scribes of these manuscripts derived his material from a common source.</w:t>
      </w:r>
    </w:p>
    <w:p w:rsidR="001856D7" w:rsidRDefault="001856D7">
      <w:pPr>
        <w:jc w:val="both"/>
        <w:rPr>
          <w:sz w:val="24"/>
          <w:szCs w:val="24"/>
        </w:rPr>
      </w:pPr>
    </w:p>
    <w:p w:rsidR="001856D7" w:rsidRDefault="001856D7">
      <w:pPr>
        <w:jc w:val="both"/>
        <w:rPr>
          <w:sz w:val="24"/>
          <w:szCs w:val="24"/>
        </w:rPr>
      </w:pPr>
      <w:r>
        <w:rPr>
          <w:sz w:val="24"/>
          <w:szCs w:val="24"/>
        </w:rPr>
        <w:t>Somewhat similar in character to the above notices is the brief reference written in the vellum fragment contained in AM. 764, 4to,. This fragment comprises a so called "totius orbis brevis descriptio," written probably about the year 1400. Upon the second page of this "brief description" is the passage:</w:t>
      </w:r>
    </w:p>
    <w:p w:rsidR="001856D7" w:rsidRDefault="001856D7">
      <w:pPr>
        <w:jc w:val="both"/>
        <w:rPr>
          <w:sz w:val="24"/>
          <w:szCs w:val="24"/>
        </w:rPr>
      </w:pPr>
    </w:p>
    <w:p w:rsidR="001856D7" w:rsidRDefault="001856D7">
      <w:pPr>
        <w:jc w:val="both"/>
        <w:rPr>
          <w:sz w:val="24"/>
          <w:szCs w:val="24"/>
        </w:rPr>
      </w:pPr>
      <w:r>
        <w:rPr>
          <w:sz w:val="24"/>
          <w:szCs w:val="24"/>
        </w:rPr>
        <w:t>"From Biarmaland uninhabited regions extend from the north, until Greenland joins them. South from Greenland lies Helluland, then Markland. Thence it is not so far to Wineland. Iceland is a great island," etc.</w:t>
      </w:r>
    </w:p>
    <w:p w:rsidR="001856D7" w:rsidRDefault="001856D7">
      <w:pPr>
        <w:jc w:val="both"/>
        <w:rPr>
          <w:sz w:val="24"/>
          <w:szCs w:val="24"/>
        </w:rPr>
      </w:pPr>
    </w:p>
    <w:p w:rsidR="001856D7" w:rsidRDefault="001856D7">
      <w:pPr>
        <w:jc w:val="both"/>
        <w:rPr>
          <w:sz w:val="24"/>
          <w:szCs w:val="24"/>
        </w:rPr>
      </w:pPr>
      <w:r>
        <w:rPr>
          <w:sz w:val="24"/>
          <w:szCs w:val="24"/>
        </w:rPr>
        <w:t>Differing in nature from these geographical notices [but of even greater interest and historical value by reason of the corroborative evidence which it affords of certain particulars set forth in the leading narrative of the Wineland discovery] is the mention of Wineland contained in a chapter of the Eyrbyggja Saga [Saga of the People of Eyrr]. No complete vellum manuscript of this saga has been preserved. The eldest manuscript remnant of the saga consists of two leaves written about 1300; these leaves do not, however, contain that portion of the saga, with which we are concerned. Of another vellum codex containing this saga, which has entirely perished, we have certain knowledge. This was the so-called Vatnshyrna or Vatnshorn's Book, a manuscript which at one time belonged to the eminent Danish scholar, Peder Hans Resen, from whom it received the name by which it is sometimes cited, Codex Resenianus. It was bequeathed by Resen to the University Library of Copenhagen, where it was deposited after his death in 1688. It perished in the great fire of October, 1728, but fortunately paper copies, which had been made from it, survived the conflagration. The Vatnshorn Codex, it has been conjectured, was prepared for the same John Haconsson, to whom we are indebted for the great Flatey Book, and was, apparently, written about the year 1400, or, possibly, toward the close of the fourteenth century. The most complete vellum manuscript of the Eyrbyggja Saga now extant [15] forms a part of the Ducal Library of Wolfenbuttel, purchased in the seventeenth century at a public sale in Holstein. This manuscript was probably written about the middle of the fourteenth century, and although the first third of the Eyrbyggja Saga has been lost from the codex, that portion of the history which contains the chapter referring to Wineland has been preserved, and is as follows:</w:t>
      </w:r>
    </w:p>
    <w:p w:rsidR="001856D7" w:rsidRDefault="001856D7">
      <w:pPr>
        <w:jc w:val="both"/>
        <w:rPr>
          <w:sz w:val="24"/>
          <w:szCs w:val="24"/>
        </w:rPr>
      </w:pPr>
    </w:p>
    <w:p w:rsidR="001856D7" w:rsidRDefault="001856D7">
      <w:pPr>
        <w:jc w:val="both"/>
        <w:rPr>
          <w:sz w:val="24"/>
          <w:szCs w:val="24"/>
        </w:rPr>
      </w:pPr>
      <w:r>
        <w:rPr>
          <w:sz w:val="24"/>
          <w:szCs w:val="24"/>
        </w:rPr>
        <w:t>"After the reconciliation between Steinthor and the people of Alpta-firth, Thorbrand's sons, Snorri and Thorleif Kimbi, went to Greenland. From him Kimbafirth (in Greenland), gets its name. Thorleif Kimbi lived in Greenland to old age. But Snorri went to Wineland the Good with Karlsefni; and when they were fighting with the Skrellings there in Wineland, Thorbrand Snorrason, a most valiant man, was killed."</w:t>
      </w:r>
    </w:p>
    <w:p w:rsidR="001856D7" w:rsidRDefault="001856D7">
      <w:pPr>
        <w:jc w:val="both"/>
        <w:rPr>
          <w:sz w:val="24"/>
          <w:szCs w:val="24"/>
        </w:rPr>
      </w:pPr>
    </w:p>
    <w:p w:rsidR="001856D7" w:rsidRDefault="001856D7">
      <w:pPr>
        <w:jc w:val="both"/>
        <w:rPr>
          <w:sz w:val="24"/>
          <w:szCs w:val="24"/>
        </w:rPr>
      </w:pPr>
    </w:p>
    <w:p w:rsidR="001856D7" w:rsidRDefault="001856D7">
      <w:pPr>
        <w:jc w:val="both"/>
        <w:rPr>
          <w:sz w:val="24"/>
          <w:szCs w:val="24"/>
        </w:rPr>
      </w:pPr>
      <w:r>
        <w:rPr>
          <w:sz w:val="24"/>
          <w:szCs w:val="24"/>
        </w:rPr>
        <w:t>The foregoing brief notices of Wineland, scattered through so many Icelandic writings, yield no very great amount of information concerning that country. They do afford, however, a clear insight into the wide diffusion of the intelligence of the discovery in the earlier saga period, and in every instance confirm the Wineland history as unfolded in the leading narrative of the discovery, now to be considered.</w:t>
      </w: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keepNext/>
        <w:jc w:val="both"/>
        <w:rPr>
          <w:b/>
          <w:bCs/>
          <w:sz w:val="52"/>
          <w:szCs w:val="52"/>
        </w:rPr>
      </w:pPr>
      <w:r>
        <w:rPr>
          <w:b/>
          <w:bCs/>
          <w:sz w:val="52"/>
          <w:szCs w:val="52"/>
        </w:rPr>
        <w:t>Chapter II</w:t>
      </w:r>
    </w:p>
    <w:p w:rsidR="001856D7" w:rsidRDefault="001856D7">
      <w:pPr>
        <w:keepNext/>
        <w:jc w:val="both"/>
        <w:rPr>
          <w:b/>
          <w:bCs/>
          <w:sz w:val="32"/>
          <w:szCs w:val="32"/>
        </w:rPr>
      </w:pPr>
      <w:r>
        <w:rPr>
          <w:b/>
          <w:bCs/>
          <w:sz w:val="32"/>
          <w:szCs w:val="32"/>
        </w:rPr>
        <w:t>THE SAGA OF ERIC THE RED</w:t>
      </w:r>
    </w:p>
    <w:p w:rsidR="001856D7" w:rsidRDefault="001856D7">
      <w:pPr>
        <w:keepNext/>
        <w:jc w:val="both"/>
        <w:rPr>
          <w:b/>
          <w:bCs/>
          <w:sz w:val="32"/>
          <w:szCs w:val="32"/>
        </w:rPr>
      </w:pPr>
    </w:p>
    <w:p w:rsidR="001856D7" w:rsidRDefault="001856D7">
      <w:pPr>
        <w:jc w:val="both"/>
        <w:rPr>
          <w:sz w:val="24"/>
          <w:szCs w:val="24"/>
        </w:rPr>
      </w:pPr>
      <w:r>
        <w:rPr>
          <w:sz w:val="24"/>
          <w:szCs w:val="24"/>
        </w:rPr>
        <w:t>THE clearest and most complete narrative of the discovery of Wineland, preserved in the ancient Icelandic literature, is that presented in the Saga of Eric the Red. Of this narrative two complete vellum texts have survived. The eldest of these texts is contained in the Arna-Magnæan Codex, No. 544, 4to, which is commonly known as Hauk's Book [Hauksbok]. This manuscript has derived its name from its first owner, for whom the work was doubtless written, and who himself participated in the labour of its preparation. This man, to whom the manuscript traces its origin, has, happily, left, not only in the manuscript itself, but in the history of his time, a record which enables us to determine, with exceptional accuracy, many dates in his life, and from these it is possible to assign approximate dates to that portion of the vellum which contains the narrative of the discovery. This fact possesses the greater interest since of no one of those who participated in the conservation of the elder sagas, have we data so precise as those which have been preserved to us of Hank Erlendsson, to whose care, actual and potential, this manuscript owes its existence.</w:t>
      </w:r>
    </w:p>
    <w:p w:rsidR="001856D7" w:rsidRDefault="001856D7">
      <w:pPr>
        <w:jc w:val="both"/>
        <w:rPr>
          <w:sz w:val="24"/>
          <w:szCs w:val="24"/>
        </w:rPr>
      </w:pPr>
    </w:p>
    <w:p w:rsidR="001856D7" w:rsidRDefault="001856D7">
      <w:pPr>
        <w:jc w:val="both"/>
        <w:rPr>
          <w:sz w:val="24"/>
          <w:szCs w:val="24"/>
        </w:rPr>
      </w:pPr>
      <w:r>
        <w:rPr>
          <w:sz w:val="24"/>
          <w:szCs w:val="24"/>
        </w:rPr>
        <w:t xml:space="preserve">We know that Jorunn, the mother of this man, was the direct descendant of a famous Icelander. His paternal ancestry is not so clearly established. It has been conjectured that his father, Erlend Olafsson, surnamed the [17] Stout [Erlendr sterki Olafsson], was the son of a man of humble parentage, and by birth a Norwegian. This View has been discredited, however, and the fact pretty clearly established that Erlend's father, Olaf, was no other than a certain Icelander called Olaf Tot. Hauk's father, Erlend, was probably the "Ellindr bondi" of a letter addressed by certain Icelanders to the Norwegian king, Magnus Law-Amender, in the year 1275. In the year 1283 we find indubitable mention of him in Icelandic annals as "legifer," he having in that year "come out" to Iceland from Norway vested with the dignity of "lawman." It is as the incumbent of a similar office, to which he appears to have been appointed in 1294, that we first find Hank Erlendsson mentioned. It is not unlikely that Hauk had visited Norway prior to 1301; there can be no doubt that he was in that country in the latter part of that year, for he was a "lawman" in Oslo [the modern Christiania] upon the 28th of January, 1302, since upon that date he published an autographic letter, which is still in existence. Whether the rank of knighthood, which carried with it the title of "herra" (Earl), had already been conferred upon him at this time is not certain. He is first mentioned with this title, in Icelandic annals, in 1306, elsewhere in 1305, although it has been claimed that he had probably then enjoyed this distinction for some years, but upon what authority is not clear. While Hauk revisited Iceland upon more than one occasion after the year 1302, much of the remainder of his life appears to have been spent in Norway, where he died in the year 1334. [18] </w:t>
      </w:r>
    </w:p>
    <w:p w:rsidR="001856D7" w:rsidRDefault="001856D7">
      <w:pPr>
        <w:jc w:val="both"/>
        <w:rPr>
          <w:sz w:val="24"/>
          <w:szCs w:val="24"/>
        </w:rPr>
      </w:pPr>
    </w:p>
    <w:p w:rsidR="001856D7" w:rsidRDefault="001856D7">
      <w:pPr>
        <w:jc w:val="both"/>
        <w:rPr>
          <w:sz w:val="24"/>
          <w:szCs w:val="24"/>
        </w:rPr>
      </w:pPr>
    </w:p>
    <w:p w:rsidR="001856D7" w:rsidRDefault="001856D7">
      <w:pPr>
        <w:jc w:val="both"/>
        <w:rPr>
          <w:sz w:val="24"/>
          <w:szCs w:val="24"/>
        </w:rPr>
      </w:pPr>
    </w:p>
    <w:p w:rsidR="001856D7" w:rsidRDefault="001856D7">
      <w:pPr>
        <w:jc w:val="both"/>
        <w:rPr>
          <w:sz w:val="24"/>
          <w:szCs w:val="24"/>
        </w:rPr>
      </w:pPr>
    </w:p>
    <w:p w:rsidR="001856D7" w:rsidRDefault="001856D7">
      <w:pPr>
        <w:jc w:val="both"/>
        <w:rPr>
          <w:sz w:val="24"/>
          <w:szCs w:val="24"/>
        </w:rPr>
      </w:pPr>
      <w:r>
        <w:rPr>
          <w:sz w:val="24"/>
          <w:szCs w:val="24"/>
        </w:rPr>
        <w:t>On the back of page 21 of Hauk's Book Arni Magnusson has written, probably with a view to preserve a fading entry upon the same page, the words: "This book belongs to Teit Paulsson [Teitr Palsson], if he be not robbed." It is not known who this Teit Paulsson was, but it is recorded that a man of this name sailed from Iceland to Norway in the year 1344. He may have been the one-time owner of the book, and, if the manuscript was then in Norway, may have carried it back to Iceland with him. Apart from this conjecture, the fact remains that the early history of Hauk's Book is shrouded in obscurity. It is first mentioned in the beginning of the seventeenth century by John the Learned, possibly about 1600, and a few years later by Arngrim Jonsson; it was subsequently loaned to Bishop Bryniolf Sveinsson, who caused the transcripts of the Landnamabok and the Kristni Saga to be made from it, as has already been related. This part of the codex the Bishop may have returned to the owner, himself retaining the remainder, for, with the exception of the two sagas named, Arni Magnusson obtained the codex from Gualveriabœr in the south of Iceland, and subsequently the remaining leaves of the missing sagas from the Rev. Olaf Jonsson, who was the clergyman at Stad in Grunnavik, in north-western Iceland, between the years 1703 and 1707.</w:t>
      </w:r>
    </w:p>
    <w:p w:rsidR="001856D7" w:rsidRDefault="001856D7">
      <w:pPr>
        <w:jc w:val="both"/>
        <w:rPr>
          <w:sz w:val="24"/>
          <w:szCs w:val="24"/>
        </w:rPr>
      </w:pPr>
    </w:p>
    <w:p w:rsidR="001856D7" w:rsidRDefault="001856D7">
      <w:pPr>
        <w:jc w:val="both"/>
        <w:rPr>
          <w:sz w:val="24"/>
          <w:szCs w:val="24"/>
        </w:rPr>
      </w:pPr>
      <w:r>
        <w:rPr>
          <w:sz w:val="24"/>
          <w:szCs w:val="24"/>
        </w:rPr>
        <w:t>Hauk's Book originally contained about 200 leaves, with widely varied contents. Certain leaves of the original manuscript have been detached from the main body of the book, and are now to be found in the Arna-Magnæan Collection; a portion has been lost, but 107 leaves of the [19] original codex are preserved. With the exception of those portions just referred to, that part of the manuscript which treats of the Wineland discovery is to be found in this last mentioned volume, from leaves 93 to 101 [</w:t>
      </w:r>
      <w:r>
        <w:rPr>
          <w:i/>
          <w:iCs/>
          <w:sz w:val="24"/>
          <w:szCs w:val="24"/>
        </w:rPr>
        <w:t>back</w:t>
      </w:r>
      <w:r>
        <w:rPr>
          <w:sz w:val="24"/>
          <w:szCs w:val="24"/>
        </w:rPr>
        <w:t>] inclusive. The saga therein contained has no title contemporary with the text, but Arni Magnusson has inserted, in the space left vacant for the title, the words: "Here begins the Saga of Thorfinn Karlsefni and Snorri Thorbrandsson," although it is not apparent whether he himself invented this title, or derived it from some now unknown source.</w:t>
      </w:r>
    </w:p>
    <w:p w:rsidR="001856D7" w:rsidRDefault="001856D7">
      <w:pPr>
        <w:jc w:val="both"/>
        <w:rPr>
          <w:sz w:val="24"/>
          <w:szCs w:val="24"/>
        </w:rPr>
      </w:pPr>
    </w:p>
    <w:p w:rsidR="001856D7" w:rsidRDefault="001856D7">
      <w:pPr>
        <w:jc w:val="both"/>
        <w:rPr>
          <w:sz w:val="24"/>
          <w:szCs w:val="24"/>
        </w:rPr>
      </w:pPr>
      <w:r>
        <w:rPr>
          <w:sz w:val="24"/>
          <w:szCs w:val="24"/>
        </w:rPr>
        <w:t xml:space="preserve">The Saga of Thorfinn Karlsefni was written by three different persons; the first portion is in a hand commonly ascribed to Hauk's so-called "first Icelandic secretary." On p. 99, l. 14, the ink and the hand change, and beginning with the words </w:t>
      </w:r>
      <w:r>
        <w:rPr>
          <w:i/>
          <w:iCs/>
          <w:sz w:val="24"/>
          <w:szCs w:val="24"/>
        </w:rPr>
        <w:t>Eirikr svarar vel</w:t>
      </w:r>
      <w:r>
        <w:rPr>
          <w:sz w:val="24"/>
          <w:szCs w:val="24"/>
        </w:rPr>
        <w:t xml:space="preserve">, the chirography is Hauk's own, as is readily apparent from a comparison with the autographic letter of 1302, already referred to. Hauk's own work continues throughout this and the following page, ceasing at the end of the second line on p. 100, with the words </w:t>
      </w:r>
      <w:r>
        <w:rPr>
          <w:i/>
          <w:iCs/>
          <w:sz w:val="24"/>
          <w:szCs w:val="24"/>
        </w:rPr>
        <w:t>kolludu i Hopi</w:t>
      </w:r>
      <w:r>
        <w:rPr>
          <w:sz w:val="24"/>
          <w:szCs w:val="24"/>
        </w:rPr>
        <w:t>, where he gives place to a new scribe, his so-called "second Icelandic secretary." Hauk, however, again resumes the pen on the back of p. 101, and himself concludes the saga. Two of the leaves upon which the saga is written are of an irregular shape, and there are holes in two other leaves; these defects were, however, present in the vellum from the beginning, so that they in no wise affect the integrity of the text; on the other hand the lower right-hand corner of p. 99 has become badly blackened, and is, in consequence, [20] partially illegible, as is also the left-hand corner of p. 101; similarly pp. 100 and 101 [</w:t>
      </w:r>
      <w:r>
        <w:rPr>
          <w:i/>
          <w:iCs/>
          <w:sz w:val="24"/>
          <w:szCs w:val="24"/>
        </w:rPr>
        <w:t>back</w:t>
      </w:r>
      <w:r>
        <w:rPr>
          <w:sz w:val="24"/>
          <w:szCs w:val="24"/>
        </w:rPr>
        <w:t>] are somewhat indistinct, but, in the original, still not undecipherable. Initial letters are inserted in red and blue, and the subtitles in red ink, which has sadly faded. There are three paginations, of which the latest, in red, is the one here adopted.</w:t>
      </w:r>
    </w:p>
    <w:p w:rsidR="001856D7" w:rsidRDefault="001856D7">
      <w:pPr>
        <w:jc w:val="both"/>
        <w:rPr>
          <w:sz w:val="24"/>
          <w:szCs w:val="24"/>
        </w:rPr>
      </w:pPr>
    </w:p>
    <w:p w:rsidR="001856D7" w:rsidRDefault="001856D7">
      <w:pPr>
        <w:jc w:val="both"/>
        <w:rPr>
          <w:sz w:val="24"/>
          <w:szCs w:val="24"/>
        </w:rPr>
      </w:pPr>
      <w:r>
        <w:rPr>
          <w:sz w:val="24"/>
          <w:szCs w:val="24"/>
        </w:rPr>
        <w:t>The genealogy appended to the saga has been brought down to Hank's own time, and Hank therein traces his ancestry to Karlsefni's Wineland-born son. By means of this genealogical list, we are enabled to determine, approximately, the date of this transcript of the original saga, for we read in this list of Hallbera, "Abbess of Reyniness," and since we know that Hallbera was not consecrated abbess until the year 1299, it becomes at once apparent that the saga could not have been completed before that year. This conclusion is corroborated by additional evidence furnished by this ancestral list, for in this list Hauk has given himself his title "herra," (earl). As has been stated, Hauk is first accorded this title in 1305, he is last mentioned without the title in 1304; which fact not only confirms the conclusion already reached, but enables us to advance the date, prior to which the transcript of the saga could not have been concluded, to 1304. It is not so easy to determine positively when the saga was finished. As Hank's own hand brings the saga to a conclusion, it is evident that it must have been completed before, or not later than, the year 1334, the year of his death. If we accept the words of the genealogical list literally, it would appear that Hauk wrote this [21] list not many years before his death, for it is there stated that Fru Ingigerd's daughter "</w:t>
      </w:r>
      <w:r>
        <w:rPr>
          <w:i/>
          <w:iCs/>
          <w:sz w:val="24"/>
          <w:szCs w:val="24"/>
        </w:rPr>
        <w:t>was</w:t>
      </w:r>
      <w:r>
        <w:rPr>
          <w:sz w:val="24"/>
          <w:szCs w:val="24"/>
        </w:rPr>
        <w:t>" Fru Hallbera, the Abbess. But Hallbera lived until 1330, and the strict construction of Hauk's language might point to the conclusion that the reference to Hallbera was made after her death, and therefore after 1330. Hauk was in Iceland in the years 1330 and 1331, doubtless for the last time. One of the scribes who aided him in writing the codex was probably an Icelander, as may be gleaned from his orthography, and as it is highly probable that the contents of the codex were for the most part copied from originals owned in Iceland; it may be that the transcript of this saga, as well as the book itself, was completed during this last visit. It has been claimed that a portion of Hank's book, preceding the Saga of Thorfinn, was written prior to Hank's acquirement of his title, a view founded upon the fact that his name is there cited without the addition of his title, and this view is supported by the corresponding usage of the Annals. If this be true, then, upon the above hypothesis, a period of more than twenty-five years must have elapsed between the inception of the work and the completion of the "Thorfinn's Saga." Doubtless a considerable time was consumed in the compilation and transcription of the contents of this manuscript; but it seems scarcely probable that so, long a time should have intervened between the preparation of the different portions of the work. Wherefore, if the reference to the Abbess Hallbera be accepted literally, the Conjecture that the earlier portion of the codex was written prior to 1299 would appear to be doubtful, and it [22] may be necessary either to advance the date of this portion of the manuscript or place the date of the Saga of Thorfinn anterior to that suggested. However this may be, two facts seem to be clearly established, first, that this saga was not written before 1299, and second, that this eldest surviving detailed narrative of the discovery of Wineland was written not later than the year 1334.</w:t>
      </w:r>
    </w:p>
    <w:p w:rsidR="001856D7" w:rsidRDefault="001856D7">
      <w:pPr>
        <w:jc w:val="both"/>
        <w:rPr>
          <w:sz w:val="24"/>
          <w:szCs w:val="24"/>
        </w:rPr>
      </w:pPr>
    </w:p>
    <w:p w:rsidR="001856D7" w:rsidRDefault="001856D7">
      <w:pPr>
        <w:jc w:val="both"/>
        <w:rPr>
          <w:sz w:val="24"/>
          <w:szCs w:val="24"/>
        </w:rPr>
      </w:pPr>
      <w:r>
        <w:rPr>
          <w:sz w:val="24"/>
          <w:szCs w:val="24"/>
        </w:rPr>
        <w:t xml:space="preserve">In the vellum codex, known as Number 557, 4to, of the Arna-Magnæan Collection, is an account of the Wineland discovery, so strikingly similar to that of Hauk's Book that there can be no doubt that both histories were derived from the same source. The history of the discovery contained in the above codex is called the "Saga of Eric the Red." This may well have been the primitive title of the saga of Hauk's Book, which, as has been noted, obtains its modern name, "Thorfinns Saga Karlsefnis," from the entry made by Arni Magnusson, early in the eighteenth century. That both sagas were copied from the same vellum is by no means certain; if both transcripts be judged strictly by their contents it becomes at once apparent that this could not have been the fact, and such a conjecture is only tenable upon the theory that the scribes of Hauk's Book edited the saga which they copied. This, while it is very doubtful in the case of the body of the text of the Hauk's Book Saga of Thorfinn, may not even be conjectured of the Saga of Eric the Red. The latter saga was undoubtedly a literal copy from the original, for there are certain minor confusions of the text, which indicate, unmistakably, either the heedlessness of the copyist, or that the scribe was working from a [23] somewhat illegible original whose defects he was not at pains to supply. If both sagas were copied from different early vellums, the simpler language of the Saga of Eric the Red would seem to indicate that it was a transcript of a somewhat earlier form of the saga than that from which the saga of Hauk's Book was derived. This, however, is entirely conjectural, for the codex containing the Saga of Eric the Red was not written for many years after Hauk's Book, and probably not until the following century. So much the orthography and hand of 557, 4to, indicate, and, from the application of this test, the codex bas been determined to date from the fifteenth century, and has been ascribed by very eminent authority to </w:t>
      </w:r>
      <w:r>
        <w:rPr>
          <w:i/>
          <w:iCs/>
          <w:sz w:val="24"/>
          <w:szCs w:val="24"/>
        </w:rPr>
        <w:t>ca</w:t>
      </w:r>
      <w:r>
        <w:rPr>
          <w:sz w:val="24"/>
          <w:szCs w:val="24"/>
        </w:rPr>
        <w:t>. 1400.</w:t>
      </w:r>
    </w:p>
    <w:p w:rsidR="001856D7" w:rsidRDefault="001856D7">
      <w:pPr>
        <w:jc w:val="both"/>
        <w:rPr>
          <w:sz w:val="24"/>
          <w:szCs w:val="24"/>
        </w:rPr>
      </w:pPr>
    </w:p>
    <w:p w:rsidR="001856D7" w:rsidRDefault="001856D7">
      <w:pPr>
        <w:jc w:val="both"/>
        <w:rPr>
          <w:sz w:val="24"/>
          <w:szCs w:val="24"/>
        </w:rPr>
      </w:pPr>
      <w:r>
        <w:rPr>
          <w:sz w:val="24"/>
          <w:szCs w:val="24"/>
        </w:rPr>
        <w:t>The Saga of Eric the Red begins with the thirteenth line of page 27 of the codex [the title appears at the top of this page], and concludes in the fifth line on the back of page 35, the hand being the same throughout. Spaces were left for initial letters, but these were not inserted, except in one case by a different and indifferent penman. With the exception of a very few words, or portions of words, upon page 30 [</w:t>
      </w:r>
      <w:r>
        <w:rPr>
          <w:i/>
          <w:iCs/>
          <w:sz w:val="24"/>
          <w:szCs w:val="24"/>
        </w:rPr>
        <w:t>back</w:t>
      </w:r>
      <w:r>
        <w:rPr>
          <w:sz w:val="24"/>
          <w:szCs w:val="24"/>
        </w:rPr>
        <w:t>] and page 31, the manuscript of the saga is clearly legible throughout. Certain slight defects in the vellum have existed from the beginning, and there is, therefore, no material hiatus in the entire text, for the sense of the few indistinct words is either clearly apparent from the context, or may be supplied from the sister text of Hauk's Book.</w:t>
      </w:r>
    </w:p>
    <w:p w:rsidR="001856D7" w:rsidRDefault="001856D7">
      <w:pPr>
        <w:jc w:val="both"/>
        <w:rPr>
          <w:sz w:val="24"/>
          <w:szCs w:val="24"/>
        </w:rPr>
      </w:pPr>
    </w:p>
    <w:p w:rsidR="001856D7" w:rsidRDefault="001856D7">
      <w:pPr>
        <w:jc w:val="both"/>
        <w:rPr>
          <w:sz w:val="24"/>
          <w:szCs w:val="24"/>
        </w:rPr>
      </w:pPr>
      <w:r>
        <w:rPr>
          <w:sz w:val="24"/>
          <w:szCs w:val="24"/>
        </w:rPr>
        <w:t>In his catalogue of parchment manuscripts, Arni Magnusson states that he obtained this manuscript from [24] Bishop John Vidalin and adds the conjecture, that it had either belonged to the Skaholt Church, or came thither from among Bishop Bryniolf's books. This conjecture, that the book belonged to the Church of Skaholt, has, however, been disputed, and the place of its compilation, at the same time, assigned to the north of Iceland.</w:t>
      </w:r>
    </w:p>
    <w:p w:rsidR="001856D7" w:rsidRDefault="001856D7">
      <w:pPr>
        <w:jc w:val="both"/>
        <w:rPr>
          <w:sz w:val="24"/>
          <w:szCs w:val="24"/>
        </w:rPr>
      </w:pPr>
    </w:p>
    <w:p w:rsidR="001856D7" w:rsidRDefault="001856D7">
      <w:pPr>
        <w:jc w:val="both"/>
        <w:rPr>
          <w:sz w:val="24"/>
          <w:szCs w:val="24"/>
        </w:rPr>
      </w:pPr>
      <w:r>
        <w:rPr>
          <w:sz w:val="24"/>
          <w:szCs w:val="24"/>
        </w:rPr>
        <w:t>The Saga of Eric the Red [and both texts are included under this title] presents a clear and graphic account of the discovery and exploration of Wineland the Good. In this narrative the discovery is ascribed to Leif, the son of Eric the Red, who hit upon the land, by chance, during a voyage from Norway to Greenland. This voyage, as has already been stated, probably took place in the year 1000.</w:t>
      </w:r>
    </w:p>
    <w:p w:rsidR="001856D7" w:rsidRDefault="001856D7">
      <w:pPr>
        <w:jc w:val="both"/>
        <w:rPr>
          <w:sz w:val="24"/>
          <w:szCs w:val="24"/>
        </w:rPr>
      </w:pPr>
    </w:p>
    <w:p w:rsidR="001856D7" w:rsidRDefault="001856D7">
      <w:pPr>
        <w:jc w:val="both"/>
        <w:rPr>
          <w:sz w:val="24"/>
          <w:szCs w:val="24"/>
        </w:rPr>
      </w:pPr>
      <w:r>
        <w:rPr>
          <w:sz w:val="24"/>
          <w:szCs w:val="24"/>
        </w:rPr>
        <w:t>After his return to Greenland, Leif's account of the land which he had discovered seems to have persuaded his brother, Thorstein, and possibly his father, to undertake an expedition to the strange country. This voyage, which was not destined to meet with a successful issue, may well have fallen in the year following Leif's return, and therefore, it may be conjectured, in the year 1001. About this time there had arrived in Greenland an Icelander of considerable prominence, an old friend of Eric's, named Thorbiorn Vifilsson, who had brought with him his daughter, Gudrid, or, as she is also called, Thurid. He must have arrived before Thorstein Ericsson's voyage, for we are told that it was in Thorbiorn's ship that this voyage was undertaken. It seems probable that Thorbiorn arrived at Brattahlid [Eric's home] during Leif's absence from Greenland, and if this be true it follows</w:t>
      </w:r>
    </w:p>
    <w:p w:rsidR="001856D7" w:rsidRDefault="001856D7">
      <w:pPr>
        <w:jc w:val="both"/>
        <w:rPr>
          <w:sz w:val="24"/>
          <w:szCs w:val="24"/>
        </w:rPr>
      </w:pPr>
    </w:p>
    <w:p w:rsidR="001856D7" w:rsidRDefault="001856D7">
      <w:pPr>
        <w:jc w:val="both"/>
        <w:rPr>
          <w:sz w:val="24"/>
          <w:szCs w:val="24"/>
        </w:rPr>
      </w:pPr>
      <w:r>
        <w:rPr>
          <w:sz w:val="24"/>
          <w:szCs w:val="24"/>
        </w:rPr>
        <w:t>[25] that Thorbiorn and Gudrid must have been converted to Christianity before its acceptance in Iceland as the legalized religion of the land; for very soon after their arrival in Greenland Gudrid alludes to the fact of her being a Christian, and, from the language of the saga, there can be no question that her father had likewise embraced the new faith. The presence of these companions in the faith may have materially aided Leif in the work of proselytism, in which he engaged upon his return to Greenland. We are told that Thorbiorn did not arrive at Brattahlid until the second year after his departure from Iceland, wherefore, if the assumption that he arrived during Leif's absence be sound, it becomes apparent that he must have left Iceland in the summer of the year 998 or 999.</w:t>
      </w:r>
    </w:p>
    <w:p w:rsidR="001856D7" w:rsidRDefault="001856D7">
      <w:pPr>
        <w:jc w:val="both"/>
        <w:rPr>
          <w:sz w:val="24"/>
          <w:szCs w:val="24"/>
        </w:rPr>
      </w:pPr>
      <w:r>
        <w:rPr>
          <w:sz w:val="24"/>
          <w:szCs w:val="24"/>
        </w:rPr>
        <w:t>Eric's son, Thorstein, wooed and married Gudrid, and the wedding was celebrated at Brattahlid in the autumn. It is recorded in the saga that Gudrid was regarded as a most desirable match. Thorstein may have promptly recognized her worth, and his marriage may have occurred in the autumn of the same year in which he returned from his unlucky voyage. It could not well have been celebrated in the previous year, for Thorstein's allusions on his death-bed to the religion of Greenland, indicate that Christianity must have been for a longer time the accepted faith of the land than it could have been at the close of the year 1000.</w:t>
      </w:r>
    </w:p>
    <w:p w:rsidR="001856D7" w:rsidRDefault="001856D7">
      <w:pPr>
        <w:jc w:val="both"/>
        <w:rPr>
          <w:sz w:val="24"/>
          <w:szCs w:val="24"/>
        </w:rPr>
      </w:pPr>
    </w:p>
    <w:p w:rsidR="001856D7" w:rsidRDefault="001856D7">
      <w:pPr>
        <w:jc w:val="both"/>
        <w:rPr>
          <w:sz w:val="24"/>
          <w:szCs w:val="24"/>
        </w:rPr>
      </w:pPr>
      <w:r>
        <w:rPr>
          <w:sz w:val="24"/>
          <w:szCs w:val="24"/>
        </w:rPr>
        <w:t>In the winter after his marriage, Thorstein died, and in the spring, Gudrid returned to Brattahlid. Thorfinn Karlsefni arrived at Brattahlid about this time, possibly [26] the next autumn after Thorstein's death, and in his company came Snorri Thorbrandsson. Karlsefni was married to Gudrid shortly after the Yule-tide following his arrival. If he arrived in Greenland in the autumn of the year 1002, this wedding may, accordingly, have taken place about the beginning of the year 1003. In the summer following his marriage, Thorfirm appears to have undertaken his voyage of exploration to Wienland, that is to say in the summer of the year 1003. A longer time may well have elapsed after Gudrid's arrival before her marriage with Thorstein, and similarly it is even more probable that a longer interval elapsed between Thorstein's death and Gudrid's second marriage. The purpose of this conjectural chronology is to determine, if possible, a date prior to which Thorfinn Karlsefni's voyage to Wineland could not have been undertaken. While therefore it is altogether probable that this voyage was made after the year 1003, it does not appear to be possible, for the reasons presented, that it could have taken place before that year.</w:t>
      </w:r>
    </w:p>
    <w:p w:rsidR="001856D7" w:rsidRDefault="001856D7">
      <w:pPr>
        <w:jc w:val="both"/>
        <w:rPr>
          <w:sz w:val="24"/>
          <w:szCs w:val="24"/>
        </w:rPr>
      </w:pPr>
    </w:p>
    <w:p w:rsidR="001856D7" w:rsidRDefault="001856D7">
      <w:pPr>
        <w:jc w:val="both"/>
        <w:rPr>
          <w:sz w:val="24"/>
          <w:szCs w:val="24"/>
        </w:rPr>
      </w:pPr>
    </w:p>
    <w:p w:rsidR="001856D7" w:rsidRDefault="001856D7">
      <w:pPr>
        <w:jc w:val="both"/>
        <w:rPr>
          <w:sz w:val="24"/>
          <w:szCs w:val="24"/>
        </w:rPr>
      </w:pPr>
    </w:p>
    <w:p w:rsidR="001856D7" w:rsidRDefault="001856D7">
      <w:pPr>
        <w:jc w:val="both"/>
        <w:rPr>
          <w:sz w:val="24"/>
          <w:szCs w:val="24"/>
        </w:rPr>
      </w:pPr>
    </w:p>
    <w:p w:rsidR="001856D7" w:rsidRDefault="001856D7">
      <w:pPr>
        <w:jc w:val="both"/>
        <w:rPr>
          <w:sz w:val="24"/>
          <w:szCs w:val="24"/>
        </w:rPr>
      </w:pPr>
      <w:r>
        <w:rPr>
          <w:sz w:val="24"/>
          <w:szCs w:val="24"/>
        </w:rPr>
        <w:t>Problems suggested by the text of another version of the history of the discovery and exploration, namely, that contained in the Flatey Book, are considered elsewhere, as are also points of difference between that narrative and the history as set forth in the Saga of Eric the Red. It remains to be said, that the text of this saga does not present such difficulties as those which are suggested by a critical examination of the narrative of the Flatey Book. This version of the history of the discovery does contain, however, one statement which is not [27] altogether intelligible and which is not susceptible of very satisfactory explanation, namely, that "there came no snow" in the land which the Wineland explorers had found. This assertion does not agree with our present knowledge of the winter climate of the eastern coast of that portion of North America situated within the latitude which was probably reached by the explorers. The observation may, perhaps, be best explained upon the theory that the original verbal statement of the explorers was, that there was no snow in Wineland, such as that to which they were accustomed in the countries with which they were more familiar. With this single exception there appears to be no statement in the Saga of Eric the Red which is not lucid, and which is not reasonably consistent with our present knowledge of the probable regions visited. The incident of the adventure with the Uniped may be passed without especial mention in this connection; it gives evidence of the prevalent superstition of the time, it is true, but it in no way reflects upon the keenness of observation or relative credibility of the explorers. It follows, therefore, that the accounts of the discovery contained in Hauk's Book and AM. 557, 4to, whether they present the eldest form of the narrative of the Wineland explorers or not, do afford the most graphic and succinct exposition of the discovery, and, supported as they are throughout by contemporaneous history, appear in every respect most worthy of credence.</w:t>
      </w:r>
    </w:p>
    <w:p w:rsidR="001856D7" w:rsidRDefault="001856D7">
      <w:pPr>
        <w:jc w:val="both"/>
        <w:rPr>
          <w:sz w:val="24"/>
          <w:szCs w:val="24"/>
        </w:rPr>
      </w:pPr>
    </w:p>
    <w:p w:rsidR="001856D7" w:rsidRDefault="001856D7">
      <w:pPr>
        <w:jc w:val="both"/>
        <w:rPr>
          <w:b/>
          <w:bCs/>
          <w:sz w:val="24"/>
          <w:szCs w:val="24"/>
        </w:rPr>
      </w:pPr>
      <w:r>
        <w:rPr>
          <w:sz w:val="24"/>
          <w:szCs w:val="24"/>
        </w:rPr>
        <w:br/>
      </w:r>
      <w:r>
        <w:rPr>
          <w:b/>
          <w:bCs/>
          <w:sz w:val="24"/>
          <w:szCs w:val="24"/>
        </w:rPr>
        <w:t xml:space="preserve">THE SAGA OF ERIC THE RED, ALSO CALLED </w:t>
      </w:r>
    </w:p>
    <w:p w:rsidR="001856D7" w:rsidRDefault="001856D7">
      <w:pPr>
        <w:jc w:val="both"/>
        <w:rPr>
          <w:b/>
          <w:bCs/>
          <w:sz w:val="24"/>
          <w:szCs w:val="24"/>
        </w:rPr>
      </w:pPr>
      <w:r>
        <w:rPr>
          <w:b/>
          <w:bCs/>
          <w:sz w:val="24"/>
          <w:szCs w:val="24"/>
        </w:rPr>
        <w:t>THE SAGA OF THORFINN KARLSEFNI AND SNORRI THORBRANDSSON</w:t>
      </w:r>
    </w:p>
    <w:p w:rsidR="001856D7" w:rsidRDefault="001856D7">
      <w:pPr>
        <w:jc w:val="both"/>
        <w:rPr>
          <w:b/>
          <w:bCs/>
          <w:sz w:val="28"/>
          <w:szCs w:val="28"/>
        </w:rPr>
      </w:pPr>
    </w:p>
    <w:p w:rsidR="001856D7" w:rsidRDefault="001856D7">
      <w:pPr>
        <w:jc w:val="both"/>
        <w:rPr>
          <w:sz w:val="24"/>
          <w:szCs w:val="24"/>
        </w:rPr>
      </w:pPr>
      <w:r>
        <w:rPr>
          <w:sz w:val="24"/>
          <w:szCs w:val="24"/>
        </w:rPr>
        <w:t xml:space="preserve">Olaf was the name of a warrior-king, who was called Olaf the White. He was the son of King Ingiald, Helgi's son, the son of Olaf, Gudraud's son, son of Halfdan Whiteleg, king of the Uplands-men </w:t>
      </w:r>
      <w:hyperlink r:id="rId7" w:history="1">
        <w:r>
          <w:rPr>
            <w:color w:val="0000FF"/>
            <w:sz w:val="24"/>
            <w:szCs w:val="24"/>
            <w:u w:val="single"/>
          </w:rPr>
          <w:t>(8)</w:t>
        </w:r>
      </w:hyperlink>
      <w:r>
        <w:rPr>
          <w:sz w:val="24"/>
          <w:szCs w:val="24"/>
        </w:rPr>
        <w:t xml:space="preserve">. Olaf engaged in a Western freebooting expedition and captured Dublin in Ireland and the Shire of Dublin, over which he became king </w:t>
      </w:r>
      <w:hyperlink r:id="rId8" w:history="1">
        <w:r>
          <w:rPr>
            <w:color w:val="0000FF"/>
            <w:sz w:val="24"/>
            <w:szCs w:val="24"/>
            <w:u w:val="single"/>
          </w:rPr>
          <w:t>(9)</w:t>
        </w:r>
      </w:hyperlink>
      <w:r>
        <w:rPr>
          <w:sz w:val="24"/>
          <w:szCs w:val="24"/>
        </w:rPr>
        <w:t xml:space="preserve">. He married Aud the Wealthy, daughter of Ketil Flatnose, soil of Biorn Buna, a famous man of Norway. Their son was called Thorstein the Red. Olaf was killed in battle in Ireland, and Aud </w:t>
      </w:r>
      <w:hyperlink r:id="rId9" w:history="1">
        <w:r>
          <w:rPr>
            <w:color w:val="0000FF"/>
            <w:sz w:val="24"/>
            <w:szCs w:val="24"/>
            <w:u w:val="single"/>
          </w:rPr>
          <w:t>(10)</w:t>
        </w:r>
      </w:hyperlink>
      <w:r>
        <w:rPr>
          <w:sz w:val="24"/>
          <w:szCs w:val="24"/>
        </w:rPr>
        <w:t xml:space="preserve"> and Thorstein went then to the Hebrides </w:t>
      </w:r>
      <w:hyperlink r:id="rId10" w:history="1">
        <w:r>
          <w:rPr>
            <w:color w:val="0000FF"/>
            <w:sz w:val="24"/>
            <w:szCs w:val="24"/>
            <w:u w:val="single"/>
          </w:rPr>
          <w:t>(11)</w:t>
        </w:r>
      </w:hyperlink>
      <w:r>
        <w:rPr>
          <w:sz w:val="24"/>
          <w:szCs w:val="24"/>
        </w:rPr>
        <w:t xml:space="preserve">; there Thorstein married Thurid, daughter of Eyvind Easterling, sister of Helgi the Lean; they had many children. Thorstein became a warrior-king, and entered into fellowship with Earl Sigurd the Mighty, son of Eystein the Rattler. They conquered Caithness and Sutherland, Ross and Moray, and more than the half of Scotland. Over these Thorstein became king, ere he was betrayed by the Scots, and was slain there in battle. Aud was at Caithness when she heard of Thorstein's death; she thereupon caused a ship </w:t>
      </w:r>
      <w:hyperlink r:id="rId11" w:history="1">
        <w:r>
          <w:rPr>
            <w:color w:val="0000FF"/>
            <w:sz w:val="24"/>
            <w:szCs w:val="24"/>
            <w:u w:val="single"/>
          </w:rPr>
          <w:t>(12)</w:t>
        </w:r>
      </w:hyperlink>
      <w:r>
        <w:rPr>
          <w:sz w:val="24"/>
          <w:szCs w:val="24"/>
        </w:rPr>
        <w:t xml:space="preserve"> to be secretly built in the forest, and when she was ready, she sailed out to the Orkneys. There she bestowed Groa, Thorstein the Red's daughter, in marriage: she was the mother of Grelad, whom Earl Thorfinn, Skull-cleaver, married. After this Aud set out to seek Iceland, and had on board her ship twenty freemen </w:t>
      </w:r>
      <w:hyperlink r:id="rId12" w:history="1">
        <w:r>
          <w:rPr>
            <w:color w:val="0000FF"/>
            <w:sz w:val="24"/>
            <w:szCs w:val="24"/>
            <w:u w:val="single"/>
          </w:rPr>
          <w:t>(13)</w:t>
        </w:r>
      </w:hyperlink>
      <w:r>
        <w:rPr>
          <w:sz w:val="24"/>
          <w:szCs w:val="24"/>
        </w:rPr>
        <w:t xml:space="preserve">. Aud arrived in Iceland, and passed the first winter at Biarnarhofn with her brother, Biorn. Aud afterwards took possession of all the Dale country </w:t>
      </w:r>
      <w:hyperlink r:id="rId13" w:history="1">
        <w:r>
          <w:rPr>
            <w:color w:val="0000FF"/>
            <w:sz w:val="24"/>
            <w:szCs w:val="24"/>
            <w:u w:val="single"/>
          </w:rPr>
          <w:t>(14)</w:t>
        </w:r>
      </w:hyperlink>
      <w:r>
        <w:rPr>
          <w:sz w:val="24"/>
          <w:szCs w:val="24"/>
        </w:rPr>
        <w:t xml:space="preserve"> between Dogurdar river and Skraumuhlaups river. She lived at Hvamm, and held her orisons at Krossholar, where she caused crosses to be erected, for she had been baptized and was a devout believer. With her there came out [to Iceland] many distinguished men, who had been captured in the Western freebooting expedition, and were called slaves. Vifil was the name of one of these; he was a highborn man, who had been taken captive in the Western sea, and was called a slave before Aud freed him; now when Aud gave homesteads to the members of her crew, Vifil asked wherefore she gave him no homestead, as to the other men. Aud replied, that this should make no difference to him, saying that he would be regarded as a distinguished man wherever he was. She gave him Vifilsdal </w:t>
      </w:r>
      <w:hyperlink r:id="rId14" w:history="1">
        <w:r>
          <w:rPr>
            <w:color w:val="0000FF"/>
            <w:sz w:val="24"/>
            <w:szCs w:val="24"/>
            <w:u w:val="single"/>
          </w:rPr>
          <w:t>(15)</w:t>
        </w:r>
      </w:hyperlink>
      <w:r>
        <w:rPr>
          <w:sz w:val="24"/>
          <w:szCs w:val="24"/>
        </w:rPr>
        <w:t xml:space="preserve"> and there he dwelt. He married a woman whose name was . . . their sons were Thorbiorn and Thorgeir. They were men of promise, and grew up with their father.</w:t>
      </w:r>
    </w:p>
    <w:p w:rsidR="001856D7" w:rsidRDefault="001856D7">
      <w:pPr>
        <w:jc w:val="both"/>
        <w:rPr>
          <w:sz w:val="24"/>
          <w:szCs w:val="24"/>
        </w:rPr>
      </w:pPr>
    </w:p>
    <w:p w:rsidR="001856D7" w:rsidRDefault="001856D7">
      <w:pPr>
        <w:jc w:val="both"/>
        <w:rPr>
          <w:sz w:val="24"/>
          <w:szCs w:val="24"/>
        </w:rPr>
      </w:pPr>
    </w:p>
    <w:p w:rsidR="001856D7" w:rsidRDefault="001856D7">
      <w:pPr>
        <w:keepNext/>
        <w:jc w:val="both"/>
        <w:rPr>
          <w:b/>
          <w:bCs/>
          <w:sz w:val="28"/>
          <w:szCs w:val="28"/>
        </w:rPr>
      </w:pPr>
      <w:r>
        <w:rPr>
          <w:b/>
          <w:bCs/>
          <w:sz w:val="28"/>
          <w:szCs w:val="28"/>
        </w:rPr>
        <w:t>ERIC THE RED FINDS GREENLAND.</w:t>
      </w:r>
    </w:p>
    <w:p w:rsidR="001856D7" w:rsidRDefault="001856D7">
      <w:pPr>
        <w:keepNext/>
        <w:jc w:val="both"/>
        <w:rPr>
          <w:b/>
          <w:bCs/>
          <w:sz w:val="28"/>
          <w:szCs w:val="28"/>
        </w:rPr>
      </w:pPr>
    </w:p>
    <w:p w:rsidR="001856D7" w:rsidRDefault="001856D7">
      <w:pPr>
        <w:jc w:val="both"/>
        <w:rPr>
          <w:sz w:val="24"/>
          <w:szCs w:val="24"/>
        </w:rPr>
      </w:pPr>
      <w:r>
        <w:rPr>
          <w:sz w:val="24"/>
          <w:szCs w:val="24"/>
        </w:rPr>
        <w:t xml:space="preserve">There was a man named Thorvald; he was a son of Asvald, Ulf's son, Eyxna-Thori's son. His son's name was Eric. He and his father went from Jaederen </w:t>
      </w:r>
      <w:hyperlink r:id="rId15" w:history="1">
        <w:r>
          <w:rPr>
            <w:color w:val="0000FF"/>
            <w:sz w:val="24"/>
            <w:szCs w:val="24"/>
            <w:u w:val="single"/>
          </w:rPr>
          <w:t>(16)</w:t>
        </w:r>
      </w:hyperlink>
      <w:r>
        <w:rPr>
          <w:sz w:val="24"/>
          <w:szCs w:val="24"/>
        </w:rPr>
        <w:t xml:space="preserve"> to Iceland, on account of manslaughter, and settled on Hornstrandir, and dwelt at Drangar </w:t>
      </w:r>
      <w:hyperlink r:id="rId16" w:history="1">
        <w:r>
          <w:rPr>
            <w:color w:val="0000FF"/>
            <w:sz w:val="24"/>
            <w:szCs w:val="24"/>
            <w:u w:val="single"/>
          </w:rPr>
          <w:t>(17)</w:t>
        </w:r>
      </w:hyperlink>
      <w:r>
        <w:rPr>
          <w:sz w:val="24"/>
          <w:szCs w:val="24"/>
        </w:rPr>
        <w:t xml:space="preserve">. There Thorvald died, and Eric then married Thorhild, a daughter of Jorund, Atli's son, and Thorbiorg the Ship-chested who had been married before to Thorbiorn of the Haukadal [30] family. Eric then removed from the North, and cleared land in Haukadal, and dwelt at Ericsstadir by Vatnshorn. Then Eric's thralls caused a land-slide on Valthiof's farm, Valthiofsstadir. Eyiolf the Foul, Valthiof's kinsman, slew the thralls near Skeidsbrekkur above Vatnshorn. For this Eric killed Eyiolf the Foul, and he also killed Duelling-Hrafn, at Leikskalar. Geirstein and Odd of Jorva, Eyiolf's kinsmen, conducted the prosecution for the slaying of their kinsmen, and Eric was, in consequence, banished from Haukadal. He then took possession of Brokey and Eyxney, and dwelt at Tradir on Sudrey, the first winter </w:t>
      </w:r>
      <w:hyperlink r:id="rId17" w:history="1">
        <w:r>
          <w:rPr>
            <w:color w:val="0000FF"/>
            <w:sz w:val="24"/>
            <w:szCs w:val="24"/>
            <w:u w:val="single"/>
          </w:rPr>
          <w:t>(18)</w:t>
        </w:r>
      </w:hyperlink>
      <w:r>
        <w:rPr>
          <w:sz w:val="24"/>
          <w:szCs w:val="24"/>
        </w:rPr>
        <w:t xml:space="preserve">. It was at this time that he loaned Thorgest his outer dais-boards </w:t>
      </w:r>
      <w:hyperlink r:id="rId18" w:history="1">
        <w:r>
          <w:rPr>
            <w:color w:val="0000FF"/>
            <w:sz w:val="24"/>
            <w:szCs w:val="24"/>
            <w:u w:val="single"/>
          </w:rPr>
          <w:t>(19)</w:t>
        </w:r>
      </w:hyperlink>
      <w:r>
        <w:rPr>
          <w:sz w:val="24"/>
          <w:szCs w:val="24"/>
        </w:rPr>
        <w:t xml:space="preserve">; Eric afterwards went to Eyxney, and dwelt at Ericsstad. He then demanded his outer dais-boards, but did not obtain them. Eric then carried the outer dais-boards away from Breidabolstad, and Thorgest gave chase. They came to blows a short distance from the farm of Drangar </w:t>
      </w:r>
      <w:hyperlink r:id="rId19" w:history="1">
        <w:r>
          <w:rPr>
            <w:color w:val="0000FF"/>
            <w:sz w:val="24"/>
            <w:szCs w:val="24"/>
            <w:u w:val="single"/>
          </w:rPr>
          <w:t>(20)</w:t>
        </w:r>
      </w:hyperlink>
      <w:r>
        <w:rPr>
          <w:sz w:val="24"/>
          <w:szCs w:val="24"/>
        </w:rPr>
        <w:t xml:space="preserve">. There two of Thorgest's sons were killed and certain other men besides. After this each of them retained a considerable body of men with him at his home. Styr gave Eric his support, as did also Eyiolf of Sviney, Thorbiorn, Vifil's son, and the sons of Thorbrand of Alptafirth; while Thorgest was backed by the sons of Thord the Yeller, and Thorgeir of Hitardal, Aslak of Langadal and his son, Illugi. Eric and his people were condemned to outlawry at Thorsness-thing </w:t>
      </w:r>
      <w:hyperlink r:id="rId20" w:history="1">
        <w:r>
          <w:rPr>
            <w:color w:val="0000FF"/>
            <w:sz w:val="24"/>
            <w:szCs w:val="24"/>
            <w:u w:val="single"/>
          </w:rPr>
          <w:t>(21)</w:t>
        </w:r>
      </w:hyperlink>
      <w:r>
        <w:rPr>
          <w:sz w:val="24"/>
          <w:szCs w:val="24"/>
        </w:rPr>
        <w:t xml:space="preserve">. He equipped his ship for a voyage, in Ericsvag; while Eyiolf concealed him in Dimunarvag </w:t>
      </w:r>
      <w:hyperlink r:id="rId21" w:history="1">
        <w:r>
          <w:rPr>
            <w:color w:val="0000FF"/>
            <w:sz w:val="24"/>
            <w:szCs w:val="24"/>
            <w:u w:val="single"/>
          </w:rPr>
          <w:t>(22)</w:t>
        </w:r>
      </w:hyperlink>
      <w:r>
        <w:rPr>
          <w:sz w:val="24"/>
          <w:szCs w:val="24"/>
        </w:rPr>
        <w:t xml:space="preserve">, when Thorgest and his people were searching for him among the islands. [31] He said to them, that it was his intention to go in search of that land which Gunnbiorn </w:t>
      </w:r>
      <w:hyperlink r:id="rId22" w:history="1">
        <w:r>
          <w:rPr>
            <w:color w:val="0000FF"/>
            <w:sz w:val="24"/>
            <w:szCs w:val="24"/>
            <w:u w:val="single"/>
          </w:rPr>
          <w:t>(23)</w:t>
        </w:r>
      </w:hyperlink>
      <w:r>
        <w:rPr>
          <w:sz w:val="24"/>
          <w:szCs w:val="24"/>
        </w:rPr>
        <w:t xml:space="preserve">, son of Ulf the Crow, saw when he was driven out of his course, westward across the main, and discovered Gurmbiornsskerries. He told them that he would return again to his friends, if he should succeed in finding that country. Thorbiorn, and Eyiolf, and Styr accompanied Eric out beyond the islands, and they parted with the greatest friendliness; Eric said to them that he would render them similar aid, so far as it might lie within his power, if they should ever stand in need of his help. Eric sailed out to sea from Snaefells-iokul, and arrived at that ice-mountain </w:t>
      </w:r>
      <w:hyperlink r:id="rId23" w:history="1">
        <w:r>
          <w:rPr>
            <w:color w:val="0000FF"/>
            <w:sz w:val="24"/>
            <w:szCs w:val="24"/>
            <w:u w:val="single"/>
          </w:rPr>
          <w:t>(24)</w:t>
        </w:r>
      </w:hyperlink>
      <w:r>
        <w:rPr>
          <w:sz w:val="24"/>
          <w:szCs w:val="24"/>
        </w:rPr>
        <w:t xml:space="preserve"> which is called Blacksark. Thence he sailed to the southward, that he might ascertain whether there was habitable country in that direction. He passed the first winter at Ericsey, near the middle of the Western-settlement. In the following spring he proceeded to Ericsfirth, and selected a site there for his homestead. That summer he explored the western uninhabited region, remaining there for a long time, and assigning many local names there. The second winter he spent at Ericsholms beyond Hvarfsgnipa. But the third summer he sailed northward to Snaefell, and into Hrafnsfirth. He believed then that he had reached the head of Ericsfirth; he turned back then, and remained the third winter at Ericsey at the mouth of Ericsfirth </w:t>
      </w:r>
      <w:hyperlink r:id="rId24" w:history="1">
        <w:r>
          <w:rPr>
            <w:color w:val="0000FF"/>
            <w:sz w:val="24"/>
            <w:szCs w:val="24"/>
            <w:u w:val="single"/>
          </w:rPr>
          <w:t>(25)</w:t>
        </w:r>
      </w:hyperlink>
      <w:r>
        <w:rPr>
          <w:sz w:val="24"/>
          <w:szCs w:val="24"/>
        </w:rPr>
        <w:t xml:space="preserve">. The following summer he sailed to Iceland, and landed in Breidafirth. He remained that winter with Ingolf </w:t>
      </w:r>
      <w:hyperlink r:id="rId25" w:history="1">
        <w:r>
          <w:rPr>
            <w:color w:val="0000FF"/>
            <w:sz w:val="24"/>
            <w:szCs w:val="24"/>
            <w:u w:val="single"/>
          </w:rPr>
          <w:t>(26)</w:t>
        </w:r>
      </w:hyperlink>
      <w:r>
        <w:rPr>
          <w:sz w:val="24"/>
          <w:szCs w:val="24"/>
        </w:rPr>
        <w:t xml:space="preserve"> at Holmlatr. In the spring he and Thorgest fought together, and Eric was defeated; after this a reconciliation [32] was effected between them. That summer Eric set out to colonize the land which he had discovered, and which he called Greenland, because, he said, men would be the more readily persuaded thither if the land had a good name.</w:t>
      </w:r>
    </w:p>
    <w:p w:rsidR="001856D7" w:rsidRDefault="001856D7">
      <w:pPr>
        <w:jc w:val="both"/>
        <w:rPr>
          <w:sz w:val="24"/>
          <w:szCs w:val="24"/>
        </w:rPr>
      </w:pPr>
    </w:p>
    <w:p w:rsidR="001856D7" w:rsidRDefault="001856D7">
      <w:pPr>
        <w:jc w:val="both"/>
        <w:rPr>
          <w:sz w:val="24"/>
          <w:szCs w:val="24"/>
        </w:rPr>
      </w:pPr>
    </w:p>
    <w:p w:rsidR="001856D7" w:rsidRDefault="001856D7">
      <w:pPr>
        <w:keepNext/>
        <w:jc w:val="both"/>
        <w:rPr>
          <w:b/>
          <w:bCs/>
          <w:sz w:val="28"/>
          <w:szCs w:val="28"/>
        </w:rPr>
      </w:pPr>
      <w:r>
        <w:rPr>
          <w:b/>
          <w:bCs/>
          <w:sz w:val="28"/>
          <w:szCs w:val="28"/>
        </w:rPr>
        <w:t>CONCERNING THORBIORN</w:t>
      </w:r>
    </w:p>
    <w:p w:rsidR="001856D7" w:rsidRDefault="001856D7">
      <w:pPr>
        <w:keepNext/>
        <w:jc w:val="both"/>
        <w:rPr>
          <w:b/>
          <w:bCs/>
          <w:sz w:val="28"/>
          <w:szCs w:val="28"/>
        </w:rPr>
      </w:pPr>
    </w:p>
    <w:p w:rsidR="001856D7" w:rsidRDefault="001856D7">
      <w:pPr>
        <w:jc w:val="both"/>
        <w:rPr>
          <w:sz w:val="24"/>
          <w:szCs w:val="24"/>
        </w:rPr>
      </w:pPr>
      <w:r>
        <w:rPr>
          <w:sz w:val="24"/>
          <w:szCs w:val="24"/>
        </w:rPr>
        <w:t xml:space="preserve">Thorgeir, Vifil's son, married, and took to wife Arnora, daughter of Einar of Laugarbrekka, Sigmund's son, son of Ketil Thistil, who settled Thistilsfirth. Einar had another daughter named Hallveig; she was married to Thorbiorn, Vifil's son </w:t>
      </w:r>
      <w:hyperlink r:id="rId26" w:history="1">
        <w:r>
          <w:rPr>
            <w:color w:val="0000FF"/>
            <w:sz w:val="24"/>
            <w:szCs w:val="24"/>
            <w:u w:val="single"/>
          </w:rPr>
          <w:t>(27)</w:t>
        </w:r>
      </w:hyperlink>
      <w:r>
        <w:rPr>
          <w:sz w:val="24"/>
          <w:szCs w:val="24"/>
        </w:rPr>
        <w:t xml:space="preserve">, who got with her Laugarbrekka-land on Hellisvellir. Thorbiorn moved thither, and became a very distinguished man. He was an excellent husbandman, and had a great estate. Gudrid was the name of Thorbiorn's daughter. She was the most beautiful of her sex, and in every respect a very superior woman. There dwelt at Arnarstapi a man named Orm, whose wife's name was Halldis. Orm was a good husbandman, and a great friend of Thorbiorn, and Gudrid lived with him for a long time as a foster-daughter. There was a man named Thorgeir, who lived at Thorgeirsfell </w:t>
      </w:r>
      <w:hyperlink r:id="rId27" w:history="1">
        <w:r>
          <w:rPr>
            <w:color w:val="0000FF"/>
            <w:sz w:val="24"/>
            <w:szCs w:val="24"/>
            <w:u w:val="single"/>
          </w:rPr>
          <w:t>(28)</w:t>
        </w:r>
      </w:hyperlink>
      <w:r>
        <w:rPr>
          <w:sz w:val="24"/>
          <w:szCs w:val="24"/>
        </w:rPr>
        <w:t>; he was very wealthy and had been manumitted; he had a son named Einar, who was a handsome, well-bred man, and very showy in his dress. Einar was engaged in trading-voyages from one country to the other, and had prospered in this. He always spent his winter alternately either in Iceland or in Norway.</w:t>
      </w:r>
    </w:p>
    <w:p w:rsidR="001856D7" w:rsidRDefault="001856D7">
      <w:pPr>
        <w:jc w:val="both"/>
        <w:rPr>
          <w:sz w:val="24"/>
          <w:szCs w:val="24"/>
        </w:rPr>
      </w:pPr>
      <w:r>
        <w:rPr>
          <w:sz w:val="24"/>
          <w:szCs w:val="24"/>
        </w:rPr>
        <w:t>Now it is to be told that one autumn, when Einar was in Iceland, he went with his wares out along Snaefellsness, [33] with the intention of selling them. He came to Arnarstapi, and Orm invited him to remain with him, and Einar accepted this invitation, for there was a strong friendship [between Orm and himself]. Einar's wares were carried into a store-house, where he unpacked them, and displayed them to Orm and the men of his household, and asked Orm to take such of them as he liked. Orm accepted this offer, and said that Einar was a good merchant, and was greatly favoured by fortune. Now, while they were busied about the wares, a woman passed before the door of the store-house. Einar enquired of Orm: "Who was that handsome woman who passed before the door? I have never seen her here before." Orm replies: "That is Gudrid, my foster-child, the daughter of Thorbiorn of Laugarbrekka." "She must be a good match," said Einar; "has she had any suitors?" Orm replies: "In good sooth she has been courted, friend, nor is she easily to be won, for it is believed that both she and her father will be very particular in their choice of a husband." "Be that as it may," quoth Einar, "she is the woman to whom I mean to pay my addresses, and I would have thee present this matter to her father in my behalf, and use every exertion to bring it to a favourable issue, and I shall reward thee to the full of my friendship, if I am successful. It may be that Thorbiorn will regard the connection as being to our mutual advantage, for [while] he is a most honourable man and has a goodly home, his personal effects, I am told, are somewhat on the wane; but neither I nor my father are lacking in lands or chattels, and Thorbiorn would be greatly aided</w:t>
      </w:r>
    </w:p>
    <w:p w:rsidR="001856D7" w:rsidRDefault="001856D7">
      <w:pPr>
        <w:jc w:val="both"/>
        <w:rPr>
          <w:sz w:val="24"/>
          <w:szCs w:val="24"/>
        </w:rPr>
      </w:pPr>
    </w:p>
    <w:p w:rsidR="001856D7" w:rsidRDefault="001856D7">
      <w:pPr>
        <w:jc w:val="both"/>
        <w:rPr>
          <w:sz w:val="24"/>
          <w:szCs w:val="24"/>
        </w:rPr>
      </w:pPr>
      <w:r>
        <w:rPr>
          <w:sz w:val="24"/>
          <w:szCs w:val="24"/>
        </w:rPr>
        <w:t xml:space="preserve">[34] thereby, if this match should be brought about." "Surely I believe myself to be thy friend," replies Orm, "and yet I am by no means disposed to act in this matter, for Thorbiorn hath a very haughty spirit, and is moreover a most ambitious man." Einar replied that he wished for nought else than that his suit should be broached; Orm replied that he should have his will. Einar fared again to the South until he reached his home. Sometime after this, Thorbiorn had an autumn feast, as was his custom, for he was a man of high position. Hither came Orm of Arnarstapi, and many other of Thorbiorn's friends. Orm came to speech with Thorbiorn, and said that Einar of Thorgeirsfell had visited him not long before, and that he was become a very promising man. Orm now makes known the proposal of marriage in Einar's behalf, and added that for some persons and for some reasons it might be regarded as a very appropriate match: "thou mayest greatly strengthen thyself thereby, master, by reason of the property." Thorbiorn answers: "Little did I expect to hear such words from thee, that I should marry my daughter to the son of a thrall </w:t>
      </w:r>
      <w:hyperlink r:id="rId28" w:history="1">
        <w:r>
          <w:rPr>
            <w:color w:val="0000FF"/>
            <w:sz w:val="24"/>
            <w:szCs w:val="24"/>
            <w:u w:val="single"/>
          </w:rPr>
          <w:t>(29)</w:t>
        </w:r>
      </w:hyperlink>
      <w:r>
        <w:rPr>
          <w:sz w:val="24"/>
          <w:szCs w:val="24"/>
        </w:rPr>
        <w:t xml:space="preserve">; and that, because it seems to thee that my means are diminishing, wherefore she shall not remain longer with thee since thou deemest so mean a match as this suitable for her." Orm afterward returned to his home, and all of the invited guests to their respective households, while Gudrid remained behind with her father, and tarried at home that winter. But in the spring Thorbiorn gave an entertainment to his friends, to which many came, and it was a noble feast, and at the banquet Thorbiorn called for silence, [35] and spoke: "Here have I passed a goodly lifetime, and have experienced the good-will of men toward me, and their affection; and, methinks, our relations together have been pleasant; but now I begin to find myself in straitened circumstances, although my estate has hitherto been accounted a respectable one. Now will I rather abandon my farming than lose my honour, and rather leave the country than bring disgrace upon my family; wherefore I have now concluded to put that promise to the test, which my friend Eric the Red made, when we parted company in Breidafirth. It is my present design to go to Greenland this summer, if matters fare as I wish." The folk were greatly astonished at this plan of Thorbiorn's, for he was blessed with many friends, but they were convinced that he was so firmly fixed in his purpose that it would not avail to endeavour to dissuade him from it. Thorbiorn bestowed gifts upon his guests, after which the feast came to an end, and the folk returned to their homes. Thorbiorn sells his lands and buys a ship, which was laid up at the mouth of Hraunhofn </w:t>
      </w:r>
      <w:hyperlink r:id="rId29" w:history="1">
        <w:r>
          <w:rPr>
            <w:color w:val="0000FF"/>
            <w:sz w:val="24"/>
            <w:szCs w:val="24"/>
            <w:u w:val="single"/>
          </w:rPr>
          <w:t>(30)</w:t>
        </w:r>
      </w:hyperlink>
      <w:r>
        <w:rPr>
          <w:sz w:val="24"/>
          <w:szCs w:val="24"/>
        </w:rPr>
        <w:t xml:space="preserve">. Thirty persons joined him in the voyage; among these were Orm of Arnarstapi, and his wife, and other of Thorbiorn's friends, who would not part from him. Then they put to sea. When they sailed the weather was favourable, but after they came out upon the high seas the fair wind failed, and there came great gales, and they lost their way, and had a very tedious voyage that summer. Then illness appeared among their people, and Orm and his wife Halldis died, and the half of their company. The sea began to run high, and [36] they had a very wearisome and wretched voyage in many ways, but arrived, nevertheless, at Heriolfsness in Greenland, on the very eve of winter. At Heriolfsness lived a man named Thorkel. He was a man of ability and an excellent husbandman. He received Thorbiorn and all of his ship's company, and entertained them well during the winter. At that time there was a season of great dearth in Greenland; those who had been at the fisheries had had poor hauls, and some had not returned. There was a certain woman there in the settlement, whose name was Thorbiorg. She was a prophetess, and was called Little Sibyl </w:t>
      </w:r>
      <w:hyperlink r:id="rId30" w:history="1">
        <w:r>
          <w:rPr>
            <w:color w:val="0000FF"/>
            <w:sz w:val="24"/>
            <w:szCs w:val="24"/>
            <w:u w:val="single"/>
          </w:rPr>
          <w:t>(31)</w:t>
        </w:r>
      </w:hyperlink>
      <w:r>
        <w:rPr>
          <w:sz w:val="24"/>
          <w:szCs w:val="24"/>
        </w:rPr>
        <w:t>. She had had nine sisters, all of whom were prophetesses, but she was the only one left alive. It was Thorbiorg's custom in the winters to go to entertainments, and she was especially sought after at the homes of those who were curious to know their fate, or what manner of season might be in store for them; and inasmuch as Thorkel was the chief yeoman in the neighbourhood it was thought to devolve upon him to find out when the evil time, which was upon them, would cease. Thorkel invited the prophetess to his home, and careful preparations were made for her reception, according to the custom which prevailed, when women of her kind were to be entertained. A high seat was prepared for her, in which a cushion filled with poultry feathers was placed. When she came in the evening, with the man who had been sent to meet her, she was clad in a dark-blue cloak, fastened with a strap, and set with stones quite down to the hem. She wore glass beads around her neck, and upon her head a black lamb-skin hood, [37] lined with white cat-skin. In her hands she carried a staff, upon which there was a knob, which was ornamented with brass, and set with stones up about the knob. Circling her waist she wore a girdle of touch-wood, and attached to it a great skin pouch, in which she kept the charms which she used when she was practising her sorcery. She wore upon her feet shaggy calf-skin shoes, with long, tough latchets, upon the ends of which there were large brass buttons. She had cat-skin gloves upon her hands, which were white inside and lined with fur. When she entered, all of the folk felt it to be their duty to offer her becoming greetings. She received the salutations of each individual according as he pleased her. Yeoman Thorkel took the sibyl by the hand, and led her to the seat which had been made ready for her. Thorkel bade her run her eyes over man and beast and home. She had little to say concerning all these. The tables were brought forth in the evening, and it remains to be told what manner of food was prepared for the prophetess. A porridge of goat's beestings was made for her, and for meat there were dressed the hearts of every kind of beast, which could be obtained there. She had a brass spoon, and a knife with a handle of walrus tusk, with a double hasp of brass around the haft, and from this the point was broken. And when the tables were removed Yeoman Thorkel approached Thorbiorg, and asked how she was pleased with the home, and the character of the folk, and how speedily she would he likely to become aware of that concerning which he had questioned her, and which the people were anxious to know. She replied [38] that she could not give an opinion in this matter before the morrow, after that she had slept there through the night. And on the morrow, when the day was far spent, such preparations were made as were necessary to enable her to accomplish her soothsaying. She bade them bring her those women, who knew the incantation, which she required to work her spells, and which she called Warlocks; but such women were not to be found. Thereupon a search was made throughout the house, to see whether any one knew this [incantation]. Then said Gudrid: "Although I am neither skilled in the black art nor a sibyl, yet my foster-mother, Halldis, taught me in Iceland that spell-song, which she called Warlocks." Thorbiorg answered: "Then are thou wise in season!" Gudrid replied: "This is an incantation and ceremony of such a kind, that I do not mean to lend it any aid, for that I am a Christian woman." Thorbiorg answered: "It might so be that thou couldst give thy help to the company here, and still be no worse woman than before; however I leave it with Thorkel to provide for my needs." Thorkel now so urged Gudrid, that she said she must needs comply with his wishes. The women then made a ring round about, while Thorbiorg sat up on the spell-dais. Gudrid then sang the song, so sweet and well that no one remembered ever before to have heard the melody sung with so fair a voice as this. The sorceress thanked her for the song, and said: "She has indeed lured many spirits hither, who think it pleasant to hear this song, those who were wont to forsake us hitherto and refuse to submit themselves to us. Many things are now revealed to me which [39] hitherto have been hidden, both, from me and from others. And I am able to announce that this period of famine will not endure longer, but the season will mend as spring approaches. The visitation of disease, which has been so long upon you, will disappear sooner than expected. And thee, Gudrid, I shall reward out of hand for the assistance which thou hast vouchsafed us, since the fate in store for thee is now all made manifest to me. Thou shalt make a most worthy match here in Greenland, but it shall not be of long duration for thee, for thy future path leads out to Iceland, and a lineage both great and goodly shall spring from thee, and above thy line brighter rays of light shall shine than I have power clearly to unfold. And now fare well and health to thee, my daughter!" After this the folk advanced to the sibyl, and each besought information concerning that about which he was most serious. She was very ready in her responses, and little of that which she foretold failed of fulfillment. After this they came for her from a neighbouring farmstead, and she thereupon set out thither. Thorbiorn was then sent for, since he had not been willing to remain at home while such heathen rites were practising. The weather improved speedily when the spring opened, even as Thorbiorg had prophesied. Thorbiorn equipped his ship and sailed away, until he arrived at Brattahlid. Eric received him with open arms, and said that it was well that he had come thither. Thorbiorn and his household remained with him during the winter, while quarters were provided for the crew among the farmers. And the following spring Eric gave Thorbiorn [40] land on Stokkaness, where a goodly farmstead was founded, and there he lived thenceforward.</w:t>
      </w:r>
    </w:p>
    <w:p w:rsidR="001856D7" w:rsidRDefault="001856D7">
      <w:pPr>
        <w:jc w:val="both"/>
        <w:rPr>
          <w:sz w:val="24"/>
          <w:szCs w:val="24"/>
        </w:rPr>
      </w:pPr>
    </w:p>
    <w:p w:rsidR="001856D7" w:rsidRDefault="001856D7">
      <w:pPr>
        <w:jc w:val="both"/>
        <w:rPr>
          <w:sz w:val="24"/>
          <w:szCs w:val="24"/>
        </w:rPr>
      </w:pPr>
    </w:p>
    <w:p w:rsidR="001856D7" w:rsidRDefault="001856D7">
      <w:pPr>
        <w:keepNext/>
        <w:jc w:val="both"/>
        <w:rPr>
          <w:b/>
          <w:bCs/>
          <w:sz w:val="28"/>
          <w:szCs w:val="28"/>
        </w:rPr>
      </w:pPr>
      <w:r>
        <w:rPr>
          <w:b/>
          <w:bCs/>
          <w:sz w:val="28"/>
          <w:szCs w:val="28"/>
        </w:rPr>
        <w:t>CONCERNING LIEF THE LUCKY AND THE INTRODUCTION OF CHRISTIANITY INTO GREENLAND.</w:t>
      </w:r>
    </w:p>
    <w:p w:rsidR="001856D7" w:rsidRDefault="001856D7">
      <w:pPr>
        <w:keepNext/>
        <w:jc w:val="both"/>
        <w:rPr>
          <w:b/>
          <w:bCs/>
          <w:sz w:val="28"/>
          <w:szCs w:val="28"/>
        </w:rPr>
      </w:pPr>
    </w:p>
    <w:p w:rsidR="001856D7" w:rsidRDefault="001856D7">
      <w:pPr>
        <w:jc w:val="both"/>
        <w:rPr>
          <w:sz w:val="24"/>
          <w:szCs w:val="24"/>
        </w:rPr>
      </w:pPr>
      <w:r>
        <w:rPr>
          <w:sz w:val="24"/>
          <w:szCs w:val="24"/>
        </w:rPr>
        <w:t xml:space="preserve">Eric was married to a woman named Thorhild, and had two sons; one of these was named Thorstein, and the other Leif. They were both promising men. Thorstein lived at home with his father, and there was not at that time a man in Greenland who was accounted of so great promise as he. Leif had sailed </w:t>
      </w:r>
      <w:hyperlink r:id="rId31" w:history="1">
        <w:r>
          <w:rPr>
            <w:color w:val="0000FF"/>
            <w:sz w:val="24"/>
            <w:szCs w:val="24"/>
            <w:u w:val="single"/>
          </w:rPr>
          <w:t>(32)</w:t>
        </w:r>
      </w:hyperlink>
      <w:r>
        <w:rPr>
          <w:sz w:val="24"/>
          <w:szCs w:val="24"/>
        </w:rPr>
        <w:t xml:space="preserve"> to Norway, where he was at the court of King Olaf Tryggvason. When Leif sailed from Greenland, in the summer, they were driven out of their course to the Hebrides. It was late before they got fair winds thence, and they remained there far into the summer. Leif became enamored of a certain woman, whose name was Thorgunna. She was a woman of fine family, and Leif observed that she was possessed of rare intelligence </w:t>
      </w:r>
      <w:hyperlink r:id="rId32" w:history="1">
        <w:r>
          <w:rPr>
            <w:color w:val="0000FF"/>
            <w:sz w:val="24"/>
            <w:szCs w:val="24"/>
            <w:u w:val="single"/>
          </w:rPr>
          <w:t>(33)</w:t>
        </w:r>
      </w:hyperlink>
      <w:r>
        <w:rPr>
          <w:sz w:val="24"/>
          <w:szCs w:val="24"/>
        </w:rPr>
        <w:t xml:space="preserve">: When Leif was preparing for his departure Thorgunna </w:t>
      </w:r>
      <w:hyperlink r:id="rId33" w:history="1">
        <w:r>
          <w:rPr>
            <w:color w:val="0000FF"/>
            <w:sz w:val="24"/>
            <w:szCs w:val="24"/>
            <w:u w:val="single"/>
          </w:rPr>
          <w:t>(34)</w:t>
        </w:r>
      </w:hyperlink>
      <w:r>
        <w:rPr>
          <w:sz w:val="24"/>
          <w:szCs w:val="24"/>
        </w:rPr>
        <w:t xml:space="preserve"> asked to be permitted to accompany him. Leif enquired whether she had in this the approval of her kinsmen. She replied that she did not care for it. Leif responded that he did not deem it the part of wisdom to abduct so high-born a woman in a strange country, "and we so few in number." "It is by no means certain that thou shalt find this to be the better decision," said Thorgunna. "I shall put it to the proof, notwithstanding," said Leif. "Then I tell thee," said Thorgunna, "that I am no longer a lone woman, for I am pregnant, and upon thee I charge it. I [41] foresee that I shall give birth to a male child. And though thou give this no heed, yet will I rear the boy, and send him to thee in Greenland, when he shall be fit to take his place with other men. And I foresee that thou wilt get as much profit of this son as is thy due from this our parting; moreover, I mean to come to Greenland myself before the end comes." Leif gave her a gold finger-ring, a Greenland wadmal mantle, and a belt of walrus-tusk. This boy came to Greenland, and was called Thorgils. Leif acknowledged his paternity, and some men will have it that this Thorgils came to Iceland in the summer before the Froda-wonder </w:t>
      </w:r>
      <w:hyperlink r:id="rId34" w:history="1">
        <w:r>
          <w:rPr>
            <w:color w:val="0000FF"/>
            <w:sz w:val="24"/>
            <w:szCs w:val="24"/>
            <w:u w:val="single"/>
          </w:rPr>
          <w:t>(35)</w:t>
        </w:r>
      </w:hyperlink>
      <w:r>
        <w:rPr>
          <w:sz w:val="24"/>
          <w:szCs w:val="24"/>
        </w:rPr>
        <w:t xml:space="preserve">. However, this Thorgils was afterwards in Greenland, and there seemed to be something not altogether natural about him before the end came. Leif and his companions sailed away from the Hebrides, and arrived in Norway in the autumn. Leif went to the court of King Olaf Tryggvason. He was well received by the king, who felt that he could see that Leif was a man of great accomplishments. Upon one occasion the king came to speech with Leif, and asked him, "Is it thy purpose to sail to Greenland in the summer?" "It is my purpose," said Leif, "if it be your will." "I believe it will be well," answers the king, "and thither thou shalt go upon my errand, to, proclaim Christianity there." Leif replied that the king should decide, but gave it as his belief that it would be difficult to carry this mission to a successful issue in Greenland. The king replied that he knew of no man who would be better fitted for this undertaking, "and in thy hands the cause will surely prosper." "This can only be," said Leif, "if I enjoy the [42] grace of your protection." Leif put to sea when his ship was ready for the voyage. For a long time he was tossed about upon the ocean, and came upon lands of which he had previously had no knowledge. There were self-sown wheat fields and vines growing there. There were also those trees there which are called "mausur" </w:t>
      </w:r>
      <w:hyperlink r:id="rId35" w:history="1">
        <w:r>
          <w:rPr>
            <w:color w:val="0000FF"/>
            <w:sz w:val="24"/>
            <w:szCs w:val="24"/>
            <w:u w:val="single"/>
          </w:rPr>
          <w:t>(36)</w:t>
        </w:r>
      </w:hyperlink>
      <w:r>
        <w:rPr>
          <w:sz w:val="24"/>
          <w:szCs w:val="24"/>
        </w:rPr>
        <w:t xml:space="preserve">, and of all these they took specimens. Some of the timbers were so large that they were used in building. Leif found men upon a wreck, and took them home with him, and procured quarters for them all during the winter. In this wise be showed his nobleness and goodness, since he introduced Christianity into the country, and saved the men from the wreck; and be was called Leif the Lucky ever after. Leif landed in Ericsfirth, and then went home to Brattahlid; he was well received by every one. He soon proclaimed Christianity throughout the land, and the Catholic faith, and announced King Olaf Tryggvason's messages to the people, telling them how much excellence and how great glory accompanied this faith. Eric was slow in forming the determination to forsake his old belief, but Thiodhild </w:t>
      </w:r>
      <w:hyperlink r:id="rId36" w:history="1">
        <w:r>
          <w:rPr>
            <w:color w:val="0000FF"/>
            <w:sz w:val="24"/>
            <w:szCs w:val="24"/>
            <w:u w:val="single"/>
          </w:rPr>
          <w:t>(37)</w:t>
        </w:r>
      </w:hyperlink>
      <w:r>
        <w:rPr>
          <w:sz w:val="24"/>
          <w:szCs w:val="24"/>
        </w:rPr>
        <w:t xml:space="preserve"> embraced the faith promptly, and caused a church to be built at some distance from the house. This building was called Thiodhild's Church, and there she and those persons who had accepted Christianity, and they were many, were wont to offer their prayers. Thiodhild would not have intercourse with Eric after that she had received the faith, whereat he was sorely vexed.</w:t>
      </w:r>
    </w:p>
    <w:p w:rsidR="001856D7" w:rsidRDefault="001856D7">
      <w:pPr>
        <w:jc w:val="both"/>
        <w:rPr>
          <w:sz w:val="24"/>
          <w:szCs w:val="24"/>
        </w:rPr>
      </w:pPr>
    </w:p>
    <w:p w:rsidR="001856D7" w:rsidRDefault="001856D7">
      <w:pPr>
        <w:jc w:val="both"/>
        <w:rPr>
          <w:sz w:val="24"/>
          <w:szCs w:val="24"/>
        </w:rPr>
      </w:pPr>
      <w:r>
        <w:rPr>
          <w:sz w:val="24"/>
          <w:szCs w:val="24"/>
        </w:rPr>
        <w:t>At this time there began to be much talk about a voyage of exploration to that country which Leif had discovered.</w:t>
      </w:r>
    </w:p>
    <w:p w:rsidR="001856D7" w:rsidRDefault="001856D7">
      <w:pPr>
        <w:jc w:val="both"/>
        <w:rPr>
          <w:sz w:val="24"/>
          <w:szCs w:val="24"/>
        </w:rPr>
      </w:pPr>
    </w:p>
    <w:p w:rsidR="001856D7" w:rsidRDefault="001856D7">
      <w:pPr>
        <w:jc w:val="both"/>
        <w:rPr>
          <w:sz w:val="24"/>
          <w:szCs w:val="24"/>
        </w:rPr>
      </w:pPr>
      <w:r>
        <w:rPr>
          <w:sz w:val="24"/>
          <w:szCs w:val="24"/>
        </w:rPr>
        <w:t xml:space="preserve">[43] The leader of this expedition was Thorstein Ericsson, who was a good man and an intelligent, and blessed with many friends. Eric was likewise invited to join them, for the men believed that his luck and foresight would be of great furtherance. He was slow in deciding, but did not say nay, when his friends besought him to go. They thereupon equipped that ship in which Thorbiorn had come out, and twenty men were selected for the expedition. They took little cargo with them, nought else save their weapons and provisions. On that morning when Eric set out from his home he took with him a little chest containing gold and silver; he hid this treasure, and then went his way. He had proceeded but a short distance, however, when he fell from his horse and broke his ribs and dislocated his shoulder, whereat he cried, "Ai, ai!" By reason of this accident he sent his wife word that she should procure the treasure which he had concealed, for to the hiding of the treasure he attributed his misfortune </w:t>
      </w:r>
      <w:hyperlink r:id="rId37" w:history="1">
        <w:r>
          <w:rPr>
            <w:color w:val="0000FF"/>
            <w:sz w:val="24"/>
            <w:szCs w:val="24"/>
            <w:u w:val="single"/>
          </w:rPr>
          <w:t>(38)</w:t>
        </w:r>
      </w:hyperlink>
      <w:r>
        <w:rPr>
          <w:sz w:val="24"/>
          <w:szCs w:val="24"/>
        </w:rPr>
        <w:t>. Thereafter they sailed cheerily out of Ericsfirth in high spirits over their plan. They were long tossed about upon the ocean, and could not lay the course they wished. They came in sight of Iceland, and likewise saw birds from the Irish coast. Their ship was, in sooth, driven hither and thither over the sea. In the autumn they turned back, worn out by toil, and exposure to the elements, and exhausted by their labours, and arrived at Ericsfirth at the very beginning of winter. Then said Eric, "More cheerful were we in the summer, when we put out of the firth, but we still live, and it might have been much worse." Thorstein [44] answers, "It will be a princely deed to endeavour to look well after the wants of all these men who are now in need, and to make provision for them during the winter." Eric answers, "It is ever true, as it is said, that 'it is never clear ere the answer comes,' and so it must be here. We will act now upon thy counsel in this manner." All of the men, who were not otherwise provided for, accompanied the father and son. They landed thereupon, and went home to Brattahlid, where they remained throughout the winter.</w:t>
      </w:r>
    </w:p>
    <w:p w:rsidR="001856D7" w:rsidRDefault="001856D7">
      <w:pPr>
        <w:jc w:val="both"/>
        <w:rPr>
          <w:sz w:val="24"/>
          <w:szCs w:val="24"/>
        </w:rPr>
      </w:pPr>
    </w:p>
    <w:p w:rsidR="001856D7" w:rsidRDefault="001856D7">
      <w:pPr>
        <w:jc w:val="both"/>
        <w:rPr>
          <w:sz w:val="24"/>
          <w:szCs w:val="24"/>
        </w:rPr>
      </w:pPr>
    </w:p>
    <w:p w:rsidR="001856D7" w:rsidRDefault="001856D7">
      <w:pPr>
        <w:keepNext/>
        <w:jc w:val="both"/>
        <w:rPr>
          <w:b/>
          <w:bCs/>
          <w:sz w:val="28"/>
          <w:szCs w:val="28"/>
        </w:rPr>
      </w:pPr>
      <w:r>
        <w:rPr>
          <w:b/>
          <w:bCs/>
          <w:sz w:val="28"/>
          <w:szCs w:val="28"/>
        </w:rPr>
        <w:t>THORSTEIN ERICSSON WEDS GUDRID - APPARITIONS</w:t>
      </w:r>
    </w:p>
    <w:p w:rsidR="001856D7" w:rsidRDefault="001856D7">
      <w:pPr>
        <w:keepNext/>
        <w:jc w:val="both"/>
        <w:rPr>
          <w:b/>
          <w:bCs/>
          <w:sz w:val="28"/>
          <w:szCs w:val="28"/>
        </w:rPr>
      </w:pPr>
    </w:p>
    <w:p w:rsidR="001856D7" w:rsidRDefault="001856D7">
      <w:pPr>
        <w:jc w:val="both"/>
        <w:rPr>
          <w:sz w:val="24"/>
          <w:szCs w:val="24"/>
        </w:rPr>
      </w:pPr>
      <w:r>
        <w:rPr>
          <w:sz w:val="24"/>
          <w:szCs w:val="24"/>
        </w:rPr>
        <w:t xml:space="preserve">Now it is to be told that Thorstein Ericsson sought Gudrid, Thorbiorn's daughter, in wedlock. His suit was favourably received both by herself and by her father, and it was decided that Thorstein should marry Gudrid, and the wedding was held at Brattahlid in the autumn. The entertainment sped well, and was very numerously attended. Thorstein had a home in the Western-settlement at a certain farmstead, which is called Lysufirth. A half interest in this property belonged to a man named Thorstein, whose wife's name was Sigrid. Thorstein went to Lysufirth, in the autumn, to his namesake, and Gudrid bore him company. They were well received, and remained there during the winter. It came to pass that sickness appeared in their home early in the winter. Gard was the name of the overseer there; he had few friends; he took sick first and died. It was not long before one after another took sick and died. Then Thorstein, Eric's son, fell sick, and Sigrid, the wife of Thorstein, his name-sake; [45] and one evening Sigrid wished to go to the house, which stood over against the outer-door, and Gudrid accompanied her; they were facing the outer-door when Sigrid uttered a loud cry. "We have acted thoughtlessly," exclaimed Gudrid, "yet thou needest not cry, though the cold strikes thee; let us go in again as speedily as possible." Sigrid answered, "This may not be in this present plight. All of the dead folk are drawn up here before the door now; among them I see thy husband, Thorstein, and I can see myself there, and it is distressful to look upon." But directly this had passed she exclaimed, "Let us go now, Gudrid; I no longer see the band!" The overseer had vanished from her sight, whereas it had seemed to her before that he stood with a whip in his hand and made as if he would scourge the flock. So they went in, and ere the morning came she was dead, and a coffin was made ready for the corpse; and that same day the men planned to row out to fish, and Thorstein accompanied them to the landing-place, and in the twilight he went down to see their catch. Thorstein, Eric's son, then sent word to his namesake that he should come to him, saying that all was not as it should be there, for the housewife was endeavouring to rise to her feet, and wished to get in under the clothes beside him, and when he entered the room she was come up on the edge of the bed. He thereupon seized her hands and held a pole-axe </w:t>
      </w:r>
      <w:hyperlink r:id="rId38" w:history="1">
        <w:r>
          <w:rPr>
            <w:color w:val="0000FF"/>
            <w:sz w:val="24"/>
            <w:szCs w:val="24"/>
            <w:u w:val="single"/>
          </w:rPr>
          <w:t>(39)</w:t>
        </w:r>
      </w:hyperlink>
      <w:r>
        <w:rPr>
          <w:sz w:val="24"/>
          <w:szCs w:val="24"/>
        </w:rPr>
        <w:t xml:space="preserve"> before her breast. Thorstein, Eric's son, died before night-fall. Thorstein, the master of the house, bade Gudrid lie down and sleep, saying that he would keep watch over the bodies during the night; thus she did, and [46] early in the night Thorstein, Eric's son, sat up and spoke, saying that he desired Gudrid to be called thither, for that it was his wish to speak with her: "It is God's will that this hour be given me for my own and for the betterment of my condition." Thornstein, the master, went in search of Gudrid, and waked her, and bade her cross herself, and pray God to help her; "Thorstein, Eric's son, has said to me that he wishes to see thee; thou must take counsel with thyself now, what thou wilt do, for I have no advice to give thee." She replied, "It may be that this is intended to be one of those incidents which shall afterward be held in remembrance, this strange event, and it is my trust that God will keep watch over me; wherefore, under God's mercy, I shall venture to go to him, and learn what it is that he would say, for I may not escape this if it be designed to bring me harm. I will do this, lest he go further, for it is my belief that the matter is a grave one." So Gudrid went and drew near to Thorstein, and he seemed to her to be weeping. He spoke a few words in her ear, in a low tone, so that she alone could hear them; but this he said so that all could hear, that those persons would be blessed who kept well the faith, and that it carried with it all help and consolation, and yet many there were, said he, who kept it but ill. "This is no proper usage, which has obtained here in Greenland since Christianity was introduced here, to inter men in unconsecrated earth, with nought but a brief funeral service. It is my wish that I be conveyed to the church, together with the others who have died here; Gard, however, I would have, you burn upon a pyre, as speedily as possible, [47] since he has been the cause of all of the apparitions which have been seen here during the winter." He spoke to her also of her own destiny, and said that she had a notable future in store for her, but he bade her beware of marrying any Greenlander; he directed her also to give their property to the church and to the poor, and then sank down again a second time. It had been the custom in Greenland, after Christianity was introduced there, to bury persons on the farmsteads where they died, in unconsecrated earth; a pole was erected in the ground, touching the breast of the dead, and subsequently, when the priests came thither, the pole was withdrawn and holy water poured in [the orifice], and the funeral service held there, although it might be long thereafter. The bodies of the dead were conveyed to the church at Ericsfirth, and the funeral services held there by the clergy. Thorbiorn died soon after this, and all of his property then passed into Gudrid's possession. Eric took her to his home and carefully looked after her affairs.</w:t>
      </w:r>
    </w:p>
    <w:p w:rsidR="001856D7" w:rsidRDefault="001856D7">
      <w:pPr>
        <w:jc w:val="both"/>
        <w:rPr>
          <w:sz w:val="24"/>
          <w:szCs w:val="24"/>
        </w:rPr>
      </w:pPr>
    </w:p>
    <w:p w:rsidR="001856D7" w:rsidRDefault="001856D7">
      <w:pPr>
        <w:jc w:val="both"/>
        <w:rPr>
          <w:sz w:val="24"/>
          <w:szCs w:val="24"/>
        </w:rPr>
      </w:pPr>
    </w:p>
    <w:p w:rsidR="001856D7" w:rsidRDefault="001856D7">
      <w:pPr>
        <w:keepNext/>
        <w:jc w:val="both"/>
        <w:rPr>
          <w:b/>
          <w:bCs/>
          <w:sz w:val="28"/>
          <w:szCs w:val="28"/>
        </w:rPr>
      </w:pPr>
      <w:r>
        <w:rPr>
          <w:b/>
          <w:bCs/>
          <w:sz w:val="28"/>
          <w:szCs w:val="28"/>
        </w:rPr>
        <w:t>CONCERNING THORD OF HOFDI</w:t>
      </w:r>
    </w:p>
    <w:p w:rsidR="001856D7" w:rsidRDefault="001856D7">
      <w:pPr>
        <w:keepNext/>
        <w:jc w:val="both"/>
        <w:rPr>
          <w:b/>
          <w:bCs/>
          <w:sz w:val="28"/>
          <w:szCs w:val="28"/>
        </w:rPr>
      </w:pPr>
    </w:p>
    <w:p w:rsidR="001856D7" w:rsidRDefault="001856D7">
      <w:pPr>
        <w:jc w:val="both"/>
        <w:rPr>
          <w:sz w:val="24"/>
          <w:szCs w:val="24"/>
        </w:rPr>
      </w:pPr>
      <w:r>
        <w:rPr>
          <w:sz w:val="24"/>
          <w:szCs w:val="24"/>
        </w:rPr>
        <w:t xml:space="preserve">There was a man named Thord, who lived at Hofdi on Hofdi-strands. He married Fridgerd, daughter of Thori the Loiterer and Fridgerd, daughter of Kiarval the King of the Irish. Thord was a son of Biorn Chestbutter, son of Thorvald Spine, Asleik's son, the son of Biorn Iron-side, the son of Ragnar Shaggy-breeks. They had a son named Snorri. He married Thorhild Ptarmigan, daughter of Thord the Yeller. Their son was Thord Horse head. Thorfinn Karlsefni </w:t>
      </w:r>
      <w:hyperlink r:id="rId39" w:history="1">
        <w:r>
          <w:rPr>
            <w:color w:val="0000FF"/>
            <w:sz w:val="24"/>
            <w:szCs w:val="24"/>
            <w:u w:val="single"/>
          </w:rPr>
          <w:t>(39a)</w:t>
        </w:r>
      </w:hyperlink>
      <w:r>
        <w:rPr>
          <w:sz w:val="24"/>
          <w:szCs w:val="24"/>
        </w:rPr>
        <w:t xml:space="preserve"> was the name of [48] Thord's son </w:t>
      </w:r>
      <w:hyperlink r:id="rId40" w:history="1">
        <w:r>
          <w:rPr>
            <w:color w:val="0000FF"/>
            <w:sz w:val="24"/>
            <w:szCs w:val="24"/>
            <w:u w:val="single"/>
          </w:rPr>
          <w:t>(40)</w:t>
        </w:r>
      </w:hyperlink>
      <w:r>
        <w:rPr>
          <w:sz w:val="24"/>
          <w:szCs w:val="24"/>
        </w:rPr>
        <w:t xml:space="preserve">. Thorfinn's mother's name was Thorunn. Thorfinn was engaged in trading voyages, and was reputed to be a successful merchant. One summer Karlsefni equipped his ship, with the intention of sailing to Greenland. Snorri, Thorbrand's son, of Alptafirth </w:t>
      </w:r>
      <w:hyperlink r:id="rId41" w:history="1">
        <w:r>
          <w:rPr>
            <w:color w:val="0000FF"/>
            <w:sz w:val="24"/>
            <w:szCs w:val="24"/>
            <w:u w:val="single"/>
          </w:rPr>
          <w:t>(41)</w:t>
        </w:r>
      </w:hyperlink>
      <w:r>
        <w:rPr>
          <w:sz w:val="24"/>
          <w:szCs w:val="24"/>
        </w:rPr>
        <w:t xml:space="preserve"> accompanied him, and there were forty men on board the ship with them. There was a man named Biarni, Grimolf's son, a man from Briedafirth, and another named Thorhall, Gamli's son </w:t>
      </w:r>
      <w:hyperlink r:id="rId42" w:history="1">
        <w:r>
          <w:rPr>
            <w:color w:val="0000FF"/>
            <w:sz w:val="24"/>
            <w:szCs w:val="24"/>
            <w:u w:val="single"/>
          </w:rPr>
          <w:t>(42)</w:t>
        </w:r>
      </w:hyperlink>
      <w:r>
        <w:rPr>
          <w:sz w:val="24"/>
          <w:szCs w:val="24"/>
        </w:rPr>
        <w:t xml:space="preserve">, an East-firth man. They equipped their ship, the same summer as Karlsefni, with the intention of making a voyage to Greenland; they had also forty men in their ship. When they were ready to sail, the two ships put to sea together. It has not been recorded how long a voyage they had; but it is to be told that both of the ships arrived at Ericsfirth in the autumn. Eric and other of the inhabitants of the country rode to the ships, and a goodly trade was soon established between them. Gudrid was requested by the skippers to take such of their wares as she wished, while Eric, on his part, showed great munificence in return, in that he extended an invitation to both crews to accompany him home for winter quarters at Brattahlid. The merchants accepted this invitation, and went with Eric. Their wares were then conveyed to Brattahlid; nor was there lack there of good and commodious storehouses, in which to keep them; nor was there wanting much of that which they needed, and the merchants were well pleased with their entertainment at Eric's home during that winter. Now as it drew toward Yule Eric became very taciturn, and less cheerful than had [49] been his wont. On one occasion Karlsefni entered into conversation with Eric, and said: "Hast thou aught weighing upon thee, Eric? The folk have remarked, that thou are somewhat more silent than thou hast been hitherto. Thou hast entertained us with great liberality, and it behooves us to make such return as may lie within our power. Do thou now but make known the cause of thy melancholy." Eric answers: "Ye accept hospitality gracefully, and in manly wise, and I am not pleased that ye should be the sufferers by reason of our intercourse; rather am I troubled at the thought, that it should he given out elsewhere, that ye have never passed a worse Yule than this, now drawing nigh, when Eric the Red was your host at Brattahlid in Greenland." "There shall be no cause for that," replied Karlsefni, "we have malt, and meal, and corn in our ships, and you are welcome to take of these whatsoever you wish, and to provide as liberal an entertainment as seems fitting to you." Eric accepted this offer, and preparations were made for the Yule feast </w:t>
      </w:r>
      <w:hyperlink r:id="rId43" w:history="1">
        <w:r>
          <w:rPr>
            <w:color w:val="0000FF"/>
            <w:sz w:val="24"/>
            <w:szCs w:val="24"/>
            <w:u w:val="single"/>
          </w:rPr>
          <w:t>(43)</w:t>
        </w:r>
      </w:hyperlink>
      <w:r>
        <w:rPr>
          <w:sz w:val="24"/>
          <w:szCs w:val="24"/>
        </w:rPr>
        <w:t xml:space="preserve">, and it was so sumptuous, that it seemed to the people they had scarcely ever seen so grand an entertainment before. And after Yule Karlsefni broached the subject of a marriage with Gudrid to Eric, for he assumed that with him rested the right to bestow her hand in marriage. Eric answered favourably, and said that she would accomplish the fate in store for her, adding that he had heard only good reports of him. And not to prolong this the result was that </w:t>
      </w:r>
      <w:r>
        <w:rPr>
          <w:i/>
          <w:iCs/>
          <w:sz w:val="24"/>
          <w:szCs w:val="24"/>
        </w:rPr>
        <w:t>Thorfinn</w:t>
      </w:r>
      <w:r>
        <w:rPr>
          <w:sz w:val="24"/>
          <w:szCs w:val="24"/>
        </w:rPr>
        <w:t xml:space="preserve"> was betrothed to </w:t>
      </w:r>
      <w:r>
        <w:rPr>
          <w:i/>
          <w:iCs/>
          <w:sz w:val="24"/>
          <w:szCs w:val="24"/>
        </w:rPr>
        <w:t>Thurid</w:t>
      </w:r>
      <w:r>
        <w:rPr>
          <w:sz w:val="24"/>
          <w:szCs w:val="24"/>
        </w:rPr>
        <w:t>, and the banquet was augmented, and their wedding was celebrated; and this befell at Brattahlid during the winter.</w:t>
      </w:r>
    </w:p>
    <w:p w:rsidR="001856D7" w:rsidRDefault="001856D7">
      <w:pPr>
        <w:jc w:val="both"/>
        <w:rPr>
          <w:sz w:val="24"/>
          <w:szCs w:val="24"/>
        </w:rPr>
      </w:pPr>
      <w:r>
        <w:rPr>
          <w:sz w:val="24"/>
          <w:szCs w:val="24"/>
        </w:rPr>
        <w:br/>
      </w:r>
    </w:p>
    <w:p w:rsidR="001856D7" w:rsidRDefault="001856D7">
      <w:pPr>
        <w:keepNext/>
        <w:jc w:val="both"/>
        <w:rPr>
          <w:b/>
          <w:bCs/>
          <w:sz w:val="28"/>
          <w:szCs w:val="28"/>
        </w:rPr>
      </w:pPr>
      <w:r>
        <w:rPr>
          <w:b/>
          <w:bCs/>
          <w:sz w:val="28"/>
          <w:szCs w:val="28"/>
        </w:rPr>
        <w:t>BEGINNING OF THE WINELAND VOYAGES.</w:t>
      </w:r>
    </w:p>
    <w:p w:rsidR="001856D7" w:rsidRDefault="001856D7">
      <w:pPr>
        <w:keepNext/>
        <w:jc w:val="both"/>
        <w:rPr>
          <w:b/>
          <w:bCs/>
          <w:sz w:val="28"/>
          <w:szCs w:val="28"/>
        </w:rPr>
      </w:pPr>
    </w:p>
    <w:p w:rsidR="001856D7" w:rsidRDefault="001856D7">
      <w:pPr>
        <w:jc w:val="both"/>
        <w:rPr>
          <w:sz w:val="24"/>
          <w:szCs w:val="24"/>
        </w:rPr>
      </w:pPr>
      <w:r>
        <w:rPr>
          <w:sz w:val="24"/>
          <w:szCs w:val="24"/>
        </w:rPr>
        <w:t xml:space="preserve">About this time there began to be much talk at Brattahlid, to the effect that Wineland the Good should be explored, for, it was said, that country must be possessed of many goodly qualities. And so it came to pass, that Karlsefni and Snorri fitted out their ship, for the purpose of going in search of that country in the spring. Biarni and Thorhall joined the expedition with their ship, and the men who had borne them company. There was a man named Thorvard; he was wedded to Freydis </w:t>
      </w:r>
      <w:hyperlink r:id="rId44" w:history="1">
        <w:r>
          <w:rPr>
            <w:color w:val="0000FF"/>
            <w:sz w:val="24"/>
            <w:szCs w:val="24"/>
            <w:u w:val="single"/>
          </w:rPr>
          <w:t>(44)</w:t>
        </w:r>
      </w:hyperlink>
      <w:r>
        <w:rPr>
          <w:sz w:val="24"/>
          <w:szCs w:val="24"/>
        </w:rPr>
        <w:t xml:space="preserve"> a natural daughter of Eric the Red. He also accompanied them, together with Thorvald, Eric's son, and Thorhall, who was called the Huntsman. He had been for a long time with Eric as his hunter and fisherman during the summer, and as his steward during the winter. Thorhall was stout and swarthy, and of giant stature; he was a man of few words, though given to abusive language when he did speak, and he ever incited Eric to evil. He was a poor Christian; he had a wide knowledge of the unsettled regions. He was on the same ship with Thorvard and Thorvald. They had that ship which Thorbiorn had brought out. They had in all one hundred and sixty men, when they sailed to the Western settlement </w:t>
      </w:r>
      <w:hyperlink r:id="rId45" w:history="1">
        <w:r>
          <w:rPr>
            <w:color w:val="0000FF"/>
            <w:sz w:val="24"/>
            <w:szCs w:val="24"/>
            <w:u w:val="single"/>
          </w:rPr>
          <w:t>(45)</w:t>
        </w:r>
      </w:hyperlink>
      <w:r>
        <w:rPr>
          <w:sz w:val="24"/>
          <w:szCs w:val="24"/>
        </w:rPr>
        <w:t xml:space="preserve">, and thence to Bear Island. Thence they bore away to the southward two "dœgr" </w:t>
      </w:r>
      <w:hyperlink r:id="rId46" w:history="1">
        <w:r>
          <w:rPr>
            <w:color w:val="0000FF"/>
            <w:sz w:val="24"/>
            <w:szCs w:val="24"/>
            <w:u w:val="single"/>
          </w:rPr>
          <w:t>(46)</w:t>
        </w:r>
      </w:hyperlink>
      <w:r>
        <w:rPr>
          <w:sz w:val="24"/>
          <w:szCs w:val="24"/>
        </w:rPr>
        <w:t>. Then they saw land, and launched a boat, and explored the land, and found there large flat stones [</w:t>
      </w:r>
      <w:r>
        <w:rPr>
          <w:i/>
          <w:iCs/>
          <w:sz w:val="24"/>
          <w:szCs w:val="24"/>
        </w:rPr>
        <w:t>hellur</w:t>
      </w:r>
      <w:r>
        <w:rPr>
          <w:sz w:val="24"/>
          <w:szCs w:val="24"/>
        </w:rPr>
        <w:t xml:space="preserve">], and many of these were twelve ells wide; there were many Arctic foxes there. They gave a name to the country, and [51] called it Helluland [the land of flat stones]. Then they sailed with northerly winds two "dœgr," and land then lay before them, and upon it was a great wood and many wild beasts; an island lay off the land to the southeast, and there they found a bear, and they called this Biarney [Bear Island], while the land where the wood was they called Markland [Forest-land]. Thence they sailed southward along the land for a long time, and came to a cape; the land lay upon the starboard; there were long strands and sandy banks there. They rowed to the land and found upon the cape there the keel of a ship </w:t>
      </w:r>
      <w:hyperlink r:id="rId47" w:history="1">
        <w:r>
          <w:rPr>
            <w:color w:val="0000FF"/>
            <w:sz w:val="24"/>
            <w:szCs w:val="24"/>
            <w:u w:val="single"/>
          </w:rPr>
          <w:t>(47)</w:t>
        </w:r>
      </w:hyperlink>
      <w:r>
        <w:rPr>
          <w:sz w:val="24"/>
          <w:szCs w:val="24"/>
        </w:rPr>
        <w:t xml:space="preserve"> and they called it there Kialarnes [Keelness]; they also called the strands Furdustrandir [Wonder-strands], because they were so long to sail by. Then the country became indented with bays, and they steered their ships into a bay. It was when Leif was with King Olaf Tryggvason, and he bade him proclaim, Christianity to Greenland, that the king gave him two Gaels </w:t>
      </w:r>
      <w:hyperlink r:id="rId48" w:history="1">
        <w:r>
          <w:rPr>
            <w:color w:val="0000FF"/>
            <w:sz w:val="24"/>
            <w:szCs w:val="24"/>
            <w:u w:val="single"/>
          </w:rPr>
          <w:t>(48)</w:t>
        </w:r>
      </w:hyperlink>
      <w:r>
        <w:rPr>
          <w:sz w:val="24"/>
          <w:szCs w:val="24"/>
        </w:rPr>
        <w:t xml:space="preserve">; the man's name was Haki, and the woman's Haekia. The king advised Leif to have recourse to these people, if he should stand in need of fleetness, for they were swifter than deer. Eric and Leif had tendered Karlsefni the services of this couple. Now when they had sailed past Wonder-strands they put the Gaels ashore, and directed them to run to the southward, and investigate the nature of the country, and return again before the end of the third half-day. They were each clad in a garment which they called "kiafal," which was so fashioned that it had a hood at the top, was open at the sides, was sleeveless, and was fastened between the legs with buttons and loops, while elsewhere they were naked. Karlsefni and his companions cast anchor, and lay there during their absence; and when they came again, one of them carried a bunch of grapes and the other an ear of new-sown wheat. They went on board the ship, whereupon Karlsefni and his followers held on their way, until they came to where the coast was indented with bays. They stood into a bay with their ships. There was an island out at the mouth of the bay, about which there were strong currents, wherefore they called it Straumey [Stream Isle]. There were so many birds there that it was scarcely possible to step between the eggs. They sailed through the firth, and called it Straumfiord [Streamfirth], and carried their cargoes ashore from the ships, and established themselves there. They had brought with them all kinds of live-stock. It was a fine country there. There were mountains thereabouts. They occupied themselves exclusively with the exploration of the country. They remained there during the winter, and they had taken no thought for this during the summer. The fishing began to fail, and they began to fall short of food. Then Thorhall the Huntsman disappeared. They had already prayed to God for food, but it did not come as promptly as their necessities seemed to demand. They searched for Thorhall for three half-days, and found him on a projecting crag. He was lying there and looking up at the sky, with mouth and nostrils agape, and mumbling something. They asked him why he had gone thither; he replied that this did not concern anyone. They asked him then to go home with [53] them, and he did so. Soon after this a whale appeared there, and they captured it, and flensed it, and no one could tell what manner of whale it was; and when the cooks had prepared it they ate of it, and were all made ill by it. Then Thorhall, approaching them, said: "Did not the Red-beard </w:t>
      </w:r>
      <w:hyperlink r:id="rId49" w:history="1">
        <w:r>
          <w:rPr>
            <w:color w:val="0000FF"/>
            <w:sz w:val="24"/>
            <w:szCs w:val="24"/>
            <w:u w:val="single"/>
          </w:rPr>
          <w:t>(49)</w:t>
        </w:r>
      </w:hyperlink>
      <w:r>
        <w:rPr>
          <w:sz w:val="24"/>
          <w:szCs w:val="24"/>
        </w:rPr>
        <w:t xml:space="preserve"> prove more helpful than your Christ? This is my reward for the verses which I composed to Thor, the Trustworthy; seldom has he failed me." When the people heard this they cast the whale down into the sea, and made their appeals to God. The weather then improved, and they could now row out to fish, and thenceforward they had no lack of provisions, for they could hunt game on the land, gather eggs on the island, and catch fish from the sea.</w:t>
      </w:r>
    </w:p>
    <w:p w:rsidR="001856D7" w:rsidRDefault="001856D7">
      <w:pPr>
        <w:jc w:val="both"/>
        <w:rPr>
          <w:sz w:val="24"/>
          <w:szCs w:val="24"/>
        </w:rPr>
      </w:pPr>
    </w:p>
    <w:p w:rsidR="001856D7" w:rsidRDefault="001856D7">
      <w:pPr>
        <w:jc w:val="both"/>
        <w:rPr>
          <w:sz w:val="24"/>
          <w:szCs w:val="24"/>
        </w:rPr>
      </w:pPr>
    </w:p>
    <w:p w:rsidR="001856D7" w:rsidRDefault="001856D7">
      <w:pPr>
        <w:jc w:val="both"/>
        <w:rPr>
          <w:sz w:val="24"/>
          <w:szCs w:val="24"/>
        </w:rPr>
      </w:pPr>
    </w:p>
    <w:p w:rsidR="001856D7" w:rsidRDefault="001856D7">
      <w:pPr>
        <w:jc w:val="both"/>
        <w:rPr>
          <w:sz w:val="24"/>
          <w:szCs w:val="24"/>
        </w:rPr>
      </w:pPr>
    </w:p>
    <w:p w:rsidR="001856D7" w:rsidRDefault="001856D7">
      <w:pPr>
        <w:jc w:val="both"/>
        <w:rPr>
          <w:sz w:val="24"/>
          <w:szCs w:val="24"/>
        </w:rPr>
      </w:pPr>
    </w:p>
    <w:p w:rsidR="001856D7" w:rsidRDefault="001856D7">
      <w:pPr>
        <w:jc w:val="both"/>
        <w:rPr>
          <w:sz w:val="24"/>
          <w:szCs w:val="24"/>
        </w:rPr>
      </w:pPr>
    </w:p>
    <w:p w:rsidR="001856D7" w:rsidRDefault="001856D7">
      <w:pPr>
        <w:jc w:val="both"/>
        <w:rPr>
          <w:sz w:val="24"/>
          <w:szCs w:val="24"/>
        </w:rPr>
      </w:pPr>
    </w:p>
    <w:p w:rsidR="001856D7" w:rsidRDefault="001856D7">
      <w:pPr>
        <w:jc w:val="both"/>
        <w:rPr>
          <w:sz w:val="24"/>
          <w:szCs w:val="24"/>
        </w:rPr>
      </w:pPr>
    </w:p>
    <w:p w:rsidR="001856D7" w:rsidRDefault="001856D7">
      <w:pPr>
        <w:jc w:val="both"/>
        <w:rPr>
          <w:sz w:val="24"/>
          <w:szCs w:val="24"/>
        </w:rPr>
      </w:pPr>
    </w:p>
    <w:p w:rsidR="001856D7" w:rsidRDefault="001856D7">
      <w:pPr>
        <w:jc w:val="both"/>
        <w:rPr>
          <w:sz w:val="24"/>
          <w:szCs w:val="24"/>
        </w:rPr>
      </w:pPr>
    </w:p>
    <w:p w:rsidR="001856D7" w:rsidRDefault="001856D7">
      <w:pPr>
        <w:jc w:val="both"/>
        <w:rPr>
          <w:sz w:val="24"/>
          <w:szCs w:val="24"/>
        </w:rPr>
      </w:pPr>
    </w:p>
    <w:p w:rsidR="001856D7" w:rsidRDefault="001856D7">
      <w:pPr>
        <w:jc w:val="both"/>
        <w:rPr>
          <w:sz w:val="24"/>
          <w:szCs w:val="24"/>
        </w:rPr>
      </w:pPr>
    </w:p>
    <w:p w:rsidR="001856D7" w:rsidRDefault="001856D7">
      <w:pPr>
        <w:jc w:val="both"/>
        <w:rPr>
          <w:sz w:val="24"/>
          <w:szCs w:val="24"/>
        </w:rPr>
      </w:pPr>
    </w:p>
    <w:p w:rsidR="001856D7" w:rsidRDefault="001856D7">
      <w:pPr>
        <w:keepNext/>
        <w:jc w:val="both"/>
        <w:rPr>
          <w:b/>
          <w:bCs/>
          <w:sz w:val="28"/>
          <w:szCs w:val="28"/>
        </w:rPr>
      </w:pPr>
      <w:r>
        <w:rPr>
          <w:b/>
          <w:bCs/>
          <w:sz w:val="28"/>
          <w:szCs w:val="28"/>
        </w:rPr>
        <w:t>CONCERNING KARLSEFNI AND THORHALL</w:t>
      </w:r>
    </w:p>
    <w:p w:rsidR="001856D7" w:rsidRDefault="001856D7">
      <w:pPr>
        <w:keepNext/>
        <w:jc w:val="both"/>
        <w:rPr>
          <w:b/>
          <w:bCs/>
          <w:sz w:val="28"/>
          <w:szCs w:val="28"/>
        </w:rPr>
      </w:pPr>
    </w:p>
    <w:p w:rsidR="001856D7" w:rsidRDefault="001856D7">
      <w:pPr>
        <w:jc w:val="both"/>
        <w:rPr>
          <w:sz w:val="24"/>
          <w:szCs w:val="24"/>
        </w:rPr>
      </w:pPr>
      <w:r>
        <w:rPr>
          <w:sz w:val="24"/>
          <w:szCs w:val="24"/>
        </w:rPr>
        <w:t>It is said that Thorhall wished to sail to the northward beyond Wonder-strands, in search of Wineland, while Karlsefni desired to proceed to the southward, off the coast. Thorhall prepared for his voyage out below the island, having only nine men in his party, for all the remainder of the company went with Karlsefni. And one day when Thorhall was carrying water aboard his ship, and was drinking, he recited this ditty:</w:t>
      </w:r>
    </w:p>
    <w:p w:rsidR="001856D7" w:rsidRDefault="001856D7">
      <w:pPr>
        <w:ind w:left="720"/>
        <w:rPr>
          <w:i/>
          <w:iCs/>
          <w:sz w:val="24"/>
          <w:szCs w:val="24"/>
        </w:rPr>
      </w:pPr>
      <w:r>
        <w:rPr>
          <w:i/>
          <w:iCs/>
        </w:rPr>
        <w:t>When I came, these brave men told me,</w:t>
      </w:r>
      <w:r>
        <w:rPr>
          <w:i/>
          <w:iCs/>
        </w:rPr>
        <w:br/>
        <w:t>Here the best of drink I'd get,</w:t>
      </w:r>
      <w:r>
        <w:rPr>
          <w:i/>
          <w:iCs/>
        </w:rPr>
        <w:br/>
        <w:t>Now with water-pail behold me,--</w:t>
      </w:r>
      <w:r>
        <w:rPr>
          <w:i/>
          <w:iCs/>
        </w:rPr>
        <w:br/>
        <w:t>Wine and I are strangers yet.</w:t>
      </w:r>
      <w:r>
        <w:rPr>
          <w:i/>
          <w:iCs/>
        </w:rPr>
        <w:br/>
        <w:t>Stooping at the spring, I've tested</w:t>
      </w:r>
      <w:r>
        <w:rPr>
          <w:i/>
          <w:iCs/>
        </w:rPr>
        <w:br/>
        <w:t>All the wine this land affords;</w:t>
      </w:r>
      <w:r>
        <w:rPr>
          <w:i/>
          <w:iCs/>
        </w:rPr>
        <w:br/>
        <w:t>Of its vaunted charms divested,</w:t>
      </w:r>
      <w:r>
        <w:rPr>
          <w:i/>
          <w:iCs/>
        </w:rPr>
        <w:br/>
        <w:t>Poor indeed are its rewards.</w:t>
      </w:r>
    </w:p>
    <w:p w:rsidR="001856D7" w:rsidRDefault="001856D7">
      <w:pPr>
        <w:jc w:val="both"/>
        <w:rPr>
          <w:sz w:val="24"/>
          <w:szCs w:val="24"/>
        </w:rPr>
      </w:pPr>
      <w:r>
        <w:rPr>
          <w:sz w:val="24"/>
          <w:szCs w:val="24"/>
        </w:rPr>
        <w:t>[54] And when they were ready, they hoisted sail; whereupon Thorhall recited this ditty:</w:t>
      </w:r>
    </w:p>
    <w:p w:rsidR="001856D7" w:rsidRDefault="001856D7">
      <w:pPr>
        <w:ind w:left="720"/>
        <w:rPr>
          <w:i/>
          <w:iCs/>
          <w:sz w:val="24"/>
          <w:szCs w:val="24"/>
        </w:rPr>
      </w:pPr>
      <w:r>
        <w:rPr>
          <w:i/>
          <w:iCs/>
        </w:rPr>
        <w:t>Comrades, let us now be faring</w:t>
      </w:r>
      <w:r>
        <w:rPr>
          <w:i/>
          <w:iCs/>
        </w:rPr>
        <w:br/>
        <w:t>Homeward to our own again!</w:t>
      </w:r>
      <w:r>
        <w:rPr>
          <w:i/>
          <w:iCs/>
        </w:rPr>
        <w:br/>
        <w:t>Let us try the sea-steed's daring,</w:t>
      </w:r>
      <w:r>
        <w:rPr>
          <w:i/>
          <w:iCs/>
        </w:rPr>
        <w:br/>
        <w:t>Give the chafing courser rein.</w:t>
      </w:r>
      <w:r>
        <w:rPr>
          <w:i/>
          <w:iCs/>
        </w:rPr>
        <w:br/>
        <w:t>Those who will may bide in quiet,</w:t>
      </w:r>
      <w:r>
        <w:rPr>
          <w:i/>
          <w:iCs/>
        </w:rPr>
        <w:br/>
        <w:t>Let them praise their chosen land,</w:t>
      </w:r>
      <w:r>
        <w:rPr>
          <w:i/>
          <w:iCs/>
        </w:rPr>
        <w:br/>
        <w:t>Feasting on a whale-steak diet,</w:t>
      </w:r>
      <w:r>
        <w:rPr>
          <w:i/>
          <w:iCs/>
        </w:rPr>
        <w:br/>
        <w:t>In their home by Wonder-strand.</w:t>
      </w:r>
      <w:r>
        <w:rPr>
          <w:i/>
          <w:iCs/>
          <w:sz w:val="24"/>
          <w:szCs w:val="24"/>
        </w:rPr>
        <w:t xml:space="preserve"> </w:t>
      </w:r>
      <w:hyperlink r:id="rId50" w:history="1">
        <w:r>
          <w:rPr>
            <w:i/>
            <w:iCs/>
            <w:color w:val="0000FF"/>
            <w:sz w:val="24"/>
            <w:szCs w:val="24"/>
            <w:u w:val="single"/>
          </w:rPr>
          <w:t>(49a)</w:t>
        </w:r>
      </w:hyperlink>
    </w:p>
    <w:p w:rsidR="001856D7" w:rsidRDefault="001856D7">
      <w:pPr>
        <w:jc w:val="both"/>
        <w:rPr>
          <w:sz w:val="24"/>
          <w:szCs w:val="24"/>
        </w:rPr>
      </w:pPr>
      <w:r>
        <w:rPr>
          <w:sz w:val="24"/>
          <w:szCs w:val="24"/>
        </w:rPr>
        <w:t>Then they sailed away to the northward past Wonder-strands and Keelness, intending to cruise to the westward around the cape. They encountered westerly gales, were driven ashore in Ireland, where they were grievously maltreated and thrown into slavery. There Thorhall lost his life, according to that which traders have related.</w:t>
      </w:r>
    </w:p>
    <w:p w:rsidR="001856D7" w:rsidRDefault="001856D7">
      <w:pPr>
        <w:jc w:val="both"/>
        <w:rPr>
          <w:sz w:val="24"/>
          <w:szCs w:val="24"/>
        </w:rPr>
      </w:pPr>
    </w:p>
    <w:p w:rsidR="001856D7" w:rsidRDefault="001856D7">
      <w:pPr>
        <w:jc w:val="both"/>
        <w:rPr>
          <w:sz w:val="24"/>
          <w:szCs w:val="24"/>
        </w:rPr>
      </w:pPr>
      <w:r>
        <w:rPr>
          <w:sz w:val="24"/>
          <w:szCs w:val="24"/>
        </w:rPr>
        <w:t xml:space="preserve">It is now to be told of Karlsefni, that he cruised southward off the coast, with Snorri and Biarni, and their people. They sailed for a long time, and until they came at last to a river which flowed down from the land into a lake, and so into the sea. There were great bars at the mouth of the river, so that it could only be entered at the height of the flood-tide. Karlsefni and his men sailed into the mouth of the river, and called it there Hop [a small land-locked bay]. They found self-sown wheat-fields on the land there; wherever there were hollows, and wherever there was hilly ground, there were vines </w:t>
      </w:r>
      <w:hyperlink r:id="rId51" w:history="1">
        <w:r>
          <w:rPr>
            <w:color w:val="0000FF"/>
            <w:sz w:val="24"/>
            <w:szCs w:val="24"/>
            <w:u w:val="single"/>
          </w:rPr>
          <w:t>(50)</w:t>
        </w:r>
      </w:hyperlink>
      <w:r>
        <w:rPr>
          <w:sz w:val="24"/>
          <w:szCs w:val="24"/>
        </w:rPr>
        <w:t xml:space="preserve">. Every brook there was full of fish. They dug [55] pits on the shore where the tide rose highest, and when the tide fell there were halibut </w:t>
      </w:r>
      <w:hyperlink r:id="rId52" w:history="1">
        <w:r>
          <w:rPr>
            <w:color w:val="0000FF"/>
            <w:sz w:val="24"/>
            <w:szCs w:val="24"/>
            <w:u w:val="single"/>
          </w:rPr>
          <w:t>(51)</w:t>
        </w:r>
      </w:hyperlink>
      <w:r>
        <w:rPr>
          <w:sz w:val="24"/>
          <w:szCs w:val="24"/>
        </w:rPr>
        <w:t xml:space="preserve"> in the pits. There were great numbers of wild animals of all kinds in the woods. They remained there half a month, and enjoyed themselves, and kept no watch. They had their livestock with them. Now one morning early when they looked about them they saw a great number of skin-canoes, and staves </w:t>
      </w:r>
      <w:hyperlink r:id="rId53" w:history="1">
        <w:r>
          <w:rPr>
            <w:color w:val="0000FF"/>
            <w:sz w:val="24"/>
            <w:szCs w:val="24"/>
            <w:u w:val="single"/>
          </w:rPr>
          <w:t>(52)</w:t>
        </w:r>
      </w:hyperlink>
      <w:r>
        <w:rPr>
          <w:sz w:val="24"/>
          <w:szCs w:val="24"/>
        </w:rPr>
        <w:t xml:space="preserve"> were brandished from the boats, with a noise like flails, and they were revolved in the same direction in which the sun moves. Then said Karlsefni: "What may this betoken?" Snorri, Thorbrand's son, answered him: "It may be that this is a signal of peace, wherefore let us take a white shield </w:t>
      </w:r>
      <w:hyperlink r:id="rId54" w:history="1">
        <w:r>
          <w:rPr>
            <w:color w:val="0000FF"/>
            <w:sz w:val="24"/>
            <w:szCs w:val="24"/>
            <w:u w:val="single"/>
          </w:rPr>
          <w:t>(53)</w:t>
        </w:r>
      </w:hyperlink>
      <w:r>
        <w:rPr>
          <w:sz w:val="24"/>
          <w:szCs w:val="24"/>
        </w:rPr>
        <w:t xml:space="preserve"> and display it." And thus they did. Thereupon the strangers rowed toward them, and went upon the land, marvelling at those whom they saw before them. They were swarthy men and ill-looking, and the hair of their heads was ugly. They had great eyes, and were broad of cheek </w:t>
      </w:r>
      <w:hyperlink r:id="rId55" w:history="1">
        <w:r>
          <w:rPr>
            <w:color w:val="0000FF"/>
            <w:sz w:val="24"/>
            <w:szCs w:val="24"/>
            <w:u w:val="single"/>
          </w:rPr>
          <w:t>(54)</w:t>
        </w:r>
      </w:hyperlink>
      <w:r>
        <w:rPr>
          <w:sz w:val="24"/>
          <w:szCs w:val="24"/>
        </w:rPr>
        <w:t>. They tarried there for a time looking curiously at the people they saw before them, and then rowed away, and to the southward around the point.</w:t>
      </w:r>
    </w:p>
    <w:p w:rsidR="001856D7" w:rsidRDefault="001856D7">
      <w:pPr>
        <w:jc w:val="both"/>
        <w:rPr>
          <w:sz w:val="24"/>
          <w:szCs w:val="24"/>
        </w:rPr>
      </w:pPr>
    </w:p>
    <w:p w:rsidR="001856D7" w:rsidRDefault="001856D7">
      <w:pPr>
        <w:jc w:val="both"/>
        <w:rPr>
          <w:sz w:val="24"/>
          <w:szCs w:val="24"/>
        </w:rPr>
      </w:pPr>
      <w:r>
        <w:rPr>
          <w:sz w:val="24"/>
          <w:szCs w:val="24"/>
        </w:rPr>
        <w:t xml:space="preserve">Karlsefni and his followers had built their huts above the lake, some of their dwellings being near the lake, and others farther away. Now they remained there that winter. No snow came there, and all of their live-stock lived by grazing </w:t>
      </w:r>
      <w:hyperlink r:id="rId56" w:history="1">
        <w:r>
          <w:rPr>
            <w:color w:val="0000FF"/>
            <w:sz w:val="24"/>
            <w:szCs w:val="24"/>
            <w:u w:val="single"/>
          </w:rPr>
          <w:t>(55)</w:t>
        </w:r>
      </w:hyperlink>
      <w:r>
        <w:rPr>
          <w:sz w:val="24"/>
          <w:szCs w:val="24"/>
        </w:rPr>
        <w:t>. And when spring opened they discovered, early one morning, a great number of skin-canoes rowing from the south past the cape, so numerous that it looked as if coals had been scattered broadcast out before the bay; and on every boat staves were waved.</w:t>
      </w:r>
    </w:p>
    <w:p w:rsidR="001856D7" w:rsidRDefault="001856D7">
      <w:pPr>
        <w:jc w:val="both"/>
        <w:rPr>
          <w:sz w:val="24"/>
          <w:szCs w:val="24"/>
        </w:rPr>
      </w:pPr>
    </w:p>
    <w:p w:rsidR="001856D7" w:rsidRDefault="001856D7">
      <w:pPr>
        <w:jc w:val="both"/>
        <w:rPr>
          <w:sz w:val="24"/>
          <w:szCs w:val="24"/>
        </w:rPr>
      </w:pPr>
      <w:r>
        <w:rPr>
          <w:sz w:val="24"/>
          <w:szCs w:val="24"/>
        </w:rPr>
        <w:t>Thereupon Karlsefni and his people displayed their shields and when they came together they began to barter with each other. Especially did the strangers wish to buy red cloth, for which they offered in exchange peltries and quite grey skins. They also desired to buy swords and spears, but Karlsefni and Snorri forbade this. In exchange for perfect unsullied skins, the Skrellings would take red stuff a span in length, which they would bind around their heads. So their trade went on for a time, until Karlsefni and his people began to grow short of cloth, when they divided it into such narrow pieces that it was not more than a finger's breadth wide, but the Skrellings still continued to give just as much for this as before, or more.</w:t>
      </w:r>
    </w:p>
    <w:p w:rsidR="001856D7" w:rsidRDefault="001856D7">
      <w:pPr>
        <w:jc w:val="both"/>
        <w:rPr>
          <w:sz w:val="24"/>
          <w:szCs w:val="24"/>
        </w:rPr>
      </w:pPr>
    </w:p>
    <w:p w:rsidR="001856D7" w:rsidRDefault="001856D7">
      <w:pPr>
        <w:jc w:val="both"/>
        <w:rPr>
          <w:sz w:val="24"/>
          <w:szCs w:val="24"/>
        </w:rPr>
      </w:pPr>
      <w:r>
        <w:rPr>
          <w:sz w:val="24"/>
          <w:szCs w:val="24"/>
        </w:rPr>
        <w:t xml:space="preserve">It so happened that a bull, belonging to Karlsefni and his people, ran out from the woods, bellowing loudly. This so terrified the Skrellings, that they sped out to their canoes, and then rowed away to the southward along the coast. For three entire weeks nothing more was seen of them. At the end of this time, however, a great multitude of Skrelling boats was discovered approaching from the south, as if a stream were pouring down, and all of their staves were waved in a direction contrary to the course of the sun, and the Skrellings were all tittering loud cries. Thereupon Karlsefni and his men took red shields </w:t>
      </w:r>
      <w:hyperlink r:id="rId57" w:history="1">
        <w:r>
          <w:rPr>
            <w:color w:val="0000FF"/>
            <w:sz w:val="24"/>
            <w:szCs w:val="24"/>
            <w:u w:val="single"/>
          </w:rPr>
          <w:t>(52)</w:t>
        </w:r>
      </w:hyperlink>
      <w:r>
        <w:rPr>
          <w:sz w:val="24"/>
          <w:szCs w:val="24"/>
        </w:rPr>
        <w:t xml:space="preserve"> and displayed them. The Skrellings sprang from their boats, and they met then, and fought together. There was a fierce shower of missiles, for the Skrellings had war-slings. Karlsefni and Snorri observed that the Skrellings raised up on a pole a great [57] ball-shaped body, almost the size of a sheep's belly, and nearly black in colour, and this they hurled from the pole upon the land above Karlsefni's followers, and it made a frightful noise where it fell. Whereat a great fear seized upon Karlsefni and all his men, so that they could think of nought but flight, and of making their escape up along the river bank, for it seemed to them that the troop of the Skrellings was rushing towards them from every side, and they did not pause until they came to certain jutting crags, where they offered a stout resistance. Freydis came out, and seeing that Karlsefni and his men were fleeing, she cried: "Why do ye flee from these wretches, such worthy men as ye, when, meseems, ye might slaughter them like cattle. Had I but a weapon, methinks, I would fight better than any one of you!" They gave no heed to her words. Freydis sought to join them, but lagged behind, for she was not hale; she followed them, however, into the forest, while the Skrellings pursued her; she found a dead man in front of her; this was Thorbrand, Snorri's son, his skull cleft by a flat stone; his naked sword lay beside him; she took it up, and prepared to defend herself with it. The Skrellings then approached her, whereupon she stripped down her shift, and slapped her breast with the naked sword. At this the Skrellings were terrified and ran down to their boats, and rowed away. Karlsefni and his companions, however, joined her and praised her valour. Two of Karlsefni's men had fallen and a great number of the Skrellings. Karlsefni's party had been overpowered by dint of superior numbers. They now returned to. their [58] dwellings, and bound up their wounds, and weighed carefully what throng of men that could have been, which had seemed to descend upon them from the land; it now seemed to them that there could have been but the one party, that which came from the boats, and that the other troop must have been an ocular delusion. The Skrellings, however, found a dead man, and an axe lay beside him. One of their number picked up the axe, and struck at a tree with it, and one after another [they tested it], and it seemed to them to be a treasure, and to cut well; then one of their number seized it, and hewed at a stone with it, so that the axe broke, whereat they concluded that it could be of no use, since it would not withstand stone, and they cast it away.</w:t>
      </w:r>
    </w:p>
    <w:p w:rsidR="001856D7" w:rsidRDefault="001856D7">
      <w:pPr>
        <w:jc w:val="both"/>
        <w:rPr>
          <w:sz w:val="24"/>
          <w:szCs w:val="24"/>
        </w:rPr>
      </w:pPr>
    </w:p>
    <w:p w:rsidR="001856D7" w:rsidRDefault="001856D7">
      <w:pPr>
        <w:jc w:val="both"/>
        <w:rPr>
          <w:sz w:val="24"/>
          <w:szCs w:val="24"/>
        </w:rPr>
      </w:pPr>
      <w:r>
        <w:rPr>
          <w:sz w:val="24"/>
          <w:szCs w:val="24"/>
        </w:rPr>
        <w:t xml:space="preserve">It now seemed clear to Karlsefni and his people that although the country thereabouts was attractive, their life would be one of constant dread and turmoil by reason of the [hostility of the] inhabitants of the country, so they forthwith prepared to leave, and determined to return to their own country. They sailed to the northward off the coast, and found five Skrellings, clad in skin-doublets, lying asleep near the sea. There were vessels beside them containing animal marrow, mixed with blood. Karlsefni and his company concluded that they must have been banished from their own land. They put them to death. They afterwards found a cape, upon which there was a great number of animals, and this cape looked as if it were one cake of dung, by reason of the animals which lay there at night. They now arrived again at Streamfirth, where they found great abundance of all those things [59] of which they stood in need. Some men say that Biarni and Freydis remained behind here with a hundred men, and went no further; while Karlsefni and Snorri proceeded to the southward with forty men, tarrying at Hop barely two months, and returning again the same summer. Karlsefni then set out with one ship in search of Thorhall the Huntsman, but the greater part of the company remained behind. They sailed to the northward around Keelness, and then bore to the westward, having land to the larboard. The country there was a wooded wilderness, as far as they could see, with scarcely an open space; and when they had journeyed a considerable distance, a river flowed down from the east toward the west. They sailed into the mouth of the river, and lay to by the southern bank. </w:t>
      </w:r>
    </w:p>
    <w:p w:rsidR="001856D7" w:rsidRDefault="001856D7">
      <w:pPr>
        <w:jc w:val="both"/>
        <w:rPr>
          <w:sz w:val="24"/>
          <w:szCs w:val="24"/>
        </w:rPr>
      </w:pPr>
    </w:p>
    <w:p w:rsidR="001856D7" w:rsidRDefault="001856D7">
      <w:pPr>
        <w:jc w:val="both"/>
        <w:rPr>
          <w:sz w:val="24"/>
          <w:szCs w:val="24"/>
        </w:rPr>
      </w:pPr>
    </w:p>
    <w:p w:rsidR="001856D7" w:rsidRDefault="001856D7">
      <w:pPr>
        <w:jc w:val="both"/>
        <w:rPr>
          <w:sz w:val="24"/>
          <w:szCs w:val="24"/>
        </w:rPr>
      </w:pPr>
    </w:p>
    <w:p w:rsidR="001856D7" w:rsidRDefault="001856D7">
      <w:pPr>
        <w:jc w:val="both"/>
        <w:rPr>
          <w:sz w:val="24"/>
          <w:szCs w:val="24"/>
        </w:rPr>
      </w:pPr>
    </w:p>
    <w:p w:rsidR="001856D7" w:rsidRDefault="001856D7">
      <w:pPr>
        <w:jc w:val="both"/>
        <w:rPr>
          <w:sz w:val="24"/>
          <w:szCs w:val="24"/>
        </w:rPr>
      </w:pPr>
    </w:p>
    <w:p w:rsidR="001856D7" w:rsidRDefault="001856D7">
      <w:pPr>
        <w:jc w:val="both"/>
        <w:rPr>
          <w:sz w:val="24"/>
          <w:szCs w:val="24"/>
        </w:rPr>
      </w:pPr>
    </w:p>
    <w:p w:rsidR="001856D7" w:rsidRDefault="001856D7">
      <w:pPr>
        <w:jc w:val="both"/>
        <w:rPr>
          <w:sz w:val="24"/>
          <w:szCs w:val="24"/>
        </w:rPr>
      </w:pPr>
    </w:p>
    <w:p w:rsidR="001856D7" w:rsidRDefault="001856D7">
      <w:pPr>
        <w:jc w:val="both"/>
        <w:rPr>
          <w:sz w:val="24"/>
          <w:szCs w:val="24"/>
        </w:rPr>
      </w:pPr>
    </w:p>
    <w:p w:rsidR="001856D7" w:rsidRDefault="001856D7">
      <w:pPr>
        <w:jc w:val="both"/>
        <w:rPr>
          <w:sz w:val="24"/>
          <w:szCs w:val="24"/>
        </w:rPr>
      </w:pPr>
    </w:p>
    <w:p w:rsidR="001856D7" w:rsidRDefault="001856D7">
      <w:pPr>
        <w:jc w:val="both"/>
        <w:rPr>
          <w:sz w:val="24"/>
          <w:szCs w:val="24"/>
        </w:rPr>
      </w:pPr>
    </w:p>
    <w:p w:rsidR="001856D7" w:rsidRDefault="001856D7">
      <w:pPr>
        <w:jc w:val="both"/>
        <w:rPr>
          <w:sz w:val="18"/>
          <w:szCs w:val="18"/>
        </w:rPr>
      </w:pPr>
      <w:r>
        <w:rPr>
          <w:b/>
          <w:bCs/>
        </w:rPr>
        <w:t>DEATH OF THORVALD ERIKSON</w:t>
      </w:r>
      <w:r>
        <w:t>.</w:t>
      </w:r>
    </w:p>
    <w:p w:rsidR="001856D7" w:rsidRDefault="001856D7">
      <w:pPr>
        <w:jc w:val="both"/>
      </w:pPr>
      <w:r>
        <w:t>THORVALD, a son of Eric the Red, was a man cast in a mould as heroic as that from which issued his historically better known brother, Leif Erikson. To him the credit is due of having been with Karlsefni, the first white man to explore the American coast south of what is now Massachusetts. His death from an arrow wound, received at the hand,, of the Skrellings (Indians), was the first tragedy enacted in the settlement of the New World, and his dying words were prophetic of the greatness which the country would some day attain because of its fruitfulness.</w:t>
      </w:r>
    </w:p>
    <w:p w:rsidR="001856D7" w:rsidRDefault="001856D7">
      <w:pPr>
        <w:jc w:val="both"/>
      </w:pPr>
    </w:p>
    <w:p w:rsidR="001856D7" w:rsidRDefault="001856D7">
      <w:pPr>
        <w:jc w:val="both"/>
        <w:rPr>
          <w:sz w:val="24"/>
          <w:szCs w:val="24"/>
        </w:rPr>
      </w:pPr>
    </w:p>
    <w:p w:rsidR="001856D7" w:rsidRDefault="001856D7">
      <w:pPr>
        <w:keepNext/>
        <w:jc w:val="both"/>
        <w:rPr>
          <w:b/>
          <w:bCs/>
          <w:sz w:val="28"/>
          <w:szCs w:val="28"/>
        </w:rPr>
      </w:pPr>
      <w:r>
        <w:rPr>
          <w:b/>
          <w:bCs/>
          <w:sz w:val="28"/>
          <w:szCs w:val="28"/>
        </w:rPr>
        <w:t>THE SLAYING OF THORVALD - ERIC'S SON</w:t>
      </w:r>
    </w:p>
    <w:p w:rsidR="001856D7" w:rsidRDefault="001856D7">
      <w:pPr>
        <w:keepNext/>
        <w:jc w:val="both"/>
        <w:rPr>
          <w:b/>
          <w:bCs/>
          <w:sz w:val="28"/>
          <w:szCs w:val="28"/>
        </w:rPr>
      </w:pPr>
    </w:p>
    <w:p w:rsidR="001856D7" w:rsidRDefault="001856D7">
      <w:pPr>
        <w:jc w:val="both"/>
        <w:rPr>
          <w:sz w:val="24"/>
          <w:szCs w:val="24"/>
        </w:rPr>
      </w:pPr>
      <w:r>
        <w:rPr>
          <w:sz w:val="24"/>
          <w:szCs w:val="24"/>
        </w:rPr>
        <w:t xml:space="preserve">It happened one morning that Karlsefni and his companions discovered in an open space in the woods above them, a speck, which seemed to shine toward them, and they shouted at it; it stirred and it was a Uniped </w:t>
      </w:r>
      <w:hyperlink r:id="rId58" w:history="1">
        <w:r>
          <w:rPr>
            <w:color w:val="0000FF"/>
            <w:sz w:val="24"/>
            <w:szCs w:val="24"/>
            <w:u w:val="single"/>
          </w:rPr>
          <w:t>(56)</w:t>
        </w:r>
      </w:hyperlink>
      <w:r>
        <w:rPr>
          <w:sz w:val="24"/>
          <w:szCs w:val="24"/>
        </w:rPr>
        <w:t>, who skipped down to the bank of the river by which they were lying. Thorvald, a son of Eric the Red, was sitting at the helm, and the Uniped shot an arrow into his inwards. Thorvald drew out the arrow, and exclaimed: "There is fat around my paunch; we have hit upon a fruitful country, and yet we are not like to get much profit of it." Thorvald died soon after from this wound. Then the Uniped ran away back toward the north. Karlsefni and his men pursued him, and saw him from time [60] to time. The last they saw of him, he ran down into a creek. Then they turned back; whereupon one of the men recited this ditty:</w:t>
      </w:r>
    </w:p>
    <w:p w:rsidR="001856D7" w:rsidRDefault="001856D7">
      <w:pPr>
        <w:ind w:left="720"/>
        <w:rPr>
          <w:sz w:val="24"/>
          <w:szCs w:val="24"/>
        </w:rPr>
      </w:pPr>
      <w:r>
        <w:t>Eager, our men, up hill, down dell,</w:t>
      </w:r>
      <w:r>
        <w:br/>
        <w:t>Hunted a Uniped;</w:t>
      </w:r>
      <w:r>
        <w:br/>
        <w:t>Hearken, Karlsefni, while they tell</w:t>
      </w:r>
      <w:r>
        <w:br/>
        <w:t>How swift the quarry fled!</w:t>
      </w:r>
    </w:p>
    <w:p w:rsidR="001856D7" w:rsidRDefault="001856D7">
      <w:pPr>
        <w:jc w:val="both"/>
        <w:rPr>
          <w:sz w:val="24"/>
          <w:szCs w:val="24"/>
        </w:rPr>
      </w:pPr>
      <w:r>
        <w:rPr>
          <w:sz w:val="24"/>
          <w:szCs w:val="24"/>
        </w:rPr>
        <w:t xml:space="preserve">Then they sailed away back toward the north, and believed they had got sight of the land of the Unipeds; nor were they disposed to risk the lives of their men any longer. They concluded that the mountains of Hop, and those which they had now found, formed one chain, and this appeared to be so because they were about an equal distance removed from Streamfirth, in either direction. They sailed back, and passed the third winter at Streamfirth. Then the men began to divide into factions, of which the women were the cause; and those who were without wives endeavoured to seize upon the wives of those who were married, whence the greatest trouble arose. Snorri, Karlsefni's son, was born the first autumn, and he was three winters' old when they took their departure. When they sailed away from Wineland, they had a southerly wind, and so came upon Markland, where they found five Skrellings, of whom one was bearded, two were women, and two were children. Karlsefni and his people took the boys, but the others escaped, and these Skrellings sank down into the earth. They bore the lads away with them, and taught them to speak, and they were baptized. They said that their mother's name was Vætilldi, and their [61] father's Uvægi. They said that kings governed the Skrellings, one of whom was called Avalldamon, and the other Valldidida </w:t>
      </w:r>
      <w:hyperlink r:id="rId59" w:history="1">
        <w:r>
          <w:rPr>
            <w:color w:val="0000FF"/>
            <w:sz w:val="24"/>
            <w:szCs w:val="24"/>
            <w:u w:val="single"/>
          </w:rPr>
          <w:t>(57)</w:t>
        </w:r>
      </w:hyperlink>
      <w:r>
        <w:rPr>
          <w:sz w:val="24"/>
          <w:szCs w:val="24"/>
        </w:rPr>
        <w:t xml:space="preserve">. They stated, that there were no houses there, and that the people lived in caves or holes. They said that there was a land on the other side over against their country, which was inhabited by people who wore white garments, and yelled loudly, and carried poles before them, to which rags were attached; and people believe that this must have been Hvitramannaland [White-men's-land], or Ireland the Great </w:t>
      </w:r>
      <w:hyperlink r:id="rId60" w:history="1">
        <w:r>
          <w:rPr>
            <w:color w:val="0000FF"/>
            <w:sz w:val="24"/>
            <w:szCs w:val="24"/>
            <w:u w:val="single"/>
          </w:rPr>
          <w:t>(58)</w:t>
        </w:r>
      </w:hyperlink>
      <w:r>
        <w:rPr>
          <w:sz w:val="24"/>
          <w:szCs w:val="24"/>
        </w:rPr>
        <w:t>. Now they arrived in Greenland, and remained during the winter with Eric the Red.</w:t>
      </w:r>
    </w:p>
    <w:p w:rsidR="001856D7" w:rsidRDefault="001856D7">
      <w:pPr>
        <w:jc w:val="both"/>
        <w:rPr>
          <w:sz w:val="24"/>
          <w:szCs w:val="24"/>
        </w:rPr>
      </w:pPr>
      <w:r>
        <w:rPr>
          <w:sz w:val="24"/>
          <w:szCs w:val="24"/>
        </w:rPr>
        <w:t xml:space="preserve">Biarni, Grimolf's son, and his companions were driven out into the Atlantic, and came into a sea, which was filled with worms, </w:t>
      </w:r>
      <w:hyperlink r:id="rId61" w:history="1">
        <w:r>
          <w:rPr>
            <w:color w:val="0000FF"/>
            <w:sz w:val="24"/>
            <w:szCs w:val="24"/>
            <w:u w:val="single"/>
          </w:rPr>
          <w:t>(58a)</w:t>
        </w:r>
      </w:hyperlink>
      <w:r>
        <w:rPr>
          <w:sz w:val="24"/>
          <w:szCs w:val="24"/>
        </w:rPr>
        <w:t xml:space="preserve"> and their ship began to sink beneath them. They had a boat which had been coated with seal-tar; this the sea-worm does not penetrate. They took their places in this boat, and then discovered that it would not hold them all. Then said Biarni: "Since the boat will not hold more than half of our men, it is my advice, that the men who are to go in the boat be chosen by lot, for this selection must not he made according to rank." This seemed to them all such a manly offer that no one opposed it. So they adopted this plan, the men casting lots; and it fell to Biarni to go in the boat, and half of the men with him, for it would not hold more. But when the men were come into the boat an Icelander, who was in the ship, and who had accompanied Biarni [62] from Iceland, said: "Dost thou intend, Biarni, to forsake me here?" "It must be even so," answers Biarni. "Not such was the promise thou gavest my father," he answers, "when I left Iceland with thee, that thou wouldst thus part with me, when thou saidst that we should both share the same fate." "So be it, it shall not rest thus," answered Biarni; "do thou come hither, and I will go to the ship, for I see that thou art eager for life." Biarni thereupon boarded the ship, and this man entered the boat, and they went their way, until they came to Dublin in Ireland, and there they told this tale; now it is the belief of most people that Biarni and his companions perished in the maggot-sea, for they were never heard of afterward.</w:t>
      </w:r>
    </w:p>
    <w:p w:rsidR="001856D7" w:rsidRDefault="001856D7">
      <w:pPr>
        <w:jc w:val="both"/>
        <w:rPr>
          <w:sz w:val="24"/>
          <w:szCs w:val="24"/>
        </w:rPr>
      </w:pPr>
    </w:p>
    <w:p w:rsidR="001856D7" w:rsidRDefault="001856D7">
      <w:pPr>
        <w:jc w:val="both"/>
        <w:rPr>
          <w:sz w:val="24"/>
          <w:szCs w:val="24"/>
        </w:rPr>
      </w:pPr>
    </w:p>
    <w:p w:rsidR="001856D7" w:rsidRDefault="001856D7">
      <w:pPr>
        <w:keepNext/>
        <w:jc w:val="both"/>
        <w:rPr>
          <w:b/>
          <w:bCs/>
          <w:sz w:val="28"/>
          <w:szCs w:val="28"/>
        </w:rPr>
      </w:pPr>
      <w:r>
        <w:rPr>
          <w:b/>
          <w:bCs/>
          <w:sz w:val="28"/>
          <w:szCs w:val="28"/>
        </w:rPr>
        <w:t>KARLSEFNI AND HIS WIFE THURID'S ISSUE</w:t>
      </w:r>
    </w:p>
    <w:p w:rsidR="001856D7" w:rsidRDefault="001856D7">
      <w:pPr>
        <w:keepNext/>
        <w:jc w:val="both"/>
        <w:rPr>
          <w:b/>
          <w:bCs/>
          <w:sz w:val="28"/>
          <w:szCs w:val="28"/>
        </w:rPr>
      </w:pPr>
    </w:p>
    <w:p w:rsidR="001856D7" w:rsidRDefault="001856D7">
      <w:pPr>
        <w:jc w:val="both"/>
        <w:rPr>
          <w:sz w:val="24"/>
          <w:szCs w:val="24"/>
        </w:rPr>
      </w:pPr>
      <w:r>
        <w:rPr>
          <w:sz w:val="24"/>
          <w:szCs w:val="24"/>
        </w:rPr>
        <w:t xml:space="preserve">The following summer Karlsefni sailed to Iceland and Gudrid with him, and he went home to Reyniness </w:t>
      </w:r>
      <w:hyperlink r:id="rId62" w:history="1">
        <w:r>
          <w:rPr>
            <w:color w:val="0000FF"/>
            <w:sz w:val="24"/>
            <w:szCs w:val="24"/>
            <w:u w:val="single"/>
          </w:rPr>
          <w:t>(59)</w:t>
        </w:r>
      </w:hyperlink>
      <w:r>
        <w:rPr>
          <w:sz w:val="24"/>
          <w:szCs w:val="24"/>
        </w:rPr>
        <w:t xml:space="preserve">. His mother believed that he had made a poor match, and she was not at home the first winter. However, when she became convinced that Gudrid was a very superior woman, she returned to her home, and they lived happily together. Hallfrid was a daughter of Snorri, Karlsefni's son, she was the mother of Bishop Thorlak, Runolf's son </w:t>
      </w:r>
      <w:hyperlink r:id="rId63" w:history="1">
        <w:r>
          <w:rPr>
            <w:color w:val="0000FF"/>
            <w:sz w:val="24"/>
            <w:szCs w:val="24"/>
            <w:u w:val="single"/>
          </w:rPr>
          <w:t>(60)</w:t>
        </w:r>
      </w:hyperlink>
      <w:r>
        <w:rPr>
          <w:sz w:val="24"/>
          <w:szCs w:val="24"/>
        </w:rPr>
        <w:t>. They had a son named Thorbiorn, whose daughter's name was Thorunn [she was] Bishop Biorn's mother. Thorgeir was the name of a son of Snorri, Karlsefni's son, [he was] the father of Ingveld, mother of Bishop Brand the Elder. Steinunn was a daughter of Snorri, Karlsefni's son, who married Einar, a son of [63] Grundar-Ketil, a son of Thorvald Crook, a son of Thori of Espihol. Their son was Thorstein the Unjust, he was the father of Gudrun, who married Jorund of Keldur. Their daughter was Halla, the mother of Flosi, the father of Valgerd, the mother of Herra Erlend, the Stout, the father of Herra Hauk the Lawman. Another daughter of Flosi was Thordis, the mother of Fru Ingigerd the Mighty. Her daughter was Fru Hallbera, Abbess of Reyniness at Stad. Many other great people in Iceland are descended from Karlsefni and Thurid, who are not mentioned here. God be with us, Amen!</w:t>
      </w: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keepNext/>
        <w:jc w:val="both"/>
        <w:rPr>
          <w:b/>
          <w:bCs/>
          <w:sz w:val="52"/>
          <w:szCs w:val="52"/>
        </w:rPr>
      </w:pPr>
      <w:r>
        <w:rPr>
          <w:b/>
          <w:bCs/>
          <w:sz w:val="52"/>
          <w:szCs w:val="52"/>
        </w:rPr>
        <w:t>Chapter III</w:t>
      </w:r>
    </w:p>
    <w:p w:rsidR="001856D7" w:rsidRDefault="001856D7">
      <w:pPr>
        <w:keepNext/>
        <w:jc w:val="both"/>
        <w:rPr>
          <w:b/>
          <w:bCs/>
          <w:sz w:val="32"/>
          <w:szCs w:val="32"/>
        </w:rPr>
      </w:pPr>
      <w:r>
        <w:rPr>
          <w:b/>
          <w:bCs/>
          <w:sz w:val="32"/>
          <w:szCs w:val="32"/>
        </w:rPr>
        <w:t>THE WINELAND HISTORY OF THE FLATEY BOOK</w:t>
      </w:r>
    </w:p>
    <w:p w:rsidR="001856D7" w:rsidRDefault="001856D7">
      <w:pPr>
        <w:keepNext/>
        <w:jc w:val="both"/>
        <w:rPr>
          <w:b/>
          <w:bCs/>
          <w:sz w:val="32"/>
          <w:szCs w:val="32"/>
        </w:rPr>
      </w:pPr>
    </w:p>
    <w:p w:rsidR="001856D7" w:rsidRDefault="001856D7">
      <w:pPr>
        <w:jc w:val="both"/>
        <w:rPr>
          <w:sz w:val="24"/>
          <w:szCs w:val="24"/>
        </w:rPr>
      </w:pPr>
      <w:r>
        <w:rPr>
          <w:sz w:val="24"/>
          <w:szCs w:val="24"/>
        </w:rPr>
        <w:t>THE Flatey Book [Flateyjarbok] is the most extensive and most perfect of Icelandic manuscripts. It is in itself a comprehensive historical library of the era with which it deals, and so considerable are its contents that they fill upwards of 1700 large octavo pages of printed text. On the title-page of the manuscript we are informed, that it belonged originally to John Haconsson for whom it was written by the priests John Thordsson and Magnus Thorhallsson. We have no information concerning the date when the book was commenced by John Thordsson; but the most important portion of the work appears to have been completed in the year 1387, although additions were made to the body of the work by one of the original scribes, and the annals appended to the books, brought [64] them down to the year 1394. Toward the close of the fifteenth century, the then owner of the book, whose name is unknown, inserted three quaternions of additional historical matter in the manuscript, to fill a hiatus in the historical sequence of the work, not, however, in that part of the manuscript which treats of Wineland.</w:t>
      </w:r>
    </w:p>
    <w:p w:rsidR="001856D7" w:rsidRDefault="001856D7">
      <w:pPr>
        <w:jc w:val="both"/>
        <w:rPr>
          <w:sz w:val="24"/>
          <w:szCs w:val="24"/>
        </w:rPr>
      </w:pPr>
    </w:p>
    <w:p w:rsidR="001856D7" w:rsidRDefault="001856D7">
      <w:pPr>
        <w:jc w:val="both"/>
        <w:rPr>
          <w:sz w:val="24"/>
          <w:szCs w:val="24"/>
        </w:rPr>
      </w:pPr>
      <w:r>
        <w:rPr>
          <w:sz w:val="24"/>
          <w:szCs w:val="24"/>
        </w:rPr>
        <w:t>It has been conjectured that the manuscript was written in the north of Iceland, but according to the editors of the printed text the facts are that the manuscript was owned in the west of Iceland as far back as we possess any knowledge of it, and there is no positive evidence where it was written. We have, indeed, no. further particulars concerning the manuscript before the seventeenth century, when we find that it was in the possession of John Finsson, who dwelt in Flatey in Breidafirth as had his father, and his father's father before him. That the book had been a family heirloom is evident from an entry made in the manuscript by this same John Finsson:</w:t>
      </w:r>
    </w:p>
    <w:p w:rsidR="001856D7" w:rsidRDefault="001856D7">
      <w:pPr>
        <w:jc w:val="both"/>
        <w:rPr>
          <w:sz w:val="24"/>
          <w:szCs w:val="24"/>
        </w:rPr>
      </w:pPr>
    </w:p>
    <w:p w:rsidR="001856D7" w:rsidRDefault="001856D7">
      <w:pPr>
        <w:jc w:val="both"/>
        <w:rPr>
          <w:sz w:val="24"/>
          <w:szCs w:val="24"/>
        </w:rPr>
      </w:pPr>
      <w:r>
        <w:rPr>
          <w:sz w:val="24"/>
          <w:szCs w:val="24"/>
        </w:rPr>
        <w:t>"This book I, John Finsson, own; the gift of my deceased father's father, John Biarnsson," etc.</w:t>
      </w:r>
    </w:p>
    <w:p w:rsidR="001856D7" w:rsidRDefault="001856D7">
      <w:pPr>
        <w:jc w:val="both"/>
        <w:rPr>
          <w:sz w:val="24"/>
          <w:szCs w:val="24"/>
        </w:rPr>
      </w:pPr>
    </w:p>
    <w:p w:rsidR="001856D7" w:rsidRDefault="001856D7">
      <w:pPr>
        <w:jc w:val="both"/>
        <w:rPr>
          <w:sz w:val="24"/>
          <w:szCs w:val="24"/>
        </w:rPr>
      </w:pPr>
      <w:r>
        <w:rPr>
          <w:sz w:val="24"/>
          <w:szCs w:val="24"/>
        </w:rPr>
        <w:t>From John Finsson the book descended to his nephew, John Torfason, from whom that worthy bibliophile, Bishop Bryniolf of Skalholt, sought in vain to purchase it, as is related in an anecdote in the bishop's biography:</w:t>
      </w:r>
    </w:p>
    <w:p w:rsidR="001856D7" w:rsidRDefault="001856D7">
      <w:pPr>
        <w:jc w:val="both"/>
        <w:rPr>
          <w:sz w:val="24"/>
          <w:szCs w:val="24"/>
        </w:rPr>
      </w:pPr>
    </w:p>
    <w:p w:rsidR="001856D7" w:rsidRDefault="001856D7">
      <w:pPr>
        <w:jc w:val="both"/>
        <w:rPr>
          <w:sz w:val="24"/>
          <w:szCs w:val="24"/>
        </w:rPr>
      </w:pPr>
      <w:r>
        <w:rPr>
          <w:sz w:val="24"/>
          <w:szCs w:val="24"/>
        </w:rPr>
        <w:t>"Farmer John of Flatey, son of the Rev. Torfi Finsson, owned a large and massive parchment-book in ancient monachal writing, containing sagas of the Kings of Norway, and many others: and it is, therefore, commonly called Flatey Book. This Bishop Bryniolf endeavored to purchase, first for money, and then for five hundreds of [65] land. But he nevertheless failed to obtain it; however, when John bore him company, as he was leaving the island, he presented him the book; and it is said that the Bishop rewarded him liberally for it."</w:t>
      </w:r>
    </w:p>
    <w:p w:rsidR="001856D7" w:rsidRDefault="001856D7">
      <w:pPr>
        <w:jc w:val="both"/>
        <w:rPr>
          <w:sz w:val="24"/>
          <w:szCs w:val="24"/>
        </w:rPr>
      </w:pPr>
    </w:p>
    <w:p w:rsidR="001856D7" w:rsidRDefault="001856D7">
      <w:pPr>
        <w:jc w:val="both"/>
        <w:rPr>
          <w:sz w:val="24"/>
          <w:szCs w:val="24"/>
        </w:rPr>
      </w:pPr>
    </w:p>
    <w:p w:rsidR="001856D7" w:rsidRDefault="001856D7">
      <w:pPr>
        <w:jc w:val="both"/>
        <w:rPr>
          <w:sz w:val="24"/>
          <w:szCs w:val="24"/>
        </w:rPr>
      </w:pPr>
    </w:p>
    <w:p w:rsidR="001856D7" w:rsidRDefault="001856D7">
      <w:pPr>
        <w:jc w:val="both"/>
        <w:rPr>
          <w:sz w:val="24"/>
          <w:szCs w:val="24"/>
        </w:rPr>
      </w:pPr>
      <w:r>
        <w:rPr>
          <w:sz w:val="24"/>
          <w:szCs w:val="24"/>
        </w:rPr>
        <w:t>The Flatey Book was among a collection of vellum manuscripts intrusted to the care of Thormod Torfæus, in 1662, as a present from Bishop Bryniolf to King Frederick the Third of Denmark, and thus luckily escaped the fate of others of the bishop's literary treasures. In the Royal Library of Copenhagen it has ever since remained, where it is known as No. 1005, fol. of the Old Royal Collection.</w:t>
      </w:r>
    </w:p>
    <w:p w:rsidR="001856D7" w:rsidRDefault="001856D7">
      <w:pPr>
        <w:jc w:val="both"/>
        <w:rPr>
          <w:sz w:val="24"/>
          <w:szCs w:val="24"/>
        </w:rPr>
      </w:pPr>
    </w:p>
    <w:p w:rsidR="001856D7" w:rsidRDefault="001856D7">
      <w:pPr>
        <w:jc w:val="both"/>
        <w:rPr>
          <w:sz w:val="24"/>
          <w:szCs w:val="24"/>
        </w:rPr>
      </w:pPr>
      <w:r>
        <w:rPr>
          <w:sz w:val="24"/>
          <w:szCs w:val="24"/>
        </w:rPr>
        <w:t>Interpolated in the Saga of Olaf Tryggvason in the Flatey Book are two minor historical narratives. The first of these, in the order in which they appear in the manuscript, is called, a Short Story of Eric the Red, the second, a Short Story of the Greenlanders. Although these short histories are not connected in any way in the manuscript, being indeed separated by over fifty columns of extraneous historical matter, they form, if brought together, what may be called, the Flatey Book version of history of the Wineland discovery,--a version which varies materially from the accounts of the discovery, as they have been preserved elsewhere. Before considering these points of difference, it may be stated that, as we have no certain knowledge where the Flatey Book was written, neither have we any definite information concerning the original material from which the transcripts of these two narratives were made. The original manuscripts of these narratives would appear to have shared a [66] common fate with the other original forms from which the scribes of the Flatey Book compiled their work;--all of this vast congeries of early manuscripts has entirely disappeared. This is the conclusion reached by that eminent authority, the late Dr. Vigfusson, whose profound knowledge of the written literature of the North was supplemented in the present instance by that close acquaintance which he had gained with the Flatey Book, by reason of his having transcribed the entire manuscript for publication.</w:t>
      </w:r>
    </w:p>
    <w:p w:rsidR="001856D7" w:rsidRDefault="001856D7">
      <w:pPr>
        <w:jc w:val="both"/>
        <w:rPr>
          <w:sz w:val="24"/>
          <w:szCs w:val="24"/>
        </w:rPr>
      </w:pPr>
    </w:p>
    <w:p w:rsidR="001856D7" w:rsidRDefault="001856D7">
      <w:pPr>
        <w:jc w:val="both"/>
        <w:rPr>
          <w:sz w:val="24"/>
          <w:szCs w:val="24"/>
        </w:rPr>
      </w:pPr>
      <w:r>
        <w:rPr>
          <w:sz w:val="24"/>
          <w:szCs w:val="24"/>
        </w:rPr>
        <w:t>This total disappearance of all trace of the archetypes of the Flatey Book, although it is by no means the only case of the kind in the history of Icelandic paleography, is especially to be deplored in connection with the Wineland narrative, since it leaves us without a clue, which might aid us in arriving at a solution of certain enigmas which this narrative presents.</w:t>
      </w:r>
    </w:p>
    <w:p w:rsidR="001856D7" w:rsidRDefault="001856D7">
      <w:pPr>
        <w:jc w:val="both"/>
        <w:rPr>
          <w:sz w:val="24"/>
          <w:szCs w:val="24"/>
        </w:rPr>
      </w:pPr>
    </w:p>
    <w:p w:rsidR="001856D7" w:rsidRDefault="001856D7">
      <w:pPr>
        <w:jc w:val="both"/>
        <w:rPr>
          <w:sz w:val="24"/>
          <w:szCs w:val="24"/>
        </w:rPr>
      </w:pPr>
      <w:r>
        <w:rPr>
          <w:sz w:val="24"/>
          <w:szCs w:val="24"/>
        </w:rPr>
        <w:t xml:space="preserve">In the Flatey Book version of the discovery it is stated that Biarni Heriulfsson, during a voyage from Iceland to Greenland, having been driven to the southward out of his course, came upon unknown lands; that, following upon this, and as the direct result of Biarni's reports of his discoveries, Leif Ericsson was moved to go in search of the strange lands which Biarni had seen but not explored; that he found these in due course, "first that land which Biarni had seen last," and finally the southernmost land, to which, "after its products," he gave the name of Wineland. This account differs entirely from the history contained in the other manuscripts which deal with this subject, all of which agree in ascribing the discovery to [67] Leif Ericsson, and unite in the statement that he found Wineland </w:t>
      </w:r>
      <w:r>
        <w:rPr>
          <w:i/>
          <w:iCs/>
          <w:sz w:val="24"/>
          <w:szCs w:val="24"/>
        </w:rPr>
        <w:t>accidentally</w:t>
      </w:r>
      <w:r>
        <w:rPr>
          <w:sz w:val="24"/>
          <w:szCs w:val="24"/>
        </w:rPr>
        <w:t>, during a voyage from Norway to Greenland, which he had undertaken at the instance of King Olaf Tryggvasson, for the purpose of introducing Christianity to his fellow-countrymen in Greenland. Not only is Biarni's discovery unknown to any other Icelandic writing now existing, but the man himself, as well as his daring voyage, have failed to find a chronicler elsewhere, although his father was "a most distinguished man," the grandson of a "settler," and a kinsman of the first Icelandic colonist.</w:t>
      </w:r>
    </w:p>
    <w:p w:rsidR="001856D7" w:rsidRDefault="001856D7">
      <w:pPr>
        <w:jc w:val="both"/>
        <w:rPr>
          <w:sz w:val="24"/>
          <w:szCs w:val="24"/>
        </w:rPr>
      </w:pPr>
    </w:p>
    <w:p w:rsidR="001856D7" w:rsidRDefault="001856D7">
      <w:pPr>
        <w:jc w:val="both"/>
        <w:rPr>
          <w:sz w:val="24"/>
          <w:szCs w:val="24"/>
        </w:rPr>
      </w:pPr>
      <w:r>
        <w:rPr>
          <w:sz w:val="24"/>
          <w:szCs w:val="24"/>
        </w:rPr>
        <w:t>The first portion of the Flatey Book version, the "Short Story of Eric the Red," concludes with the words, "Biarni now went to his father, gave up his voyaging, and remained with his father during Heriulf's lifetime, and continued to dwell there after his father." The second portion of this version of the Wineland history, the "Short Story of the Greenlanders," begins with the words "It is now next to this, that Biarni Heriulfsson came out from Greenland on a visit to Earl Eric," etc. As has already been stated, the two portions of the history of the Wineland discovery, as they appear in the Flatey Book, are not in any way connected with each other. The first narrative occupies its appropriate place in the account of the life of King Olaf Tryggvason, as do, the other narratives, similar in character, which are introduced into this as into the other sagas in the manuscript, and there appears to be no reason why the second narrative, "A Short Story of the Greenlanders," should be regarded as having received treatment different, in this respect, from other interpolated [68] narratives of the same class. If, therefore, we interpret the opening words of this story of the Greenlanders, "It is now next to this," to mean that the incident which follows is related next in chronological order after that part of the saga which has immediately preceded it, it becomes apparent that Biarni's visit must have taken place after the battle of Svoldr in which King Olaf Tryggvason fell, and Earl Eric was victorious. This battle took place on the 9th of September, in the year 1000. As it is not probable that Biarni would have undertaken his voyage to Norway before the summer following, the earliest date which could reasonably be assigned for Biarni's sojourn at the Earl's court would appear to be the winter of the years 1001-1002. We are told in the same place that Biarni returned to Greenland the following summer, and that subsequent to his return Leif purchased his ship, and went in search of the land which Biarni had seen, but had failed to explore, in the year 985, according to the chronology of the "Short Story."</w:t>
      </w:r>
    </w:p>
    <w:p w:rsidR="001856D7" w:rsidRDefault="001856D7">
      <w:pPr>
        <w:jc w:val="both"/>
        <w:rPr>
          <w:sz w:val="24"/>
          <w:szCs w:val="24"/>
        </w:rPr>
      </w:pPr>
    </w:p>
    <w:p w:rsidR="001856D7" w:rsidRDefault="001856D7">
      <w:pPr>
        <w:jc w:val="both"/>
        <w:rPr>
          <w:sz w:val="24"/>
          <w:szCs w:val="24"/>
        </w:rPr>
      </w:pPr>
      <w:r>
        <w:rPr>
          <w:sz w:val="24"/>
          <w:szCs w:val="24"/>
        </w:rPr>
        <w:t xml:space="preserve">Leif's voyage of exploration, as described in the Flatey Book, could, therefore, scarcely have taken place before the year 1002. But, according to the other historical data already cited, Leif discovered Wineland during a voyage to Greenland, undertaken at the request, and during the lifetime, of King Olaf Tryggvason, hence obviously not later than the year 1000. The Flatey Book refers to this voyage in the following words: "That same summer be [King Olaf Tryggvason] sent Gizur and Hialti to Iceland, as has already been written. At that time King Olaf sent Leif to Greenland to preach [69] Christianity there. The King sent with him a priest and certain other holy men to baptize the folk, and teach them the true faith. Leif went to Greenland that summer and took [on board his vessel] a ship's crew of men, who were at the time in great peril upon a rock. He arrived in Greenland late in the summer, and went home to his father, Eric, at Brattahlid. The people afterwards called him Leif the Lucky, but his father, Eric, said that Leif's having rescued the crew and restored the men to life, might be balanced against the fact that he had brought the impostor to Greenland, so he called the priest. Nevertheless, through Leif's advice and persuasion, Eric was baptized, and all of the people of Greenland. </w:t>
      </w:r>
    </w:p>
    <w:p w:rsidR="001856D7" w:rsidRDefault="001856D7">
      <w:pPr>
        <w:jc w:val="both"/>
        <w:rPr>
          <w:sz w:val="24"/>
          <w:szCs w:val="24"/>
        </w:rPr>
      </w:pPr>
    </w:p>
    <w:p w:rsidR="001856D7" w:rsidRDefault="001856D7">
      <w:pPr>
        <w:jc w:val="both"/>
        <w:rPr>
          <w:sz w:val="24"/>
          <w:szCs w:val="24"/>
        </w:rPr>
      </w:pPr>
      <w:r>
        <w:rPr>
          <w:sz w:val="24"/>
          <w:szCs w:val="24"/>
        </w:rPr>
        <w:t>It will be observed, that in this record of Leif's missionary voyage no allusion is made to the discovery of Wineland, as in the other accounts of the same voyage, with which, in other respects, this passage agrees. By this variation a conflict with Biarni's claim to the priority of discovery, previously promulgated in the "Short Story of Eric the Red," is avoided. A portion of this passage may not, however, be so happily reconciled. It is said that, through Leif's advice and persuasion, Eric the Red was baptized, while we find in the "Short Story of the Greenlanders," the statement that "Eric the Red died before Christianity." Moreover, we have, in the "Short Story of the Greenlanders," in addition to this direct conflict of statement, an apparent repetition of the incident of the rescue of the shipwrecked mariners, when we are told that Leif effected a rescue of castaways on his return from a voyage of exploration to Wineland, and was [70] therefore called Leif the Lucky. If this be not a repetition of the same incident, then we must conclude that Leif upon two different voyages saved the lives of a crew of shipwrecked mariners, for which he twice received the same title from the same people! In the description of the rescue, contained in the "Short Story of the Greenlanders," we read that the leader of the castaways was one Thori Easterling, whose wife, Gudrid, Thorbiorn's daughter, seems to have been among the rescued. This Thori is mentioned nowhere save in the Flatey Book. His wife was so famous a personage in Icelandic annals that it seems passing strange this spouse should have been so completely ignored by other Icelandic chronicles, which have not failed to record Gudrid's marriage to Thorstein Ericsson, and subsequently to Thorfinn Karlsefni. Indeed, according to the biography of this "most noble lady," as written in the Saga of Eric the Red, there is no place for Thori, for Gudrid is said to have come to Greenland in much less romantic fashion, namely, as an unmarried woman, in the same ship with, and under the protection of her father Thorbiorn.</w:t>
      </w:r>
    </w:p>
    <w:p w:rsidR="001856D7" w:rsidRDefault="001856D7">
      <w:pPr>
        <w:jc w:val="both"/>
        <w:rPr>
          <w:sz w:val="24"/>
          <w:szCs w:val="24"/>
        </w:rPr>
      </w:pPr>
    </w:p>
    <w:p w:rsidR="001856D7" w:rsidRDefault="001856D7">
      <w:pPr>
        <w:jc w:val="both"/>
        <w:rPr>
          <w:sz w:val="24"/>
          <w:szCs w:val="24"/>
        </w:rPr>
      </w:pPr>
      <w:r>
        <w:rPr>
          <w:sz w:val="24"/>
          <w:szCs w:val="24"/>
        </w:rPr>
        <w:t>Another chronological error occurs in that paragraph of the "Short Story of Eric the Red," wherein it is stated that, "after sixteen winters had lapsed from the time when Eric the Red went to colonize Greenland, Leif, Eric's son, sailed out from Greenland to Norway. He arrived in Drontheim in the autumn when King Olaf Tryggvason was come down from the North out of Halogaland." It has previously been stated hi this same chronicle that Eric set out to colonize Greenland fifteen [71] years before Christianity was legally adopted in Iceland, that is to say in the year 985. Whence it follows, from this chronology, that Leif's voyage must have been undertaken in the year 1001, but since Olaf Tryggvason was killed in the autumn of the year 1000, this is, from the context, manifestly impossible. If we may suppose that the scribe of the Flatey Book, by a careless verbal substitution wrote "for at byggja" [went to colonize], instead of "for at leita" [went in search of], the chronology of the narrative becomes reconcilable.</w:t>
      </w:r>
    </w:p>
    <w:p w:rsidR="001856D7" w:rsidRDefault="001856D7">
      <w:pPr>
        <w:jc w:val="both"/>
        <w:rPr>
          <w:sz w:val="24"/>
          <w:szCs w:val="24"/>
        </w:rPr>
      </w:pPr>
    </w:p>
    <w:p w:rsidR="001856D7" w:rsidRDefault="001856D7">
      <w:pPr>
        <w:jc w:val="both"/>
        <w:rPr>
          <w:sz w:val="24"/>
          <w:szCs w:val="24"/>
        </w:rPr>
      </w:pPr>
      <w:r>
        <w:rPr>
          <w:sz w:val="24"/>
          <w:szCs w:val="24"/>
        </w:rPr>
        <w:t>In the "Short Story of the Greenlanders" inaccuracies of lesser import occur, one of which, at least, appears to owe its origin to a clerical blunder. In the narrative of Freydis' voyage, we are told that she waited upon the brothers Helgi and Finnbogi, and persuaded them to join her in an expedition to Wineland; according to the text, however, she enters into an agreement governing the manning of their ships, not with them, but with Karlsefni. Yet it is obvious, from the context, that Karlsefni did not participate in the enterprise, nor does it appear that he had any interest whatsoever in the undertaking. The substitution of Karlsefni's name for that of Helgi or Finnbogi, by a careless scribe, may have given rise to this lack of sequence. A blunder, which has crept into the genealogical list, at the conclusion of the history, may, perhaps, owe its origin to a somewhat similar cause. In this list, it will be noted, Bishop Thorlak is called the grandson of Hallfrid, Snorri's daughter; in the words of the manuscript, "Hallfrid was the name of the daughter of Snorri, Karlsefni's son; she was the mother of Runolf, [72] the father of Bishop Thorlak." Now Runolf was, indeed, the father of Bishop Thorlak, but he was the husband and not the son of Hallfrid. If we may suppose the heedless insertion of the word "mother" in the place of "wife," the palpable error, as the text now stands, would be removed.</w:t>
      </w:r>
    </w:p>
    <w:p w:rsidR="001856D7" w:rsidRDefault="001856D7">
      <w:pPr>
        <w:jc w:val="both"/>
        <w:rPr>
          <w:sz w:val="24"/>
          <w:szCs w:val="24"/>
        </w:rPr>
      </w:pPr>
    </w:p>
    <w:p w:rsidR="001856D7" w:rsidRDefault="001856D7">
      <w:pPr>
        <w:jc w:val="both"/>
        <w:rPr>
          <w:sz w:val="24"/>
          <w:szCs w:val="24"/>
        </w:rPr>
      </w:pPr>
      <w:r>
        <w:rPr>
          <w:sz w:val="24"/>
          <w:szCs w:val="24"/>
        </w:rPr>
        <w:t>It has been conjectured that the Wineland History of the Flatey Book has been drawn from a more primitive source than the narrative of the discovery which has been preserved in the two manuscripts, Hauk's Book and AM. 557, 4to. Two passages in the Flatey Book narrative lend a certain measure of plausibility to this conjecture. In the "Short Story of Eric the Red" it is stated, that Eric called his land-fall in Greenland Midioikul, in the words of the history; "this is now called Blacksark." In Hauk's Book this mountain is also called Blacksark; in AM. 557, 4to, it is called Whitesark; neither of these manuscripts, however, recalls the earlier name. Again, in the list of the descendants of Snorri, Karlsefni's Wineland-born son, appended to the "Short Story of the Greenlanders," Bishop Brand is so called without qualification, while in both texts of the Saga of Eric the Red he is referred to as Bishop Brand the Elder [hin fyrri]. The second Bishop Brand was ordained in 1263. This fact, while it would, without the other evidence which we possess, establish a date prior to which neither Hauk's Book nor AM. 557, 4to, could have been written, seems at the same time to afford negative evidence in support of the claim for the riper antiquity of the source from which the Flatey Book narrative was drawn. However this may [73] be the lapses already noted, together with the introduction of such incidents as that of the apparition of the big-eyed Gudrid to her namesake, Karlsefni's spouse; the narrative of Freydis' unpalliated treachery; the account of Wineland grapes which produced intoxication, and which apparently ripened at all seasons of the year, of honeydew grass, and the like, all seem to point either to a deliberate or careless corruption of the primitive history. Nevertheless, despite the discrepancies existing between the account of the Wineland discovery, as it has been preserved in the Flatey Book and as it is given elsewhere, so striking a parallelism is apparent in these different versions of this history, in the chief points of historical interest, as to point conclusively to their common origin.</w:t>
      </w:r>
    </w:p>
    <w:p w:rsidR="001856D7" w:rsidRDefault="001856D7">
      <w:pPr>
        <w:jc w:val="both"/>
        <w:rPr>
          <w:sz w:val="24"/>
          <w:szCs w:val="24"/>
        </w:rPr>
      </w:pPr>
    </w:p>
    <w:p w:rsidR="001856D7" w:rsidRDefault="001856D7">
      <w:pPr>
        <w:jc w:val="both"/>
      </w:pPr>
      <w:r>
        <w:rPr>
          <w:sz w:val="24"/>
          <w:szCs w:val="24"/>
        </w:rPr>
        <w:t>The two disjoined "accounts" of the Flatey Book, which relate to the Wineland discovery, are brought together in the translation which follows.</w:t>
      </w: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keepNext/>
        <w:jc w:val="both"/>
        <w:rPr>
          <w:b/>
          <w:bCs/>
          <w:sz w:val="52"/>
          <w:szCs w:val="52"/>
        </w:rPr>
      </w:pPr>
      <w:r>
        <w:rPr>
          <w:b/>
          <w:bCs/>
          <w:sz w:val="52"/>
          <w:szCs w:val="52"/>
        </w:rPr>
        <w:t>Chapter IV</w:t>
      </w:r>
    </w:p>
    <w:p w:rsidR="001856D7" w:rsidRDefault="001856D7">
      <w:pPr>
        <w:keepNext/>
        <w:jc w:val="both"/>
        <w:rPr>
          <w:b/>
          <w:bCs/>
          <w:sz w:val="32"/>
          <w:szCs w:val="32"/>
        </w:rPr>
      </w:pPr>
      <w:r>
        <w:rPr>
          <w:b/>
          <w:bCs/>
          <w:sz w:val="32"/>
          <w:szCs w:val="32"/>
        </w:rPr>
        <w:t>A BRIEF HISTORY OF ERIC THE RED</w:t>
      </w:r>
    </w:p>
    <w:p w:rsidR="001856D7" w:rsidRDefault="001856D7">
      <w:pPr>
        <w:keepNext/>
        <w:jc w:val="both"/>
        <w:rPr>
          <w:b/>
          <w:bCs/>
          <w:sz w:val="32"/>
          <w:szCs w:val="32"/>
        </w:rPr>
      </w:pPr>
    </w:p>
    <w:p w:rsidR="001856D7" w:rsidRDefault="001856D7">
      <w:pPr>
        <w:jc w:val="both"/>
        <w:rPr>
          <w:sz w:val="24"/>
          <w:szCs w:val="24"/>
        </w:rPr>
      </w:pPr>
      <w:r>
        <w:rPr>
          <w:sz w:val="24"/>
          <w:szCs w:val="24"/>
        </w:rPr>
        <w:t>There was a man named Thorvald, a son of Osvald, Ulf's son, Eyxna-Thori's son. Thorvald and Eric the Red, his son, left Jaederen [in Norway], on account of manslaughter, and went to Iceland. At that time Iceland was extensively colonized. They first lived at Drangar on Horn-strands, and there Thorvald died. Eric then married Thorhild, the daughter of Jorund and Thorbiorg the Ship-chested, who was then married to Thorbiorn of the Haukadal family. Eric then removed from the north, and made his home at Ericsstadir by Vatnshorn. Eric and Thorhild's son was called Leif.</w:t>
      </w:r>
    </w:p>
    <w:p w:rsidR="001856D7" w:rsidRDefault="001856D7">
      <w:pPr>
        <w:jc w:val="both"/>
        <w:rPr>
          <w:sz w:val="24"/>
          <w:szCs w:val="24"/>
        </w:rPr>
      </w:pPr>
    </w:p>
    <w:p w:rsidR="001856D7" w:rsidRDefault="001856D7">
      <w:pPr>
        <w:jc w:val="both"/>
        <w:rPr>
          <w:sz w:val="24"/>
          <w:szCs w:val="24"/>
        </w:rPr>
      </w:pPr>
      <w:r>
        <w:rPr>
          <w:sz w:val="24"/>
          <w:szCs w:val="24"/>
        </w:rPr>
        <w:t xml:space="preserve">After the killing of Eyiulf the Foul, and Duelling-Hrafn, Eric was banished from Haukadal, and betook himself westward to Breidafirth, settling in Eyxney at Ericsstadir. He loaned his outer dais-boards to Thorgest, and could not get these again when he demanded them. This gave rise to broils and battles between himself and Thorgest, as Eric's Saga relates. Eric was backed in the dispute by Styr Thorgrimsson, Eyiulf of Sviney, the sons of Brand of Alptafirth and Thorbiorn Vifilsson, while the Thorgesters were upheld by the sons of Thord the Yeller, and Thorgeir of Hitardal. Eric was declared an outlaw at Thorsnessthing. He thereupon equipped his ship for a voyage, in Ericsvag, and when he was ready to sail Styr and the others accompanied [75] him out beyond the islands. Eric told them that it was his purpose to go in search of that country which Gunnbiorn, son of Ulf the Crow, had seen, when he was driven westward across the main, at the time when he discovered Gunnbiorns-skerries; he added, that he would return to his friends, if he should succeed in finding this country. Eric sailed out from Snaefellsiokul, and found the land. He gave the name of Midiokul to his landfall; this is now called Blacksark. From thence he proceeded southward along the coast, in search of habitable land. He passed the first winter at Ericsey, near the middle of the Eastern-settlement, and the following spring he went to Ericsfirth, where he selected a dwelling-place. In the summer he visited the western uninhabited country, and assigned names to many of the localities. The second winter he remained at Holmar by Hrafnsgnipa, and the third summer he sailed northward to Snaefell, and all the way into Hrafnsfirth; then he said he had reached the head of Ericsfirth. He then returned and passed the third winter in Ericsey at the mouth of Ericsfirth. The next summer he sailed to Iceland, landing in Breidafirth. He called the country, which he had discovered, Greenland, because, he said, people would be attracted thither if the country had a good name. Eric spent the winter in Iceland, and the following summer set out to colonize the country. He settled at Brattahlid in Ericsfirth, and learned men say that in this same summer, in which Eric set out to settle Greenland, thirty-five ships sailed out of Breidafirth and Gorgarfirth; fourteen of these arrived safely, some were driven back and some were [76] lost. This was fifteen years before Christianity was legally adopted in Iceland. During the same summer Bishop Frederick and Thorvald Kodransson </w:t>
      </w:r>
      <w:hyperlink r:id="rId64" w:history="1">
        <w:r>
          <w:rPr>
            <w:color w:val="0000FF"/>
            <w:sz w:val="24"/>
            <w:szCs w:val="24"/>
            <w:u w:val="single"/>
          </w:rPr>
          <w:t>(61)</w:t>
        </w:r>
      </w:hyperlink>
      <w:r>
        <w:rPr>
          <w:sz w:val="24"/>
          <w:szCs w:val="24"/>
        </w:rPr>
        <w:t xml:space="preserve"> went abroad [from Iceland] Of those men, who accompanied Eric to Greenland, the following took possession of land there: Heriulf, Heriulfsfirth, he dwelt at Heriulfsness; Ketil, Ketilsfirth, Hrafn, Hrafnsfirth, Solvi, Solvadal; Helgi Thorbrandsson, Alptafirth; Thorbiorn Gleamer, Siglufirth; Einar, Einarsfirth; Hafgrim, Hafgrimsfirth and Vatnahverfi; Arnlaugsfirth; while some went to the Western settlement.</w:t>
      </w:r>
    </w:p>
    <w:p w:rsidR="001856D7" w:rsidRDefault="001856D7">
      <w:pPr>
        <w:jc w:val="both"/>
        <w:rPr>
          <w:sz w:val="24"/>
          <w:szCs w:val="24"/>
        </w:rPr>
      </w:pPr>
    </w:p>
    <w:p w:rsidR="001856D7" w:rsidRDefault="001856D7">
      <w:pPr>
        <w:jc w:val="both"/>
        <w:rPr>
          <w:sz w:val="24"/>
          <w:szCs w:val="24"/>
        </w:rPr>
      </w:pPr>
    </w:p>
    <w:p w:rsidR="001856D7" w:rsidRDefault="001856D7">
      <w:pPr>
        <w:keepNext/>
        <w:jc w:val="both"/>
        <w:rPr>
          <w:b/>
          <w:bCs/>
          <w:sz w:val="28"/>
          <w:szCs w:val="28"/>
        </w:rPr>
      </w:pPr>
      <w:r>
        <w:rPr>
          <w:b/>
          <w:bCs/>
          <w:sz w:val="28"/>
          <w:szCs w:val="28"/>
        </w:rPr>
        <w:t>LEIF THE LUCKY BAPTIZED</w:t>
      </w:r>
    </w:p>
    <w:p w:rsidR="001856D7" w:rsidRDefault="001856D7">
      <w:pPr>
        <w:keepNext/>
        <w:jc w:val="both"/>
        <w:rPr>
          <w:b/>
          <w:bCs/>
          <w:sz w:val="28"/>
          <w:szCs w:val="28"/>
        </w:rPr>
      </w:pPr>
    </w:p>
    <w:p w:rsidR="001856D7" w:rsidRDefault="001856D7">
      <w:pPr>
        <w:jc w:val="both"/>
        <w:rPr>
          <w:sz w:val="24"/>
          <w:szCs w:val="24"/>
        </w:rPr>
      </w:pPr>
      <w:r>
        <w:rPr>
          <w:sz w:val="24"/>
          <w:szCs w:val="24"/>
        </w:rPr>
        <w:t>After that sixteen winters had lapsed, from the time when Eric the Red went to colonize Greenland, Leif, Eric's son, sailed out from Greenland to Norway. He arrived in Drontheirn in the autumn, when King Olaf Tryggvasson was come down from the north, out of Halagoland. Leif put in to Nidaros with his ship, and set out at once to visit the king. King Olaf expounded the faith to him, as he did to other heathen men who came to visit him. It proved easy for the king to persuade Leif, and he was accordingly baptized, together with all of his shipmates. Leif remained throughout the winter with the king, by whom he was well entertained.</w:t>
      </w:r>
    </w:p>
    <w:p w:rsidR="001856D7" w:rsidRDefault="001856D7">
      <w:pPr>
        <w:jc w:val="both"/>
        <w:rPr>
          <w:sz w:val="24"/>
          <w:szCs w:val="24"/>
        </w:rPr>
      </w:pPr>
    </w:p>
    <w:p w:rsidR="001856D7" w:rsidRDefault="001856D7">
      <w:pPr>
        <w:jc w:val="both"/>
        <w:rPr>
          <w:sz w:val="24"/>
          <w:szCs w:val="24"/>
        </w:rPr>
      </w:pPr>
    </w:p>
    <w:p w:rsidR="001856D7" w:rsidRDefault="001856D7">
      <w:pPr>
        <w:keepNext/>
        <w:jc w:val="both"/>
        <w:rPr>
          <w:b/>
          <w:bCs/>
          <w:sz w:val="28"/>
          <w:szCs w:val="28"/>
        </w:rPr>
      </w:pPr>
      <w:r>
        <w:rPr>
          <w:b/>
          <w:bCs/>
          <w:sz w:val="28"/>
          <w:szCs w:val="28"/>
        </w:rPr>
        <w:t>BIARNI GOES IN QUEST OP GREENLAND</w:t>
      </w:r>
    </w:p>
    <w:p w:rsidR="001856D7" w:rsidRDefault="001856D7">
      <w:pPr>
        <w:keepNext/>
        <w:jc w:val="both"/>
        <w:rPr>
          <w:b/>
          <w:bCs/>
          <w:sz w:val="28"/>
          <w:szCs w:val="28"/>
        </w:rPr>
      </w:pPr>
    </w:p>
    <w:p w:rsidR="001856D7" w:rsidRDefault="001856D7">
      <w:pPr>
        <w:jc w:val="both"/>
        <w:rPr>
          <w:sz w:val="24"/>
          <w:szCs w:val="24"/>
        </w:rPr>
      </w:pPr>
      <w:r>
        <w:rPr>
          <w:sz w:val="24"/>
          <w:szCs w:val="24"/>
        </w:rPr>
        <w:t xml:space="preserve">Heriulf </w:t>
      </w:r>
      <w:hyperlink r:id="rId65" w:history="1">
        <w:r>
          <w:rPr>
            <w:color w:val="0000FF"/>
            <w:sz w:val="24"/>
            <w:szCs w:val="24"/>
            <w:u w:val="single"/>
          </w:rPr>
          <w:t>(62)</w:t>
        </w:r>
      </w:hyperlink>
      <w:r>
        <w:rPr>
          <w:sz w:val="24"/>
          <w:szCs w:val="24"/>
        </w:rPr>
        <w:t xml:space="preserve"> was a son of Bard Heriulfsson. He was a kinsman of Ingolf, the first colonist. Ingolf allotted land to Heriulf between Vag and Reykianess, and he [77] dwelt at first at Drepstok. Heriulf's wife's name was Thorgerd, and their son, whose name was Biarni, was a most promising man. He formed an inclination for voyaging while he was still young, and he prospered both in property and public esteem. It was his custom to pass his winters alternately abroad and with his father. Biarni soon became the owner of a trading-ship, and during the last winter that he spent in Norway, [his father] Heriulf determined to accompany Eric on his voyage to Greenland, and made his preparation to give up his farm. Upon the ship with Heriulf was a Christian man from the Hebrides, he it was who composed the Sea-Rollers' Song </w:t>
      </w:r>
      <w:hyperlink r:id="rId66" w:history="1">
        <w:r>
          <w:rPr>
            <w:color w:val="0000FF"/>
            <w:sz w:val="24"/>
            <w:szCs w:val="24"/>
            <w:u w:val="single"/>
          </w:rPr>
          <w:t>(63)</w:t>
        </w:r>
      </w:hyperlink>
      <w:r>
        <w:rPr>
          <w:sz w:val="24"/>
          <w:szCs w:val="24"/>
        </w:rPr>
        <w:t>. Heriulf settled at Heriulfsness, and was a most distinguished man. Eric the Red dwelt at Bratahlid, where he was held in the highest esteem, and all men paid him homage. These were Eric's children: Leif, Thorvald, and Thorstein, and a daughter whose name was Freydis; she was wedded to a man named Thorvard, and they dwelt at Gardar, where the episcopal seat now is. She was a very haughty woman, while Thorvard was a man of little force of character, and Freydis had been wedded to him chiefly because of his wealth. At that time the people of Greenland were heathen.</w:t>
      </w:r>
    </w:p>
    <w:p w:rsidR="001856D7" w:rsidRDefault="001856D7">
      <w:pPr>
        <w:jc w:val="both"/>
        <w:rPr>
          <w:sz w:val="24"/>
          <w:szCs w:val="24"/>
        </w:rPr>
      </w:pPr>
    </w:p>
    <w:p w:rsidR="001856D7" w:rsidRDefault="001856D7">
      <w:pPr>
        <w:jc w:val="both"/>
        <w:rPr>
          <w:sz w:val="24"/>
          <w:szCs w:val="24"/>
        </w:rPr>
      </w:pPr>
      <w:r>
        <w:rPr>
          <w:sz w:val="24"/>
          <w:szCs w:val="24"/>
        </w:rPr>
        <w:t xml:space="preserve">Biarni arrived with his ship at Eyrar [in Iceland] in the summer of the same year, in the spring of which his father had sailed away. Biarni was much surprised when he heard this news, and would not discharge his cargo. His shipmates enquired of him what he intended to do, and he replied that it was his purpose to keep to his [78] custom, and make his home for the winter with his father; "and I will take the ship to Greenland, if you will bear me company." They all replied that they would abide by his decision. Then said Biarni, "Our voyage must be regarded as foolhardy, seeing that no one of us has ever been in the Greenland Sea." Nevertheless they put out to sea when they were equipped for the voyage, and sailed for three days, until the land was hidden by the water, and then the fair wind died out, and north winds arose, and fogs, and they knew not whither they were drifting and thus it lasted for many "dœgr." Then they saw the sun again, and were able to determine the quarters of the heavens; they hoisted sail, and sailed that "dœgr" through before they saw land. They discussed among themselves what land it could be, and Biarni said that he did not believe that it could be Greenland. They asked whether he wished to sail to this land or not. "It is my counsel" [said he], "to sail close to the land." They did so, and soon saw that the land was level, and covered with woods, and that there were small hillocks upon it. They left the land on their larboard, and let the sheet turn toward the land. They sailed for two "dœgr" before they saw another land. They asked whether Biarni thought this was Greenland yet. He replied that he did not think this any more like Greenland than the former, "because in Greenland there are said to be many great ice-mountains." They soon approached this land, and saw that it was a flat and wooded country. The fair wind failed them then, and the crew took counsel together, and concluded that it would be wise to land there, [79] but Biarni would not consent to this. They alleged that they were in need of both wood and water. "Ye have no lack of either of these," says Biarni--a course, forsooth, which won him blame among his shipmates. He bade them hoist sail, which they did, and turning the prow from the land they sailed out upon the high seas, with southwesterly gales, for three "dœgr," when they saw the third land; this land was high and mountainous, with ice-mountains upon it </w:t>
      </w:r>
      <w:hyperlink r:id="rId67" w:history="1">
        <w:r>
          <w:rPr>
            <w:color w:val="0000FF"/>
            <w:sz w:val="24"/>
            <w:szCs w:val="24"/>
            <w:u w:val="single"/>
          </w:rPr>
          <w:t>(64)</w:t>
        </w:r>
      </w:hyperlink>
      <w:r>
        <w:rPr>
          <w:sz w:val="24"/>
          <w:szCs w:val="24"/>
        </w:rPr>
        <w:t xml:space="preserve">. They asked Biarni then whether he would land there, and he replied that he was not disposed to do so, "because this land does not appear to me to offer any attractions." Nor did they lower their sail, but held their course off the land, and saw that it was an island. They left this land astern, and held out to sea with the same fair wind. The wind waxed amain, and Biarni directed them to reef, and not to sail at a speed unbefitting their ship and rigging. They sailed now for four "dœgr," when they saw the fourth land. Again they asked Biarni whether he thought this could be Greenland or not. Biarni answers, "This is likest Greenland, according to that which has been reported to me concerning it, and here we will steer to the land." They directed their course thither, and landed in the evening, below a cape upon which there was a boat, and there, upon this cape, dwelt Heriulf </w:t>
      </w:r>
      <w:hyperlink r:id="rId68" w:history="1">
        <w:r>
          <w:rPr>
            <w:color w:val="0000FF"/>
            <w:sz w:val="24"/>
            <w:szCs w:val="24"/>
            <w:u w:val="single"/>
          </w:rPr>
          <w:t>(65)</w:t>
        </w:r>
      </w:hyperlink>
      <w:r>
        <w:rPr>
          <w:sz w:val="24"/>
          <w:szCs w:val="24"/>
        </w:rPr>
        <w:t>, Biarni's father, whence the cape took its name, and was afterwards called Heriulfsness. Biarni now went to, his father, gave up his voyaging, and remained with his father while Heriulf lived, and continued to live there after his father.[80]</w:t>
      </w:r>
    </w:p>
    <w:p w:rsidR="001856D7" w:rsidRDefault="001856D7">
      <w:pPr>
        <w:jc w:val="both"/>
        <w:rPr>
          <w:sz w:val="24"/>
          <w:szCs w:val="24"/>
        </w:rPr>
      </w:pPr>
    </w:p>
    <w:p w:rsidR="001856D7" w:rsidRDefault="001856D7">
      <w:pPr>
        <w:jc w:val="both"/>
        <w:rPr>
          <w:sz w:val="24"/>
          <w:szCs w:val="24"/>
        </w:rPr>
      </w:pPr>
    </w:p>
    <w:p w:rsidR="001856D7" w:rsidRDefault="001856D7">
      <w:pPr>
        <w:keepNext/>
        <w:jc w:val="both"/>
        <w:rPr>
          <w:b/>
          <w:bCs/>
          <w:sz w:val="28"/>
          <w:szCs w:val="28"/>
        </w:rPr>
      </w:pPr>
      <w:r>
        <w:rPr>
          <w:b/>
          <w:bCs/>
          <w:sz w:val="28"/>
          <w:szCs w:val="28"/>
        </w:rPr>
        <w:t>HERE BEGINS THE BRIEF HISTORY OF THE GREENLANDERS</w:t>
      </w:r>
    </w:p>
    <w:p w:rsidR="001856D7" w:rsidRDefault="001856D7">
      <w:pPr>
        <w:keepNext/>
        <w:jc w:val="both"/>
        <w:rPr>
          <w:b/>
          <w:bCs/>
          <w:sz w:val="28"/>
          <w:szCs w:val="28"/>
        </w:rPr>
      </w:pPr>
    </w:p>
    <w:p w:rsidR="001856D7" w:rsidRDefault="001856D7">
      <w:pPr>
        <w:jc w:val="both"/>
        <w:rPr>
          <w:sz w:val="24"/>
          <w:szCs w:val="24"/>
        </w:rPr>
      </w:pPr>
      <w:r>
        <w:rPr>
          <w:sz w:val="24"/>
          <w:szCs w:val="24"/>
        </w:rPr>
        <w:t xml:space="preserve">Next to this is now to be told how Biarni Heriulfsson came out from Greenland on a visit to Earl Eric, by whom he was well received. Biarni gave an account of his travels [upon the occasion] when he saw the lands, and the people thought that he had been lacking in enterprise, since he had no report to give concerning these countries, and the fact brought him reproach. Biarni was appointed one of the Earl's men, and went out to Greenland the following summer. There was now much talk about voyages of discovery. Leif, the son of Eric the Red, of Brattahlid, visited Biarni Heriulfsson and bought a ship of him, and collected a crew, until they formed altogether a company of thirty-five men. Leif invited his father, Eric, to become the leader of the expedition, but Eric declined, saying that he was then stricken in years, and adding that he was less able to endure the exposure of sea-life than he had been. Leif replied that he would nevertheless be the one who would be most apt to bring good luck, and Eric yielded to Leif's solicitations, and rode from home when they were ready to sail. When he was but a short distance from the ship, the horse which Eric was riding stumbled, and he was thrown from his back and wounded his foot, whereupon he exclaimed, "It is not designed for me to discover more lands than the one in which we are now living, nor can we now continue longer together." Eric returned home to Brattahlid, and Leif pursued his way to the ship with his companions, thirty-five men; one of the company was a German named [81] Tyrker. They put the ship in order, and when they were ready, they sailed out to sea, and found first that land which Biarni and his ship-mates found last. They sailed up to the land and cast anchor, and launched a boat and went ashore, and saw no grass there; great ice mountains lay inland back from the sea, and it was as a [table-land of] flat rock all the way from the sea to the ice mountains, and the country seemed to them to be entirely devoid of good qualities. Then said Leif, "It has not come to pass with us in regard to this land as with Biarni, that we have not gone upon it. To this country I will now give a name, and call it Helluland." They returned to the ship, put out to sea, and found a second land. They sailed again to the land, and came to anchor, and launched the boat, and went ashore. This was a level wooded land, and there were broad stretches of white sand, where they went, and the land was level by the sea. Then said Leif, "This land shall have a name after its nature, and we will call it Markland." They returned to the ship forthwith, and sailed away upon the main with north-east winds, and were out two "dœgr" before they sighted land. They sailed toward this land, and came to an island which lay to the northward off the land. There they went ashore and looked about them, the weather being fine, and they observed that there was dew upon the grass, and it so happened that they touched the dew with their hands, and touched their hands to their mouths, and it seemed to them that they had never before tasted anything so sweet as this. They went aboard their ship again and sailed into a certain sound, which lay between the island and a [82] cape, which jutted out from the land on the north, and they stood in westering past the cape. At ebb-tide there were broad reaches of shallow water there, and they ran their ship around there, and it was a long distance from the ship to the ocean; yet were they so anxious to go ashore that they could not wait until the tide should rise under their ship, but hastened to the land, where a certain river flows out from a lake. As soon as the tide rose beneath their ship, however, they took the boat and rowed to the ship, which they conveyed up the river, and so into the lake, where they cast anchor and carried their hammocks ashore from the ship, and built themselves booths there. They afterwards determined to establish themselves there for the winter, and they accordingly built a large house. There was no lack of salmon there either in the river or in the lake, and larger salmon than they had ever seen before. The country thereabouts seemed to be possessed of such good qualities that cattle would need no fodder there during the winters. There was no frost there in the winters, and the grass withered but little. The days and nights there were of more nearly equal length than in Greenland or Iceland. On the shortest day of winter the sun was up between "eyktarstad" and "dagmalastad </w:t>
      </w:r>
      <w:hyperlink r:id="rId69" w:history="1">
        <w:r>
          <w:rPr>
            <w:color w:val="0000FF"/>
            <w:sz w:val="24"/>
            <w:szCs w:val="24"/>
            <w:u w:val="single"/>
          </w:rPr>
          <w:t>(66)</w:t>
        </w:r>
      </w:hyperlink>
      <w:r>
        <w:rPr>
          <w:sz w:val="24"/>
          <w:szCs w:val="24"/>
        </w:rPr>
        <w:t xml:space="preserve">." When they had completed their house Leif said to his companions, "I propose now to divide our company into two groups, and to set about an exploration of the country; one half of our party shall remain at home at the house, while the other half shall investigate the land, and they must not go beyond a point from which they can return home the same evening, [83] and are not to separate [from each other]." Thus they did for a time; Leif himself, by turns, joined the exploring party or remained behind at the house. Leif was a large and powerful man, and of a most imposing bearing, a man of sagacity, and a very just man in all things. </w:t>
      </w:r>
    </w:p>
    <w:p w:rsidR="001856D7" w:rsidRDefault="001856D7">
      <w:pPr>
        <w:jc w:val="both"/>
        <w:rPr>
          <w:sz w:val="24"/>
          <w:szCs w:val="24"/>
        </w:rPr>
      </w:pPr>
    </w:p>
    <w:p w:rsidR="001856D7" w:rsidRDefault="001856D7">
      <w:pPr>
        <w:jc w:val="both"/>
        <w:rPr>
          <w:sz w:val="24"/>
          <w:szCs w:val="24"/>
        </w:rPr>
      </w:pPr>
    </w:p>
    <w:p w:rsidR="001856D7" w:rsidRDefault="001856D7">
      <w:pPr>
        <w:keepNext/>
        <w:jc w:val="both"/>
        <w:rPr>
          <w:b/>
          <w:bCs/>
          <w:sz w:val="28"/>
          <w:szCs w:val="28"/>
        </w:rPr>
      </w:pPr>
      <w:r>
        <w:rPr>
          <w:b/>
          <w:bCs/>
          <w:sz w:val="28"/>
          <w:szCs w:val="28"/>
        </w:rPr>
        <w:t>LIEF THE LUCKY FINDS MEN UPON A SKERRY A SEA</w:t>
      </w:r>
    </w:p>
    <w:p w:rsidR="001856D7" w:rsidRDefault="001856D7">
      <w:pPr>
        <w:keepNext/>
        <w:jc w:val="both"/>
        <w:rPr>
          <w:b/>
          <w:bCs/>
          <w:sz w:val="28"/>
          <w:szCs w:val="28"/>
        </w:rPr>
      </w:pPr>
    </w:p>
    <w:p w:rsidR="001856D7" w:rsidRDefault="001856D7">
      <w:pPr>
        <w:jc w:val="both"/>
        <w:rPr>
          <w:sz w:val="24"/>
          <w:szCs w:val="24"/>
        </w:rPr>
      </w:pPr>
      <w:r>
        <w:rPr>
          <w:sz w:val="24"/>
          <w:szCs w:val="24"/>
        </w:rPr>
        <w:t>It was discovered one evening that one of their company was missing, and this proved to be Tyrker, the German. Leif was sorely troubled by this, for Tyrker had lived with Leif and his father for a long time, and had been very devoted to Leif, when he was a child. Leif severely reprimanded his companions, and prepared to go in search of him, taking twelve men with him. They had proceeded but a short distance from the house when they were met by Tyrker, whom they received most cordially. Leif observed at once that his foster-father was in lively spirits. Tyrker had a prominent forehead, restless eyes, small features, was diminutive in stature, and rather a sorry-looking individual withal, but was, nevertheless, a most capable handicraftsman. Leif addressed him, and asked: "Wherefore art thou so belated, foster-father mine, and astray from the others?" In the beginning Tyrker spoke for some time in German, rolling his eyes, and grinning, and they could not understand him; but after a time he addressed them in the Northern tongue: "I did not go much further [</w:t>
      </w:r>
      <w:r>
        <w:rPr>
          <w:i/>
          <w:iCs/>
          <w:sz w:val="24"/>
          <w:szCs w:val="24"/>
        </w:rPr>
        <w:t>than you</w:t>
      </w:r>
      <w:r>
        <w:rPr>
          <w:sz w:val="24"/>
          <w:szCs w:val="24"/>
        </w:rPr>
        <w:t>] and yet I have something of novelty to relate. I have found vines and grapes." "Is this indeed true, foster-father?" [84] said Leif. "Of a certainty it is true," quoth he, "for I was born where there is no lack of either grapes or vines." They slept the night through, and on the morrow Leif said to his shipmates: "We will now divide our labours, and each day will either gather grapes or cut vines and fell trees, so as to obtain a cargo of these for my ship."' They acted upon this advice, and it is said that their after-boat was filled with grapes. A cargo sufficient for the ship was cut, and when the spring came they made their ship ready, and sailed away; and from its products Leif gave the land a name, and called it Wineland. They sailed out to sea, and had fair winds until they sighted Greenland, and the fells below the glaciers, then one of the men spoke up, and said, "Why do you steer the ship so much into the wind?" Leif answers: "I have my mind upon my steering, but on other matters as well. Do ye not see anything out of the common?" They replied that they saw nothing strange. "I do not know," says Leif, "whether it is a ship or a skerry that I see." Now they saw it, and said that it must be a skerry; but he was so much keener of sight then they that he was able to discern men upon the skerry. "I think it best to tack," says Leif, "so that we may draw near to them, that we may be able to render them assistance, if they should stand in need of it; and if they should not be peaceably disposed, we shall still have better command of the situation than they." They approached the skerry, and lowered their sail cast anchor and launched a second small boat, which they had brought with them. Tyrker inquired who was the elder of the party? He [85] replied that his name was Thori, and that he was a Norseman; "but what is thy name?" Leif gave his name, "Art thou a son of Eric the Red of Brattahlid?" says he. Leif responded that he was. "It is now my wish," says Leif, "to take you all into my ship, and likewise so much of your possessions as the ship will hold." This offer was accepted, and [with their ship] thus laden, they held away to Ericsfirth, and sailed until they arrived at Brattahlid. Having discharged the cargo, Leif invited Thori, with his wife, Gudrid, and three others, to make their home with him, and procured quarters for the other members of the crew, both for his own and Thori's men. Leif rescued fifteen persons from the skerry. He was afterward called Leif the Lucky. Leif had now goodly store both of property and honour. There was serious illness that winter in Thori's party, and Thori and a great number of his people died. Eric the Red also died that winter. There was now much talk about Leif's Wineland journey, and his brother, Thorvald, held that the country had not been sufficiently explored. Thereupon Leif said to Thorvald: "If it be thy will, brother, thou mayest go to Wineland with my ship, but I wish the ship first to fetch the wood, which Thori had upon the skerry." And so it was done.</w:t>
      </w:r>
    </w:p>
    <w:p w:rsidR="001856D7" w:rsidRDefault="001856D7">
      <w:pPr>
        <w:jc w:val="both"/>
        <w:rPr>
          <w:sz w:val="24"/>
          <w:szCs w:val="24"/>
        </w:rPr>
      </w:pPr>
    </w:p>
    <w:p w:rsidR="001856D7" w:rsidRDefault="001856D7">
      <w:pPr>
        <w:jc w:val="both"/>
        <w:rPr>
          <w:sz w:val="24"/>
          <w:szCs w:val="24"/>
        </w:rPr>
      </w:pPr>
    </w:p>
    <w:p w:rsidR="001856D7" w:rsidRDefault="001856D7">
      <w:pPr>
        <w:keepNext/>
        <w:jc w:val="both"/>
        <w:rPr>
          <w:b/>
          <w:bCs/>
          <w:sz w:val="28"/>
          <w:szCs w:val="28"/>
        </w:rPr>
      </w:pPr>
      <w:r>
        <w:rPr>
          <w:b/>
          <w:bCs/>
          <w:sz w:val="28"/>
          <w:szCs w:val="28"/>
        </w:rPr>
        <w:t>THORVALD GOES TO WINELAND</w:t>
      </w:r>
    </w:p>
    <w:p w:rsidR="001856D7" w:rsidRDefault="001856D7">
      <w:pPr>
        <w:keepNext/>
        <w:jc w:val="both"/>
        <w:rPr>
          <w:b/>
          <w:bCs/>
          <w:sz w:val="28"/>
          <w:szCs w:val="28"/>
        </w:rPr>
      </w:pPr>
    </w:p>
    <w:p w:rsidR="001856D7" w:rsidRDefault="001856D7">
      <w:pPr>
        <w:jc w:val="both"/>
        <w:rPr>
          <w:sz w:val="24"/>
          <w:szCs w:val="24"/>
        </w:rPr>
      </w:pPr>
      <w:r>
        <w:rPr>
          <w:sz w:val="24"/>
          <w:szCs w:val="24"/>
        </w:rPr>
        <w:t xml:space="preserve">Now Thorvald, with the advice of his brother, Leif, prepared to make this voyage with thirty men. They put their ship in order, and sailed out to sea; and there is no account of their voyage before their arrival at Leif's [86] booths in Wineland. They laid up their ship there, and remained there quietly during the winter, supplying themselves with food by fishing. In the spring, however, Thorvald said that they should put their ship in order, and that a few men should take the after-boat and proceed along the western coast, and explore [the region] thereabouts during the summer. They found it a fair, well-wooded country; it was but a short distance from the woods to the sea, and [there were] white sands, as well as great numbers of islands and shallows. They found neither dwelling of man nor lair of beast; but in one of the westerly islands they found a wooden building for the shelter of grain </w:t>
      </w:r>
      <w:hyperlink r:id="rId70" w:history="1">
        <w:r>
          <w:rPr>
            <w:color w:val="0000FF"/>
            <w:sz w:val="24"/>
            <w:szCs w:val="24"/>
            <w:u w:val="single"/>
          </w:rPr>
          <w:t>(67)</w:t>
        </w:r>
      </w:hyperlink>
      <w:r>
        <w:rPr>
          <w:sz w:val="24"/>
          <w:szCs w:val="24"/>
        </w:rPr>
        <w:t xml:space="preserve">. They found no other trace of human handiwork, and they turned back, and arrived at Leif's-booth in the autumn. The following summer Thorvald set out toward the east with the ship, and along the northern coast. They were met by a high wind off a certain promontory, and were driven ashore there, and damaged the keel of their ship, and were compelled to remain there for a long time and repair the injury to their vessel. Then said Thorvald to his companions: "I propose that we raise the keel upon this cape, and call it Keelness," and so they did. Then they sailed away, to the eastward off the land, and into the mouth of the adjoining firth, and to a headland, which projected into the sea there, and which was entirely covered with woods. They found an anchorage for their ship and put out the gangway to the land, and Thorvald and all of his companions went ashore. "It is a fair region here," said he, "and here I should like to make my home." They then [87] returned to the ship and discovered on the sands, in beyond the headland, three mounds; they went up to these, and saw that they were three skin-canoes, with three men under each. They thereupon divided their party, and succeeded in seizing all of the men but one, who escaped with his canoe. They killed the eight men, and then ascended the headland again and looked about them and discovered with the firth certain hillocks, which they concluded must be habitations. They were then so overpowered with sleep that they could not keep awake, and all fell into a [heavy] slumber, from which they were awakened by the sound of a cry uttered above them; and the words of the cry were these: "Awake, Thorvald, thou and all thy company, if thou wouldst save thy life; and board thy ship with all thy men, and sail with all speed from the land!" A countless number of skin-canoes then advanced toward them from the inner part of the firth, whereupon Thorvald exclaimed: "We must put out the war-boards </w:t>
      </w:r>
      <w:hyperlink r:id="rId71" w:history="1">
        <w:r>
          <w:rPr>
            <w:color w:val="0000FF"/>
            <w:sz w:val="24"/>
            <w:szCs w:val="24"/>
            <w:u w:val="single"/>
          </w:rPr>
          <w:t>(68)</w:t>
        </w:r>
      </w:hyperlink>
      <w:r>
        <w:rPr>
          <w:sz w:val="24"/>
          <w:szCs w:val="24"/>
        </w:rPr>
        <w:t>, on both sides of the ship, and defend ourselves to the best of our ability, but offer little attack." This they did, and the Skrellings, after they had shot at them for a time, fled precipitately, each as best he could. Thorvald then inquired of his men whether any of them had been wounded, and they informed him that no one of them had received a wound. "I have been wounded in my arm-pit," says he; "an arrow flew in between the gunwale and the shield, below my arm. Here is the shaft, and it will bring me to my end! I counsel you now to retrace your way with the utmost speed. But me ye shall convey to that headland [88] which seemed to me to offer so pleasant a dwelling-place; thus it may be fulfilled, that the truth sprang to my lips, when I expressed the wish to abide there for a time. Ye shall bury me there, and place a cross at my head, and another at my feet, and call it Crossness for ever after." At that time Christianity had obtained in Greenland; Eric the Red died, however, before [the introduction of] Christianity.</w:t>
      </w:r>
    </w:p>
    <w:p w:rsidR="001856D7" w:rsidRDefault="001856D7">
      <w:pPr>
        <w:jc w:val="both"/>
        <w:rPr>
          <w:sz w:val="24"/>
          <w:szCs w:val="24"/>
        </w:rPr>
      </w:pPr>
    </w:p>
    <w:p w:rsidR="001856D7" w:rsidRDefault="001856D7">
      <w:pPr>
        <w:jc w:val="both"/>
        <w:rPr>
          <w:sz w:val="24"/>
          <w:szCs w:val="24"/>
        </w:rPr>
      </w:pPr>
      <w:r>
        <w:rPr>
          <w:sz w:val="24"/>
          <w:szCs w:val="24"/>
        </w:rPr>
        <w:t>Thorvald died, and when they had carried out his injunctions, they took their departure, and rejoined their companions, and they told each other of the experiences which had befallen them. They remained there during the winter, and gathered grapes and wood with which to freight the ship. In the following spring they returned to Greenland, and arrived with their ship in Ericsfirth, where they were able to recount great tidings to Leif.</w:t>
      </w:r>
    </w:p>
    <w:p w:rsidR="001856D7" w:rsidRDefault="001856D7">
      <w:pPr>
        <w:jc w:val="both"/>
        <w:rPr>
          <w:sz w:val="24"/>
          <w:szCs w:val="24"/>
        </w:rPr>
      </w:pPr>
    </w:p>
    <w:p w:rsidR="001856D7" w:rsidRDefault="001856D7">
      <w:pPr>
        <w:jc w:val="both"/>
        <w:rPr>
          <w:sz w:val="24"/>
          <w:szCs w:val="24"/>
        </w:rPr>
      </w:pPr>
    </w:p>
    <w:p w:rsidR="001856D7" w:rsidRDefault="001856D7">
      <w:pPr>
        <w:keepNext/>
        <w:jc w:val="both"/>
        <w:rPr>
          <w:b/>
          <w:bCs/>
          <w:sz w:val="28"/>
          <w:szCs w:val="28"/>
        </w:rPr>
      </w:pPr>
      <w:r>
        <w:rPr>
          <w:b/>
          <w:bCs/>
          <w:sz w:val="28"/>
          <w:szCs w:val="28"/>
        </w:rPr>
        <w:t>THORSTEIN ERICSSON DIES IN THE WESTERN SETTLEMENT</w:t>
      </w:r>
    </w:p>
    <w:p w:rsidR="001856D7" w:rsidRDefault="001856D7">
      <w:pPr>
        <w:keepNext/>
        <w:jc w:val="both"/>
        <w:rPr>
          <w:b/>
          <w:bCs/>
          <w:sz w:val="28"/>
          <w:szCs w:val="28"/>
        </w:rPr>
      </w:pPr>
    </w:p>
    <w:p w:rsidR="001856D7" w:rsidRDefault="001856D7">
      <w:pPr>
        <w:jc w:val="both"/>
        <w:rPr>
          <w:sz w:val="24"/>
          <w:szCs w:val="24"/>
        </w:rPr>
      </w:pPr>
      <w:r>
        <w:rPr>
          <w:sz w:val="24"/>
          <w:szCs w:val="24"/>
        </w:rPr>
        <w:t xml:space="preserve">In the meantime it had come to pass in Greenland that Thorstein of Ericsfirth had married, and taken to wife Gudrid, Thorbiorn's daughter, [she] who had been the spouse of Thori Eastman </w:t>
      </w:r>
      <w:hyperlink r:id="rId72" w:history="1">
        <w:r>
          <w:rPr>
            <w:color w:val="0000FF"/>
            <w:sz w:val="24"/>
            <w:szCs w:val="24"/>
            <w:u w:val="single"/>
          </w:rPr>
          <w:t>(69)</w:t>
        </w:r>
      </w:hyperlink>
      <w:r>
        <w:rPr>
          <w:sz w:val="24"/>
          <w:szCs w:val="24"/>
        </w:rPr>
        <w:t>, as has been already related. Now Thorstein Ericsson, being minded to make the voyage to Wineland after the body of his brother, Thorvald, equipped the same ship, and selected a crew of twenty-five men of good size and strength, and taking with him his wife, Gudrid, when all was in readiness, They sailed out into the open ocean, and out of sight of land. They were driven hither and thither over the sea all that summer, and lost all reckoning, and at the end of [89] the first week of winter they made the land at Lysufirth in Greenland, in the Western settlement. Thorstein set out in search of quarters for his crew, and succeeded in procuring homes for all of his shipmates; but he and his wife were unprovided for, and remained together upon the ship for two or more days. At this time Christianity was still in its infancy in Greenland. It befell, early one morning, that men came to their tent, and the leader inquired who the people were within the tent. Thorstein replies: "We are twain," says he; "but who is it who asks?" "My name is Thorstein, and I am known as Thorstein the Swarthy, and my errand hither is to offer you two, husband and wife, a home with me." Thorstein replied that he would consult with his wife, and she bidding him decide, he accepted the invitation. "I will come after you on the morrow with a sumpter-horse; for I am not lacking in means wherewith to provide for you both, although it will be lonely living with me, since there are but two of us, my wife and myself, for I, forsooth, am a very hard man to get on with; moreover, my faith is not the same as yours, albeit methinks that is the better to which you hold." He returned for them on the morrow, with the beast, and they took up their home with Thorstein the Swarthy, and were well treated by him. Gudrid was a woman of fine presence, and a clever woman and very happy in adapting herself to strangers.</w:t>
      </w:r>
    </w:p>
    <w:p w:rsidR="001856D7" w:rsidRDefault="001856D7">
      <w:pPr>
        <w:jc w:val="both"/>
        <w:rPr>
          <w:sz w:val="24"/>
          <w:szCs w:val="24"/>
        </w:rPr>
      </w:pPr>
    </w:p>
    <w:p w:rsidR="001856D7" w:rsidRDefault="001856D7">
      <w:pPr>
        <w:jc w:val="both"/>
        <w:rPr>
          <w:sz w:val="24"/>
          <w:szCs w:val="24"/>
        </w:rPr>
      </w:pPr>
      <w:r>
        <w:rPr>
          <w:sz w:val="24"/>
          <w:szCs w:val="24"/>
        </w:rPr>
        <w:t xml:space="preserve">Early in the winter Thorstein Ericsson's party was visited by sickness, and many of his companions died. He caused coffins to be made for the bodies of the dead, and had them conveyed to the ship, and bestowed there; "for [90] it is my purpose to have all the bodies taken to Ericsfirth in the summer." It was not long before illness appeared in Thorstein's home, and his wife, whose name was Grimhild, was first taken sick. She was a very vigorous woman, and as strong as a man, but the sickness mastered her; and soon thereafter Thorstein Ericsson was seized with the illness, and they both lay ill at the same time; and Grimhild, Thorstein the Swarthy's wife, died, and when she was dead Thorstein went out of the room to procure a deal, upon which to lay the corpse. Thereupon Gudrid spoke. "Do not be absent long, Thorstein mine!" says she. He replied that so it should be. Thorstein Ericsson then exclaimed: "Our housewife is acting now in a marvellous fashion, for she is raising herself up on her elbow, and stretching out her feet from the side of the bed, and groping after her shoes." At that moment Thorstein, the master of the house, entered, and Grimhild laid herself down, wherewithal every timber in the room creaked. Thorstein now fashioned a coffin for Grimhild's body, and bore it away, and cared for it. He was a big man, and strong, but it called for all [his strength], to enable him to remove the corpse from the house. The illness grew upon Thorstein Ericsson and he died, whereat his wife, Gudrid, was sorely grieved. They were all in the room at the time, and Gudrid was seated upon a chair before the bench, upon which her husband, Thorstein was lying. Thorstein, the master of the house, then taking Gudrid in his arms, [carried her] from the chair, and seated himself, with her, upon another bench, over against her husband's body, and exerted himself in [91] divers ways to console her, and endeavoured to reassure her, and promised her that he would accompany her to Ericsfirth with the body of her husband, Thorstein, and those of his companions. "I will likewise summon other persons hither," says he "to attend upon thee and entertain thee." She thanked him. Then Thorstein Ericsson sat up, and exclaimed: "Where is Gudrid?" Thrice he repeated the question, but Gudrid made no response. She then asked Thorstein, the master, "Shall I give answer to his question or not?" Thorstein, the master, bade her make no reply, and he then crossed the floor, and seated himself upon the chair, with Gudrid in his lap, and spoke, saying: "What dost thou wish, namesake?" After a little while, Thorstein replies: "I desire to tell Gudrid of the fate which is in store for her, to the end that she may he better reconciled to my death, for I am indeed come to a goodly resting place. This I have to tell thee, Gudrid, that thou art to marry an Icelander, and that ye are to have a long wedded life together, and a numerous and noble progeny, illustrious, and famous, of good odour and sweet virtues. Ye shall go from Greenland to Norway, and thence to Iceland, where ye shall build your home. There ye shall dwell together for a long time, but thou shalt outlive him, and shalt then go abroad and to the South, and shalt return to Iceland again, to thy home, and there a church shall then be raised, and thou shalt abide there and take the veil, and there thou shalt die." When he had thus spoken, Thorstein sank back again, and his body was laid out for burial, and borne to the ship. Thorstein, the master, faithfully performed all </w:t>
      </w:r>
    </w:p>
    <w:p w:rsidR="001856D7" w:rsidRDefault="001856D7">
      <w:pPr>
        <w:jc w:val="both"/>
        <w:rPr>
          <w:sz w:val="24"/>
          <w:szCs w:val="24"/>
        </w:rPr>
      </w:pPr>
    </w:p>
    <w:p w:rsidR="001856D7" w:rsidRDefault="001856D7">
      <w:pPr>
        <w:jc w:val="both"/>
        <w:rPr>
          <w:sz w:val="24"/>
          <w:szCs w:val="24"/>
        </w:rPr>
      </w:pPr>
      <w:r>
        <w:rPr>
          <w:sz w:val="24"/>
          <w:szCs w:val="24"/>
        </w:rPr>
        <w:t>[92] his promises to Gudrid. He sold his lands and live-stock in the spring, and accompanied Gudrid to the ship, with all his possessions. He put the ship in order, procured a crew, and then sailed to Ericsfirth. The bodies of the dead were now buried at the church, and Gudrid then went home to Leif at Brattahlid, while Thorstein the Swarthy made a home for himself on Ericsfirth, and remained there as long as he lived, and was looked upon as a very superior man.</w:t>
      </w:r>
    </w:p>
    <w:p w:rsidR="001856D7" w:rsidRDefault="001856D7">
      <w:pPr>
        <w:jc w:val="both"/>
        <w:rPr>
          <w:sz w:val="24"/>
          <w:szCs w:val="24"/>
        </w:rPr>
      </w:pPr>
    </w:p>
    <w:p w:rsidR="001856D7" w:rsidRDefault="001856D7">
      <w:pPr>
        <w:jc w:val="both"/>
        <w:rPr>
          <w:sz w:val="24"/>
          <w:szCs w:val="24"/>
        </w:rPr>
      </w:pPr>
    </w:p>
    <w:p w:rsidR="001856D7" w:rsidRDefault="001856D7">
      <w:pPr>
        <w:keepNext/>
        <w:jc w:val="both"/>
        <w:rPr>
          <w:b/>
          <w:bCs/>
          <w:sz w:val="28"/>
          <w:szCs w:val="28"/>
        </w:rPr>
      </w:pPr>
      <w:r>
        <w:rPr>
          <w:b/>
          <w:bCs/>
          <w:sz w:val="28"/>
          <w:szCs w:val="28"/>
        </w:rPr>
        <w:t>OF THE WINELAND VOYAGES OF THORFINN AND HIS COMPANIONS</w:t>
      </w:r>
    </w:p>
    <w:p w:rsidR="001856D7" w:rsidRDefault="001856D7">
      <w:pPr>
        <w:keepNext/>
        <w:jc w:val="both"/>
        <w:rPr>
          <w:b/>
          <w:bCs/>
          <w:sz w:val="28"/>
          <w:szCs w:val="28"/>
        </w:rPr>
      </w:pPr>
    </w:p>
    <w:p w:rsidR="001856D7" w:rsidRDefault="001856D7">
      <w:pPr>
        <w:jc w:val="both"/>
        <w:rPr>
          <w:sz w:val="24"/>
          <w:szCs w:val="24"/>
        </w:rPr>
      </w:pPr>
      <w:r>
        <w:rPr>
          <w:sz w:val="24"/>
          <w:szCs w:val="24"/>
        </w:rPr>
        <w:t xml:space="preserve">That same summer a ship came from Norway to Greenland. The skipper's name was Thorfinn Karlsefni; he was a son of Thord Horsehead, and a grandson of Snorri, the son of Thord of Hofdi. Thorfin Karlsefni, who was a very wealthy man, passed the winter at Brattahlid with Leif Ericsson. He very soon set his heart upon Gudrid, and sought her hand in marriage; she referred him to Leif for her answer, and was subsequently betrothed to him, and their marriage was celebrated that same winter. A renewed discussion arose concerning a Wineland voyage, and the folk urged Karselfni to make the venture, Gudrid joining with the others. He determined to undertake the voyage, and assembled a company of sixty men and five women, and entered into an agreement with his shipmates that they should each share equally in all the spoils of the enterprise. They took with them all kinds of cattle, as it was their intention to settle the country, if they could. Karlsefni asked Leif for the [93] house in Wineland, and he replied, that he would lend it but not give it. They sailed out to sea with the ship, and arrived safe and sound at Leifs-booths, and carried their hammocks ashore there. They were soon provided with an abundant and goodly supply of food, for a whale of good size and quality was driven ashore there, and they secured it, and flensed it, and had then no lack of provisions. The cattle were turned out upon the land, and the males soon became very restless and vicious; they had brought a bull with them. Karlsefni caused trees to be felled, and to be hewed into timbers, wherewith to load his ship, and the wood was placed upon a cliff to dry. They gathered somewhat of all of the valuable products of the land, grapes, and all kinds of game and fish, and other good things. In the summer succeeding the first winter, Skrellings were discovered. A great troop of men came forth from out the woods. The cattle were hard by, and the bull began to bellow and roar with a great noise, whereat the Skrellings were frightened, and ran away, with their packs wherein were grey furs, sables and all kinds of peltries. They fled towards Karlsefni's dwelling, and sought to effect an entrance into the house, but Karselfni caused the doors to be defended [against them]. Neither [people] could understand the other's language. The Skrellings put down their bundles then, and loosed them, and offered their wares [for barter], and were especially anxious to exchange these for weapons, but Karlsefni forbade his men to sell their weapons, and taking counsel with himself, he bade the women carry out milk to the Skrellings, which they no [94] sooner saw than they wanted to buy it, and nothing else. Now the outcome of the Skrelling's trading was, that they carried their wares away in their stomachs, while they left their packs and peltries behind with Karlsefni and his companions, and having accomplished this [exchange] they went away. Now it is to be told that Karlsefni caused a strong wooden palisade to be constructed and set up around the house. It was at this time that Gudrid, Karlsefni's wife, gave birth to a male child, and the boy was called Snorri. In the early part of the second winter the Skrellings came to them again, and these were now much more numerous than before, and brought with them the same wares as at first. Then said Karlsefni to the women: "Do ye carry out now the same food, which proved so profitable before, and nought else." When they saw this they cast their packs in over the palisade. Gudrid was sitting within, in the doorway, beside the cradle of her infant son, Snorri when a shadow fell upon the door, and a woman in a black namkirtle </w:t>
      </w:r>
      <w:hyperlink r:id="rId73" w:history="1">
        <w:r>
          <w:rPr>
            <w:color w:val="0000FF"/>
            <w:sz w:val="24"/>
            <w:szCs w:val="24"/>
            <w:u w:val="single"/>
          </w:rPr>
          <w:t>(70)</w:t>
        </w:r>
      </w:hyperlink>
      <w:r>
        <w:rPr>
          <w:sz w:val="24"/>
          <w:szCs w:val="24"/>
        </w:rPr>
        <w:t xml:space="preserve"> entered. She was short in stature, and wore a fillet about her head; her hair was of a light chestnut colour, and she was pale of hue, and so big-eyed that never before had eyes so large been seen in a human skull. She went up to where Gudrid was seated, and said: "What is thy name?" "My name is Gudrid; but what is thy name?" "My name is Gudrid," says she. The housewife, Gudrid, motioned her with her hand to a seat beside her; but it so happened, that at that very instant Gudrid heard a great crash, whereupon the woman vanished, and at that same moment one of the Skrellings, [95] who had tried to seize their weapons, was killed by one of Karlsefni's followers. At this the Skrellings fled precipitately, leaving their garments and wares behind them; and not a soul, save Gudrid alone, beheld this woman. "Now we must needs take counsel together," says Karlsefni, "for that I believe they will visit us a third time, in great numbers, and attack us. Let us now adopt this plan: ten of our number shall go out upon the cape, and show themselves there, while the remainder of our company shall go into the woods and hew a clearing for our cattle, when the troop approaches from the forest. We will also take our bull, and let him go in advance of us." The lay of the land was such that the proposed meeting-place had the lake upon the one side and the forest upon the other. Karlsefni's advice was now carried into execution. The Skrellings advanced to the spot which Karlsefni had selected for the encounter, and a battle was fought there, in which great numbers of the band of the Skrellings were slain. There was one man among the Skrellings, of large size and fine bearing, whom Karlsefni concluded must be their chief. One of the Skrellings picked up an axe, and having looked at it for a time, he brandished it about one of his companions, and hewed at him, and on the instant the man fell dead. Thereupon the big man seized the axe and after examining it for a moment he hurled it as far as he could, out into the sea; then they fled helter-skelter into the woods, and thus their intercourse came to an end. Karlsefni and his party remained there throughout the winter, but in the spring Karlsefni announced that he was not minded [96] to remain there longer, but would return to Greenland. They now made ready for the voyage, and carried away with them much booty in vines and grapes and peltries. They sailed out upon the high seas, and brought their ship safely to Ericsfirth, where they remained during the winter.</w:t>
      </w:r>
    </w:p>
    <w:p w:rsidR="001856D7" w:rsidRDefault="001856D7">
      <w:pPr>
        <w:jc w:val="both"/>
        <w:rPr>
          <w:sz w:val="24"/>
          <w:szCs w:val="24"/>
        </w:rPr>
      </w:pPr>
    </w:p>
    <w:p w:rsidR="001856D7" w:rsidRDefault="001856D7">
      <w:pPr>
        <w:jc w:val="both"/>
        <w:rPr>
          <w:sz w:val="24"/>
          <w:szCs w:val="24"/>
        </w:rPr>
      </w:pPr>
    </w:p>
    <w:p w:rsidR="001856D7" w:rsidRDefault="001856D7">
      <w:pPr>
        <w:jc w:val="both"/>
        <w:rPr>
          <w:sz w:val="24"/>
          <w:szCs w:val="24"/>
        </w:rPr>
      </w:pPr>
    </w:p>
    <w:p w:rsidR="001856D7" w:rsidRDefault="001856D7">
      <w:pPr>
        <w:jc w:val="both"/>
        <w:rPr>
          <w:sz w:val="24"/>
          <w:szCs w:val="24"/>
        </w:rPr>
      </w:pPr>
    </w:p>
    <w:p w:rsidR="001856D7" w:rsidRDefault="001856D7">
      <w:pPr>
        <w:jc w:val="both"/>
        <w:rPr>
          <w:sz w:val="24"/>
          <w:szCs w:val="24"/>
        </w:rPr>
      </w:pPr>
    </w:p>
    <w:p w:rsidR="001856D7" w:rsidRDefault="001856D7">
      <w:pPr>
        <w:keepNext/>
        <w:jc w:val="both"/>
        <w:rPr>
          <w:b/>
          <w:bCs/>
          <w:sz w:val="28"/>
          <w:szCs w:val="28"/>
        </w:rPr>
      </w:pPr>
      <w:r>
        <w:rPr>
          <w:b/>
          <w:bCs/>
          <w:sz w:val="28"/>
          <w:szCs w:val="28"/>
        </w:rPr>
        <w:t>FREYDIS CAUSES THE BROTHERS TO BE PUT TO DEATH</w:t>
      </w:r>
    </w:p>
    <w:p w:rsidR="001856D7" w:rsidRDefault="001856D7">
      <w:pPr>
        <w:keepNext/>
        <w:jc w:val="both"/>
        <w:rPr>
          <w:b/>
          <w:bCs/>
          <w:sz w:val="28"/>
          <w:szCs w:val="28"/>
        </w:rPr>
      </w:pPr>
    </w:p>
    <w:p w:rsidR="001856D7" w:rsidRDefault="001856D7">
      <w:pPr>
        <w:jc w:val="both"/>
        <w:rPr>
          <w:sz w:val="24"/>
          <w:szCs w:val="24"/>
        </w:rPr>
      </w:pPr>
      <w:r>
        <w:rPr>
          <w:sz w:val="24"/>
          <w:szCs w:val="24"/>
        </w:rPr>
        <w:t>There was now much talk anew, about a Wineland-voyage, for this was reckoned both a profitable and an honourable enterprise. The same summer that Karlsefni arrived from Wineland, a ship from Norway arrived in Greenland. This ship was commanded by two brothers, Helgi and Finnbogi, who passed the winter in Greenland. They were descended from an Icelandic family of the East-firths. It is now to be added that Freydis, Eric's daughter, set out from her home at Gardar, and waited upon the brothers, Helgi and Finnbogi, and invited them to sail with their vessel to Wineland, and to share with her equally all of the good things which they might succeed in obtaining there. To this they agreed, and she departed thence to visit her brother, Leif, and ask him to give her the house which he had caused to be erected in Wineland, but he made her the same answer [as that which he had given Karlsefni], saying that he would lend the house, but not give it. It was stipulated between Karlsefni and Freydis, that each should have on ship-board thirty able-bodied men, besides the women; but Freydis immediately violated this compact, by concealing five men more [than this number], and this the [97] brothers did not discover before they arrived in Wineland. They now put out to sea, having agreed beforehand that they would sail in company, if possible, and although they were not far apart from each other, the brothers arrived somewhat in advance, and carried their belongings up to Leif's house. Now when Freydis arrived, her ship was discharged, and the baggage carried up to the house, whereupon Freydis exclaimed: "Why did you carry your baggage in here?" "Since we believed," said they, "that all promises made to us would be kept." "It was to me that Leif loaned the house," says she, "and not to you." Whereupon Helgi exclaimed: "We brothers cannot hope to rival thee in wrong-dealing." They thereupon carried their baggage forth, and built a hut, above the sea, on the bank of the lake, and put all in order about it; while Freydis caused wood to be felled, with which to load her ship. The winter now set in, and the brothers suggested that they should amuse themselves by playing games. This they did for a time, until the folk began to disagree, when dissensions arose between them, and the games came to an end, and the visits between the houses ceased; and thus it continued far into the winter. One morning early, Freydis arose from her bed, and dressed herself, but did not put on her shoes and stockings. A heavy dew had fallen, and she took her husband's cloak, and wrapped it about her, and then walked to the brothers' house, and up to the door, which had been only partly closed by one of the men, who had gone out a short time before. She pushed the door open, and stood silently in the doorway for a [98] time. Finnbogi, who was lying on the innermost side of the room, was awake, and said: "What dost thou wish here, Freydis?" She answers: "I wish thee to rise, and go out with me, for I would speak with thee." He did so, and they walked to a tree, which lay close by the wall of the house, and seated themselves upon it. "How art thou pleased here?" says she. He answered: "I am well pleased with the fruitfulness of the land, but I am ill-content with the breach which has come between us, for, methinks, there has been no cause for it." "It is even as thou sayest," said she, "and so it seems to me; but my errand to thee is, that I wish to exchange ships with you brothers, for that ye have a larger ship than I, and I wish to depart from here." "To this I must accede," said he, "if it is thy pleasure." Therewith they parted, and she returned home, and Finnbogi to his bed. She climbed up into bed, and awakened Thorvard with her cold feet, and he asked her why she was so cold and wet. She answered, with great passion: "I have been to the brothers," said she, "to try to buy their ship, for I wish to have a larger vessel, but they received my overtures so ill, that they struck me, and handled me very roughly; what time thou, poor wretch, will neither avenge my shame nor thy own, and I find, perforce, that I am no longer in Greenland; moreover I shall part from thee unless thou wreakest vengeance for this." And now he could stand her taunts no longer, and ordered the men to rise at once, and take their weapons, and this they did, and they then proceeded directly to the house of the brothers, and entered it while the folk were asleep, and [99] seized and bound them, and led each one out when he was bound; and as they came out, Freydis caused each one to be slain. In this way all of the men were put to death, and only the women were left, and these no one would kill. At this Freydis exclaimed: "Hand me an axe!" This was done, and she fell upon the five women, and left them dead. They returned home, after this dreadful deed, and it was very evident that Freydis was well content with her work. She addressed her companions, saying: "If it be ordained for us to come again to Greenland, I shall contrive the death of any man who shall speak of these events. We must give it out that we left them living here when we came away." Early in the spring they equipped the ship, which had belonged to the brothers and freighted it with all of the products of the land, which they could obtain, and which the ship would carry. Then they put out to sea, and after a prosperous voyage arrived with their ship, in Ericsfirth early in the summer. Karlsefni was there, with his ship all ready to sail, and was awaiting a fair wind; and people say that a ship richer laden than that which he commanded never left Greenland.</w:t>
      </w:r>
    </w:p>
    <w:p w:rsidR="001856D7" w:rsidRDefault="001856D7">
      <w:pPr>
        <w:jc w:val="both"/>
        <w:rPr>
          <w:sz w:val="24"/>
          <w:szCs w:val="24"/>
        </w:rPr>
      </w:pPr>
    </w:p>
    <w:p w:rsidR="001856D7" w:rsidRDefault="001856D7">
      <w:pPr>
        <w:jc w:val="both"/>
        <w:rPr>
          <w:sz w:val="24"/>
          <w:szCs w:val="24"/>
        </w:rPr>
      </w:pPr>
    </w:p>
    <w:p w:rsidR="001856D7" w:rsidRDefault="001856D7">
      <w:pPr>
        <w:keepNext/>
        <w:jc w:val="both"/>
        <w:rPr>
          <w:b/>
          <w:bCs/>
          <w:sz w:val="28"/>
          <w:szCs w:val="28"/>
        </w:rPr>
      </w:pPr>
      <w:r>
        <w:rPr>
          <w:b/>
          <w:bCs/>
          <w:sz w:val="28"/>
          <w:szCs w:val="28"/>
        </w:rPr>
        <w:t>CONCERNING FREYDIS</w:t>
      </w:r>
    </w:p>
    <w:p w:rsidR="001856D7" w:rsidRDefault="001856D7">
      <w:pPr>
        <w:keepNext/>
        <w:jc w:val="both"/>
        <w:rPr>
          <w:b/>
          <w:bCs/>
          <w:sz w:val="28"/>
          <w:szCs w:val="28"/>
        </w:rPr>
      </w:pPr>
    </w:p>
    <w:p w:rsidR="001856D7" w:rsidRDefault="001856D7">
      <w:pPr>
        <w:jc w:val="both"/>
        <w:rPr>
          <w:sz w:val="24"/>
          <w:szCs w:val="24"/>
        </w:rPr>
      </w:pPr>
      <w:r>
        <w:rPr>
          <w:sz w:val="24"/>
          <w:szCs w:val="24"/>
        </w:rPr>
        <w:t xml:space="preserve">Freydis now went to her home, since it had remained unharmed during her absence. She bestowed liberal gifts upon all of her companions, for she was anxious to screen her guilt. She now established herself at her home; but her companions were not all so close-mouthed, concerning their misdeeds and wickedness, that rumours did not [100] get abroad at last. These finally reached her brother, Leif, and he thought it a most shameful story. He thereupon took three of the men, who had been of Freydis' party, and forced them all at the same time to a confession of the affair, and their stories entirely agreed. "I have no heart," says Leif, "to punish my sister, Freydis, as she deserves, but this I predict of them, that there is little prosperity in store for their offspring." Hence it came to pass that no one from that time forward thought them worthy of aught but evil. It now remains to take up the story from the time when Karlsefni made his ship ready, and sailed out to sea. He had a successful voyage, and arrived in Norway safe and sound. He remained there during the winter, and sold his wares, and both he and his wife were received with great favour by the most distinguished men of Norway. The following spring he put his ship in order for the voyage to Iceland; and when all his preparations had been made, and his ship was lying at the wharf, awaiting favourable winds, there came to him a Southerner, a native of Bremen in the Saxonland, who wished to buy his "house-neat." "I do not wish to sell it," said he. "I will give the half a 'mark' in gold for it" </w:t>
      </w:r>
      <w:hyperlink r:id="rId74" w:history="1">
        <w:r>
          <w:rPr>
            <w:color w:val="0000FF"/>
            <w:sz w:val="24"/>
            <w:szCs w:val="24"/>
            <w:u w:val="single"/>
          </w:rPr>
          <w:t>(71)</w:t>
        </w:r>
      </w:hyperlink>
      <w:r>
        <w:rPr>
          <w:sz w:val="24"/>
          <w:szCs w:val="24"/>
        </w:rPr>
        <w:t>, says the Southerner. This Karlsefni thought a good offer, and accordingly closed the bargain. The Southerner went his way, with the "house-neat," and Karlsefni knew not what it was, but it was "mosur," come from Wineland.</w:t>
      </w:r>
    </w:p>
    <w:p w:rsidR="001856D7" w:rsidRDefault="001856D7">
      <w:pPr>
        <w:jc w:val="both"/>
        <w:rPr>
          <w:sz w:val="24"/>
          <w:szCs w:val="24"/>
        </w:rPr>
      </w:pPr>
    </w:p>
    <w:p w:rsidR="001856D7" w:rsidRDefault="001856D7">
      <w:pPr>
        <w:jc w:val="both"/>
        <w:rPr>
          <w:sz w:val="24"/>
          <w:szCs w:val="24"/>
        </w:rPr>
      </w:pPr>
      <w:r>
        <w:rPr>
          <w:sz w:val="24"/>
          <w:szCs w:val="24"/>
        </w:rPr>
        <w:t>Karlsefni sailed away, and arrived with his ship in the north of Iceland, in Skagafirth. His vessel was beached there during the winter, and in the spring he bought [101] Glaumbœiar-land, and made his home there, and dwelt there as long as he lived, and was a man of the greatest prominence. From him and his wife, Gudrid, a numerous and goodly lineage is descended. After Karlsefni's death, Gudrid, together with her son, Snorri, who was born in Wineland, took charge of the farmstead; and when Snorri was married Gudrid went abroad and made a pilgrimage to the South, after which she returned again to the home of her son, Snorri, who had caused a church to be built at Glaumbœr. Gudrid then took the veil and became an anchorite, and lived there the rest of her days. Snorri had a son, named Thorgeir, who was the father of Ingveld, the mother of Bishop Brand. Hallfrid was the name of the daughter of Snorri, Karlsefni's son; she was the mother of Runolf, Bishop Thorlak's father. Biorn was the name of [another] son of Karlsefni and Gudrid; he was the father of Thorunn, the mother of Bishop Biorn. Many men are descended from Karlsefni, and he has been blessed with a numerous and famous posterity; and of all men Karlsefni has given the most exact accounts of all these voyages, of which something has now been recounted.</w:t>
      </w:r>
    </w:p>
    <w:p w:rsidR="001856D7" w:rsidRDefault="001856D7">
      <w:pPr>
        <w:jc w:val="both"/>
        <w:rPr>
          <w:sz w:val="24"/>
          <w:szCs w:val="24"/>
        </w:rPr>
      </w:pPr>
    </w:p>
    <w:p w:rsidR="001856D7" w:rsidRDefault="001856D7">
      <w:pPr>
        <w:jc w:val="both"/>
        <w:rPr>
          <w:sz w:val="24"/>
          <w:szCs w:val="24"/>
        </w:rPr>
      </w:pPr>
      <w:r>
        <w:rPr>
          <w:b/>
          <w:bCs/>
        </w:rPr>
        <w:t>KARLSEFNI'S EXPEDITION ASCENDING CHARLES RIVER</w:t>
      </w:r>
      <w:r>
        <w:t>.</w:t>
      </w:r>
    </w:p>
    <w:p w:rsidR="001856D7" w:rsidRDefault="001856D7">
      <w:pPr>
        <w:jc w:val="both"/>
        <w:rPr>
          <w:sz w:val="24"/>
          <w:szCs w:val="24"/>
        </w:rPr>
      </w:pPr>
      <w:r>
        <w:t>IT appears most probable from the text that when Karlsefni sailed from Iceland to visit the New World, in about the year 1003, his expedition comprised more than two ships. The saga mentions two ships, and also relates that on one ship were forty men. Considering that there was a total of 160 men in the company, while the character of the vessels used scarcely allowed for provisions and accommodation, for more than fifty men each, it is almost certain that three or more ships were included in the expedition. That the vessels were small or of very light draft is proved by their ability to navigate in rivers. as related in the saga. From the nature of the country described it is believed that the stream ascended was the Charles River that issues near Boston.</w:t>
      </w: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jc w:val="both"/>
      </w:pPr>
    </w:p>
    <w:p w:rsidR="001856D7" w:rsidRDefault="001856D7">
      <w:pPr>
        <w:keepNext/>
        <w:rPr>
          <w:b/>
          <w:bCs/>
          <w:sz w:val="52"/>
          <w:szCs w:val="52"/>
        </w:rPr>
      </w:pPr>
      <w:r>
        <w:rPr>
          <w:b/>
          <w:bCs/>
          <w:sz w:val="52"/>
          <w:szCs w:val="52"/>
        </w:rPr>
        <w:t>Chapter V</w:t>
      </w:r>
    </w:p>
    <w:p w:rsidR="001856D7" w:rsidRDefault="001856D7">
      <w:pPr>
        <w:keepNext/>
        <w:rPr>
          <w:b/>
          <w:bCs/>
          <w:sz w:val="32"/>
          <w:szCs w:val="32"/>
        </w:rPr>
      </w:pPr>
      <w:r>
        <w:rPr>
          <w:b/>
          <w:bCs/>
          <w:sz w:val="32"/>
          <w:szCs w:val="32"/>
        </w:rPr>
        <w:t>WINELAND IN THE ICELANDIC ANNALS</w:t>
      </w:r>
    </w:p>
    <w:p w:rsidR="001856D7" w:rsidRDefault="001856D7">
      <w:pPr>
        <w:keepNext/>
        <w:rPr>
          <w:b/>
          <w:bCs/>
          <w:sz w:val="32"/>
          <w:szCs w:val="32"/>
        </w:rPr>
      </w:pPr>
    </w:p>
    <w:p w:rsidR="001856D7" w:rsidRDefault="001856D7">
      <w:pPr>
        <w:jc w:val="both"/>
        <w:rPr>
          <w:sz w:val="24"/>
          <w:szCs w:val="24"/>
        </w:rPr>
      </w:pPr>
      <w:r>
        <w:rPr>
          <w:sz w:val="24"/>
          <w:szCs w:val="24"/>
        </w:rPr>
        <w:t>IN addition to the longer sagas of the discovery of Wineland, and the scattered references in other Icelandic historical literature, already adduced, the country finds mention in still another class of Icelandic records. These records are the chronological lists of notable events, in and out of Iceland, which are known as the Icelandic Annals. It has been conjectured that the archetype of these Annals was compiled either by the learned Ari, the father of Icelandic historiography, or in the century in which he lived. Although there is the best of reasons for the belief, that the first writer of Icelandic Annals was greatly indebted to Ari the Learned for the knowledge of many of the events which he records, such written evidence as we have from the century in which Ari lived would seem to indicate that this kind of literature had not then sprung into being,</w:t>
      </w:r>
    </w:p>
    <w:p w:rsidR="001856D7" w:rsidRDefault="001856D7">
      <w:pPr>
        <w:jc w:val="both"/>
        <w:rPr>
          <w:sz w:val="24"/>
          <w:szCs w:val="24"/>
        </w:rPr>
      </w:pPr>
    </w:p>
    <w:p w:rsidR="001856D7" w:rsidRDefault="001856D7">
      <w:pPr>
        <w:jc w:val="both"/>
        <w:rPr>
          <w:sz w:val="24"/>
          <w:szCs w:val="24"/>
        </w:rPr>
      </w:pPr>
      <w:r>
        <w:rPr>
          <w:sz w:val="24"/>
          <w:szCs w:val="24"/>
        </w:rPr>
        <w:t xml:space="preserve">A recent writer in an able disquisition upon this subject arrives at the conclusion, that the first book of Annals was written in the south of Iceland about the year 1280. While this theory is apparently well grounded, it is, nevertheless true that the first writer of Icelandic Annals of whom we have definite knowledge, was an Icelandic priest named Einar Haflidason, who was born in 1307, and died in 1393. </w:t>
      </w:r>
    </w:p>
    <w:p w:rsidR="001856D7" w:rsidRDefault="001856D7">
      <w:pPr>
        <w:jc w:val="both"/>
        <w:rPr>
          <w:sz w:val="24"/>
          <w:szCs w:val="24"/>
        </w:rPr>
      </w:pPr>
    </w:p>
    <w:p w:rsidR="001856D7" w:rsidRDefault="001856D7">
      <w:pPr>
        <w:jc w:val="both"/>
        <w:rPr>
          <w:sz w:val="28"/>
          <w:szCs w:val="28"/>
        </w:rPr>
      </w:pPr>
      <w:r>
        <w:rPr>
          <w:sz w:val="24"/>
          <w:szCs w:val="24"/>
        </w:rPr>
        <w:br/>
      </w:r>
      <w:r>
        <w:rPr>
          <w:b/>
          <w:bCs/>
          <w:sz w:val="28"/>
          <w:szCs w:val="28"/>
        </w:rPr>
        <w:t>LETTER OF POPE INNOCENT III TO NORWAY BISHOPS</w:t>
      </w:r>
    </w:p>
    <w:p w:rsidR="001856D7" w:rsidRDefault="001856D7">
      <w:pPr>
        <w:jc w:val="both"/>
        <w:rPr>
          <w:sz w:val="24"/>
          <w:szCs w:val="24"/>
        </w:rPr>
      </w:pPr>
    </w:p>
    <w:p w:rsidR="001856D7" w:rsidRDefault="001856D7">
      <w:pPr>
        <w:jc w:val="both"/>
        <w:rPr>
          <w:sz w:val="24"/>
          <w:szCs w:val="24"/>
        </w:rPr>
      </w:pPr>
      <w:r>
        <w:rPr>
          <w:sz w:val="24"/>
          <w:szCs w:val="24"/>
        </w:rPr>
        <w:t xml:space="preserve">PERHAPS the greatest literary discovery of a century are encyclical letters addressed to the bishops of Norway by Popes Innocent III, IV, V, John XXI, Martin IV, Nicholas III, Clement IV, Innocent VIII, and Martin V, in which reference are made to interests of the church in Greenland. The earliest of these documents thus far found is one from Innocent III, hearing date of February 13, 1206, and the mention therein of Greenland sets at rest, finally and absolutely, the long disputed question of the discovery of America by Norsemen several centuries before the time of Columbus. These manuscript letters were resurrected from their, ancient repository in the Vatican in the year 1903, and by special authorization of Cardinal Merry del Val, Papal Secretary of State, they are reproduced, with English translations, and appear in print for the first time in the Flatey book volume of this Norroena series. A part of Pope Innocent III's letter is shown on the accompanying page." [103] entry under the year 1304, in which his birth is recorded in such wise as to point unmistakably to his authorship. This collection of Annals is contained in the parchment manuscript AM. 420 </w:t>
      </w:r>
      <w:r>
        <w:rPr>
          <w:i/>
          <w:iCs/>
          <w:sz w:val="24"/>
          <w:szCs w:val="24"/>
        </w:rPr>
        <w:t>b</w:t>
      </w:r>
      <w:r>
        <w:rPr>
          <w:sz w:val="24"/>
          <w:szCs w:val="24"/>
        </w:rPr>
        <w:t>, 4to, which has received the name, "Lewman's Annals" probably from the office held by some one of its former owners. Under the year 1121, we find in these Annals the entry: "Bishop Eric Uppsi sought Wineland."</w:t>
      </w:r>
    </w:p>
    <w:p w:rsidR="001856D7" w:rsidRDefault="001856D7">
      <w:pPr>
        <w:jc w:val="both"/>
        <w:rPr>
          <w:sz w:val="24"/>
          <w:szCs w:val="24"/>
        </w:rPr>
      </w:pPr>
    </w:p>
    <w:p w:rsidR="001856D7" w:rsidRDefault="001856D7">
      <w:pPr>
        <w:jc w:val="both"/>
        <w:rPr>
          <w:sz w:val="24"/>
          <w:szCs w:val="24"/>
        </w:rPr>
      </w:pPr>
      <w:r>
        <w:rPr>
          <w:sz w:val="24"/>
          <w:szCs w:val="24"/>
        </w:rPr>
        <w:t>The next considerable collection of Annals, the date of which we are enabled to determine with tolerable accuracy, is that appended to the Flatey Book, the manuscript of which has already been described. These Annals were written by the priest Magnus Thorhallsson, and doubtless completed before the year 1395, for all entries cease in the previous year. Among the recorded events of the year 1121 it is stated that "Eric, the Bishop of Greenland, went in search of Wineland."</w:t>
      </w:r>
    </w:p>
    <w:p w:rsidR="001856D7" w:rsidRDefault="001856D7">
      <w:pPr>
        <w:jc w:val="both"/>
        <w:rPr>
          <w:sz w:val="24"/>
          <w:szCs w:val="24"/>
        </w:rPr>
      </w:pPr>
    </w:p>
    <w:p w:rsidR="001856D7" w:rsidRDefault="001856D7">
      <w:pPr>
        <w:jc w:val="both"/>
        <w:rPr>
          <w:sz w:val="24"/>
          <w:szCs w:val="24"/>
        </w:rPr>
      </w:pPr>
      <w:r>
        <w:rPr>
          <w:sz w:val="24"/>
          <w:szCs w:val="24"/>
        </w:rPr>
        <w:t>Of a riper antiquity than either of the foregoing works are, in all likelihood, the so-called Annales Reseniani, the original vellum manuscript of which was destroyed by the fire of 1728. A paper copy from this original, written by Arni Magnusson, is preserved in AM. 424, 4to, The dates included in these Annals extend from the year 228 to 1295 inclusive, and it has been conjectured that these records were compiled before the year 1319. Here, under the year 1121, occurs the statement: "Bishop Eric sought Wineland."</w:t>
      </w:r>
    </w:p>
    <w:p w:rsidR="001856D7" w:rsidRDefault="001856D7">
      <w:pPr>
        <w:jc w:val="both"/>
        <w:rPr>
          <w:sz w:val="24"/>
          <w:szCs w:val="24"/>
        </w:rPr>
      </w:pPr>
    </w:p>
    <w:p w:rsidR="001856D7" w:rsidRDefault="001856D7">
      <w:pPr>
        <w:jc w:val="both"/>
        <w:rPr>
          <w:sz w:val="24"/>
          <w:szCs w:val="24"/>
        </w:rPr>
      </w:pPr>
      <w:r>
        <w:rPr>
          <w:sz w:val="24"/>
          <w:szCs w:val="24"/>
        </w:rPr>
        <w:t>A parchment manuscript is preserved in the Royal Library of Copenhagen, No. 2087, 4to, old collection, which contains the annals known as Annales regii. These are [104] written in various hands, and are brought down to the year 1341. From the first entry down to the year 1306 the hand is the same, and from this fact the conclusion has been drawn that this portion of the manuscript was completed not later than 1307. Against the year 1121 we find the entry: "Bishop Eric of Greenland went in search of Wineland."</w:t>
      </w:r>
    </w:p>
    <w:p w:rsidR="001856D7" w:rsidRDefault="001856D7">
      <w:pPr>
        <w:jc w:val="both"/>
        <w:rPr>
          <w:sz w:val="24"/>
          <w:szCs w:val="24"/>
        </w:rPr>
      </w:pPr>
    </w:p>
    <w:p w:rsidR="001856D7" w:rsidRDefault="001856D7">
      <w:pPr>
        <w:jc w:val="both"/>
        <w:rPr>
          <w:sz w:val="24"/>
          <w:szCs w:val="24"/>
        </w:rPr>
      </w:pPr>
      <w:r>
        <w:rPr>
          <w:sz w:val="24"/>
          <w:szCs w:val="24"/>
        </w:rPr>
        <w:t>Similar entries to these occur in two other collections of Icelandic Annals, which may be mentioned here, for while these are, in their present form, of much more recent creation than those already noticed, they still seem to have drawn their material from elder lost vellums. One of these, Henrik Hoyer's Annals, derives its name from its first owner, who died in Bergen in the year 1615. It is a paper manuscript contained in AM. 22, fol., and bears strong internal evidence of having been copied from an Icelandic original, which has since disappeared. The entry in this manuscript under the year 1121 is: "Bishop Eric sought Wineland."</w:t>
      </w:r>
    </w:p>
    <w:p w:rsidR="001856D7" w:rsidRDefault="001856D7">
      <w:pPr>
        <w:jc w:val="both"/>
        <w:rPr>
          <w:sz w:val="24"/>
          <w:szCs w:val="24"/>
        </w:rPr>
      </w:pPr>
    </w:p>
    <w:p w:rsidR="001856D7" w:rsidRDefault="001856D7">
      <w:pPr>
        <w:jc w:val="both"/>
        <w:rPr>
          <w:sz w:val="24"/>
          <w:szCs w:val="24"/>
        </w:rPr>
      </w:pPr>
      <w:r>
        <w:rPr>
          <w:sz w:val="24"/>
          <w:szCs w:val="24"/>
        </w:rPr>
        <w:t>The other modern collection, known as Gottskalk's Annals, is contained in a parchment manuscript in the Royal Library of Stockholm, No. 5, 8vo., which it is believed was chiefly written by one Gottskalk Jonsson, a priest, who lived in the north of Iceland in the sixteenth century, and it has been conjectured, from internal evidence, that the portion of the compilation prior to the year 1391 was copied from a lost manuscript. The entry under the year 1121 corresponds with those already quoted: "Eric, the Greenlanders' bishop, sought Wineland."</w:t>
      </w:r>
    </w:p>
    <w:p w:rsidR="001856D7" w:rsidRDefault="001856D7">
      <w:pPr>
        <w:jc w:val="both"/>
        <w:rPr>
          <w:sz w:val="24"/>
          <w:szCs w:val="24"/>
        </w:rPr>
      </w:pPr>
    </w:p>
    <w:p w:rsidR="001856D7" w:rsidRDefault="001856D7">
      <w:pPr>
        <w:jc w:val="both"/>
        <w:rPr>
          <w:sz w:val="24"/>
          <w:szCs w:val="24"/>
        </w:rPr>
      </w:pPr>
      <w:r>
        <w:rPr>
          <w:sz w:val="24"/>
          <w:szCs w:val="24"/>
        </w:rPr>
        <w:t>Prom these different records, varying slightly in phraseology, [105] but all of the same purport, we may safely conclude that, in the year 1121, a certain Bishop of Greenland, called Eric Uppsi, went upon a voyage in search of Wineland. It is the sum of information which the Annals have to give concerning that country, and is meagre enough, for we are not only left unenlightened as to why the voyage was undertaken, but we are not even informed whether the bishop succeeded in finding the country of which he went in search. It is not possible to obtain much additional knowledge concerning this Bishop Eric elsewhere. It seems altogether probable that he was the "Greenlanders' Bishop Eric Gnup's son," mentioned in a genealogical list in Landnama, and it is clear that if this be the same Eric, he was by birth an Icelander. This view is in a slight measure confirmed by an entry in the Lawman's Annals under the year 1112 [in the Annals of the Flatey Book under the year 1113] wherein the journey of Bishop Eric is recorded, a "journey" presumably undertaken away from Iceland, and probably to Greenland. In the ancient Icelandic scientific work called Rimbegla, in a list of those men who had been bishops at Gardar, the episcopal seat in Greenland, Eric heads the list, while in a similar list of Greenland bishops in the Flatey Book, Eric's name is mentioned third. No record of Bishop Eric's ordination has been preserved, and none of his fate, unless indeed it be written in the brief memorial of his Wineland voyage. It has been conjectured that this voyage to Wineland was undertaken as a missionary enterprise, a speculation which seems to have been suggested solely by the ecclesiastical office of the [106] chief participant. It has been further conjectured, since we read in the Annals of the ordination of a new bishop for Greenland in 1124, that Eric must have perished in the undertaking. The date of his death is nowhere given and it is possible that the entry in the Annals, under the year 1121, is a species of necrological record. It is, in any event, the last surviving mention of Wineland the Good in the elder Icelandic literature.</w:t>
      </w:r>
    </w:p>
    <w:p w:rsidR="001856D7" w:rsidRDefault="001856D7">
      <w:pPr>
        <w:jc w:val="both"/>
        <w:rPr>
          <w:sz w:val="24"/>
          <w:szCs w:val="24"/>
        </w:rPr>
      </w:pPr>
    </w:p>
    <w:p w:rsidR="001856D7" w:rsidRDefault="001856D7">
      <w:pPr>
        <w:jc w:val="both"/>
        <w:rPr>
          <w:sz w:val="24"/>
          <w:szCs w:val="24"/>
        </w:rPr>
      </w:pPr>
      <w:r>
        <w:rPr>
          <w:sz w:val="24"/>
          <w:szCs w:val="24"/>
        </w:rPr>
        <w:t>Although no subsequent visit to Wineland is recorded a portion of the American coastland, seen by the original explorers, does appear to have been visited by certain of the Greenland colonists, more than a hundred years after Bishop Eric's Wineland voyage.</w:t>
      </w:r>
    </w:p>
    <w:p w:rsidR="001856D7" w:rsidRDefault="001856D7">
      <w:pPr>
        <w:jc w:val="both"/>
        <w:rPr>
          <w:sz w:val="24"/>
          <w:szCs w:val="24"/>
        </w:rPr>
      </w:pPr>
      <w:r>
        <w:rPr>
          <w:sz w:val="24"/>
          <w:szCs w:val="24"/>
        </w:rPr>
        <w:t xml:space="preserve">A parchment manuscript, AM. 420 </w:t>
      </w:r>
      <w:r>
        <w:rPr>
          <w:i/>
          <w:iCs/>
          <w:sz w:val="24"/>
          <w:szCs w:val="24"/>
        </w:rPr>
        <w:t>a</w:t>
      </w:r>
      <w:r>
        <w:rPr>
          <w:sz w:val="24"/>
          <w:szCs w:val="24"/>
        </w:rPr>
        <w:t>, 4to, contains a collection of Annals, known as the Elder Skalholt Annals not heretofore cited because of a lacuna covering the year 1121. This manuscript, which Arni Magnusson obtained from Skalholt, in the south of Iceland, and which he conjectures may have belonged to Skaholt church, or to Bishop Bryniolf's private library, is believed to have been written about the year 1362. We find in this, against the year 1347, the following record: "There came also a ship from Greenland, less in size than small Icelandic trading vessels. It came into the outer Stream-firth. It was without an anchor. There were seventeen men on board, and they had sailed to Markland, but had afterwards been driven hither by storms at sea." The Annals of Gottskalk record the simple fact in the same year: "A ship from Greenland came into the mouth of Streamfirth." On the other hand the Annals of the Flatey [107] Book, under the year 1347, have the following more particular record: "A ship came then from Greenland, which had sailed to Markland, and there were eighteen men on board."</w:t>
      </w:r>
    </w:p>
    <w:p w:rsidR="001856D7" w:rsidRDefault="001856D7">
      <w:pPr>
        <w:jc w:val="both"/>
        <w:rPr>
          <w:sz w:val="24"/>
          <w:szCs w:val="24"/>
        </w:rPr>
      </w:pPr>
    </w:p>
    <w:p w:rsidR="001856D7" w:rsidRDefault="001856D7">
      <w:pPr>
        <w:jc w:val="both"/>
        <w:rPr>
          <w:sz w:val="24"/>
          <w:szCs w:val="24"/>
        </w:rPr>
      </w:pPr>
      <w:r>
        <w:rPr>
          <w:sz w:val="24"/>
          <w:szCs w:val="24"/>
        </w:rPr>
        <w:t>This scanty record is the last historical mention of a voyage undertaken by Leif's fellow-countrymen to a part of the land which he had discovered three hundred years before. The nature of the information indicates that the knowledge of the discovery had not altogether faded from the memories of the Icelanders settled in Greenland. It seems further to lend a measure of plausibility to a theory that people from the Greenland colony may, from time to time, have visited the coast to the southwest of their home for supplies of wood, or for some kindred purpose. The visitors in this case had evidently intended to return directly from Markland to Greenland, and had they not been driven out of their course to Iceland, the probability is that this voyage would never have found mention in Icelandic chronicles, and all knowledge of it must have vanished as completely as did the colony to which the Markland visitors belonged.</w:t>
      </w:r>
    </w:p>
    <w:p w:rsidR="001856D7" w:rsidRDefault="001856D7">
      <w:pPr>
        <w:jc w:val="both"/>
      </w:pPr>
    </w:p>
    <w:p w:rsidR="001856D7" w:rsidRDefault="001856D7">
      <w:pPr>
        <w:jc w:val="both"/>
      </w:pPr>
    </w:p>
    <w:p w:rsidR="001856D7" w:rsidRDefault="001856D7">
      <w:pPr>
        <w:keepNext/>
        <w:rPr>
          <w:b/>
          <w:bCs/>
          <w:sz w:val="52"/>
          <w:szCs w:val="52"/>
        </w:rPr>
      </w:pPr>
      <w:r>
        <w:rPr>
          <w:b/>
          <w:bCs/>
          <w:sz w:val="52"/>
          <w:szCs w:val="52"/>
        </w:rPr>
        <w:t>Chapter VI</w:t>
      </w:r>
    </w:p>
    <w:p w:rsidR="001856D7" w:rsidRDefault="001856D7">
      <w:pPr>
        <w:keepNext/>
        <w:rPr>
          <w:b/>
          <w:bCs/>
          <w:sz w:val="32"/>
          <w:szCs w:val="32"/>
        </w:rPr>
      </w:pPr>
      <w:r>
        <w:rPr>
          <w:b/>
          <w:bCs/>
          <w:sz w:val="32"/>
          <w:szCs w:val="32"/>
        </w:rPr>
        <w:t>NOTICES OF DOUBTFUL VALUE; FICTIONS</w:t>
      </w:r>
    </w:p>
    <w:p w:rsidR="001856D7" w:rsidRDefault="001856D7">
      <w:pPr>
        <w:keepNext/>
        <w:rPr>
          <w:b/>
          <w:bCs/>
          <w:sz w:val="32"/>
          <w:szCs w:val="32"/>
        </w:rPr>
      </w:pPr>
    </w:p>
    <w:p w:rsidR="001856D7" w:rsidRDefault="001856D7">
      <w:pPr>
        <w:jc w:val="both"/>
        <w:rPr>
          <w:sz w:val="24"/>
          <w:szCs w:val="24"/>
        </w:rPr>
      </w:pPr>
      <w:r>
        <w:rPr>
          <w:sz w:val="24"/>
          <w:szCs w:val="24"/>
        </w:rPr>
        <w:t>IT will be remembered that a passage in the Book of Settlement [Landnamabok] recites the discovery, by one Ari Marsson, of a country lying westward from Ireland, called White-men's-land, or Ireland the Great. This White-men's-land is also mentioned in the Saga of Eric the Red, and in both places is assigned a location in the vicinity of Wineland the Good. Many writers have regarded this White-men's-land as identical with a strange country, the discovery of which is recounted in the Eyrbyggja Saga, having been led to this conclusion, apparently, from the fact that both unknown lands lay to the "westward," and that there is a certain remote resemblance between the brief particulars Of the Eric's Saga and the more detailed narrative of Eyrbyggja.</w:t>
      </w:r>
    </w:p>
    <w:p w:rsidR="001856D7" w:rsidRDefault="001856D7">
      <w:pPr>
        <w:jc w:val="both"/>
        <w:rPr>
          <w:sz w:val="24"/>
          <w:szCs w:val="24"/>
        </w:rPr>
      </w:pPr>
    </w:p>
    <w:p w:rsidR="001856D7" w:rsidRDefault="001856D7">
      <w:pPr>
        <w:jc w:val="both"/>
        <w:rPr>
          <w:sz w:val="24"/>
          <w:szCs w:val="24"/>
        </w:rPr>
      </w:pPr>
      <w:r>
        <w:rPr>
          <w:sz w:val="24"/>
          <w:szCs w:val="24"/>
        </w:rPr>
        <w:t xml:space="preserve">It is related in the Eyrbyggja Saga that a certain Biorn Asbrandsson became involved in an intrigue with a married woman named Thurid, which resulted in his wounding the affronted husband and slaying two of the husband's friends, for which he was banished from Iceland for the term of three years. Biorn went abroad, led an adventurous life, and received the name of "kappi" [champion, hero] on account of his valorous deeds. He subsequently returned to Iceland, where he was afterwards known as the Broadwickers'-champion. He brought with him on his return not only increase of fame, [109] but the added graces of bearing due to his long fellowship with foreign chieftains, and he soon renewed his attentions to his former mistress. The husband, fearing to cope alone with so powerful a rival, invoked the aid of one skilled in the black art to raise a storm, which should overwhelm the object of his enmity. The hero, however, after three days of exposure to the preternaturally-agitated elements, returned exhausted, but in safety, to his home. The husband then prevailed upon his powerful brother-in-law, the godi </w:t>
      </w:r>
      <w:hyperlink r:id="rId75" w:history="1">
        <w:r>
          <w:rPr>
            <w:color w:val="0000FF"/>
            <w:sz w:val="24"/>
            <w:szCs w:val="24"/>
            <w:u w:val="single"/>
          </w:rPr>
          <w:t>(72)</w:t>
        </w:r>
      </w:hyperlink>
      <w:r>
        <w:rPr>
          <w:sz w:val="24"/>
          <w:szCs w:val="24"/>
        </w:rPr>
        <w:t xml:space="preserve"> Snorri, to come to his assistance, and as a result of Snorri's intervention, Biorn agreed to leave the country. He accordingly rode "south, to a ship in Laga-haven, in which he took passage that same summer, but they were rather late in putting to sea. They sailed away with a north-east wind, which prevailed far into the summer, but nothing was heard of this ship for a long time afterwards."</w:t>
      </w:r>
    </w:p>
    <w:p w:rsidR="001856D7" w:rsidRDefault="001856D7">
      <w:pPr>
        <w:jc w:val="both"/>
        <w:rPr>
          <w:sz w:val="24"/>
          <w:szCs w:val="24"/>
        </w:rPr>
      </w:pPr>
    </w:p>
    <w:p w:rsidR="001856D7" w:rsidRDefault="001856D7">
      <w:pPr>
        <w:jc w:val="both"/>
        <w:rPr>
          <w:sz w:val="24"/>
          <w:szCs w:val="24"/>
        </w:rPr>
      </w:pPr>
      <w:r>
        <w:rPr>
          <w:sz w:val="24"/>
          <w:szCs w:val="24"/>
        </w:rPr>
        <w:t xml:space="preserve">Further on in the same saga we read of the fortuitous discovery of this same Biorn by certain of his fellow-countrymen, and as the account of their strange meeting contains the sole description of this unknown land, it may best be given in the words of the saga. "It was in the latter days of Olaf the Saint that Gudleif engaged in a trading voyage westward to Dublin, and when he sailed from the west it was his intention to proceed to Iceland. He sailed to the westward of Ireland, and had easterly gales and winds from the northeast, and was driven far to the westward over the sea and toward the southwest, so that they had lost all track of land. The summer was then far spent, and they uttered many prayers that they [110] might be permitted to escape from the sea, and it befell thereupon that they became aware of land. It was a great country, but they did not know what country it was. Gudleif and his companions determined to sail to the land, for they were weary with battling with the tempestuous sea. They found a good harbour there, and they had been alongside the land but a short time when men came toward them. They did not recognize a single man, but it rather seemed to them that they were speaking Irish; soon so great a throng of men had drawn about them that they amounted to several hundreds. These people thereupon seized them all and bound them, and then drove them up upon the land. They were then taken to a meeting, at which their case was considered. It was their understanding that some [of their captors] wished them to be slain, while others would have them distributed among the people and thrown into bondage. While this was being argued they descried a body of men riding, and a banner was carried in their midst, from which they concluded that some manner of chieftain must be in the company; and when this band drew near they saw a tall and warlike man riding beneath the banner; he was far advanced in years, however, and his hair was white. All of the people assembled bowed before this man and received him as he had been their lord; they soon observed that all questions and matters for decision were submitted to him. This man then summoned Gudleif and his fellows, and when they came before him he addressed them in the Northern tongue [i. e., Icelandic], and asked them to what country they belonged. They [111] responded that they were, for the most part, Icelanders. This man asked which of them were the Icelanders. Gudlief then advanced before this man, and greeted him worthily, and he received his salutations graciously, and asks from what part of Iceland they came, and Gudleif replied that he came from Borgarfirth. He then enquired from what part of Borgarfirth he came, and Gudleif informs him. After this he asked particularly after every one of the leading men of Borgarfirth and Breidafirth, and in the course of the conversation he asked after Snorri Godi and Thurid, of Froda, his sister, and he enquired especially after all details concerning Froda, and particularly regarding the boy Kiartan, </w:t>
      </w:r>
      <w:hyperlink r:id="rId76" w:history="1">
        <w:r>
          <w:rPr>
            <w:color w:val="0000FF"/>
            <w:sz w:val="24"/>
            <w:szCs w:val="24"/>
            <w:u w:val="single"/>
          </w:rPr>
          <w:t>(73)</w:t>
        </w:r>
      </w:hyperlink>
      <w:r>
        <w:rPr>
          <w:sz w:val="24"/>
          <w:szCs w:val="24"/>
        </w:rPr>
        <w:t xml:space="preserve"> who was then the master at Froda. The people of the country, on the other hand, demanded that some judgment should be reached concerning the ship's crew. After this the tall man left them, and called about him twelve of his men, and they sat together for a long time in consultation, after which they betook themselves to the [general] meeting. Thereupon the tall man said to Gudleif and his companions: 'We, the people of this country, have somewhat considered your case, and the inhabitants have given your affair into my care, and I will now give you permission to go whither ye list; and even though it may seem to you that the summer is far spent, still I would counsel you to leave here, for the people here are untrustworthy and hard to deal with, and have already formed the belief that their laws have been broken.' Gudleif replied: 'If it be vouchsafed us to reach our native land, what shall we say [112] concerning him who has granted us our freedom.' He answered: 'That I may not tell you, for I cannot bear that my relatives and foster-brothers should have such a voyage hither as ye would have had if ye had not had my aid; but now I am so advanced in years,' said he, 'that the hour may come at any time when age shall rise above my head; and even though I should live yet a little longer, still there are those here in the land who are more powerful than I who would offer little mercy to strangers, albeit these are not in this neighbourhood where ye have landed.' Afterward this man aided them in equipping their ship, and remained with them until there came a fair wind, which enabled them to put to sea. But before he and Gudleif parted, this man took a gold ring from his hand and handed it to Gudleif, and with it a goodly sword; and he then said to Gudleif: 'If it be granted thee to come again to thy father-land, then do thou give this sword to Kiartan, the master at Froda, and the ring to his mother.' Gudleif said: 'What shall I reply as to who sends these precious things?' He answered: 'Say that he sends them who was more of a friend of the mistress at Froda than of the Godi at Helgafell, her brother. But if any persons shall think they have discovered from this to whom these treasures belonged, give them my message, that I forbid any man to go in search of me, for it would be a most desperate undertaking, unless he should fare as successfully as ye have in finding a landing-place; for here is an extensive country with few harbours, and over all a disposition to deal harshly with strangers, unless it befall as it has in this case.' After [113] this they parted. Gudleif and his men put to sea, and arrived in Ireland late in the autumn, and passed the winter in Dublin; but in the summer they sailed to Iceland, and Gudleif delivered the treasures, and all men held of a verity that this man was Biorn Broadwickers'-champion; but people have no other proof of this, save these particulars, which have now been related."</w:t>
      </w:r>
    </w:p>
    <w:p w:rsidR="001856D7" w:rsidRDefault="001856D7">
      <w:pPr>
        <w:jc w:val="both"/>
        <w:rPr>
          <w:sz w:val="24"/>
          <w:szCs w:val="24"/>
        </w:rPr>
      </w:pPr>
    </w:p>
    <w:p w:rsidR="001856D7" w:rsidRDefault="001856D7">
      <w:pPr>
        <w:jc w:val="both"/>
        <w:rPr>
          <w:sz w:val="24"/>
          <w:szCs w:val="24"/>
        </w:rPr>
      </w:pPr>
      <w:r>
        <w:rPr>
          <w:sz w:val="24"/>
          <w:szCs w:val="24"/>
        </w:rPr>
        <w:t>It will be observed that the narrator of the saga does not in this incident once connect this unknown land with White-men's-land, nor does he offer any suggestion as to its situation. The work of identifying this strange country with White-men's-land, and so with Wineland the Good, has been entirely wrought by the modern commentator. If we accept as credible a meeting so remarkable as the one here described, if we disregard the statements of the narrative showing the existence of horses in this unknown land, which the theorist has not hesitated to do, and, finally, if we assume that there was at this time an Irish colony or one speaking a kindred tongue in North America, we may conclude that Biorn's adopted home was somewhere on the eastern North-American coast. If, however, we read the statements of the saga as we find them, they seem all to tend to deny this postulate, rather than to confirm it. The entire story has a decidedly fabulous appearance, and, as has been suggested by a learned editor of the saga, a romantic cast, which is not consonant with the character of the history in which it appears. A narrative, the truth of which the narrator himself tells us had not been ratified by collateral evidence, and whose details are so vague and indefinite, seems to afford [114] historical evidence of a character so equivocal that it may well be dismissed without further consideration.</w:t>
      </w:r>
    </w:p>
    <w:p w:rsidR="001856D7" w:rsidRDefault="001856D7">
      <w:pPr>
        <w:jc w:val="both"/>
        <w:rPr>
          <w:sz w:val="24"/>
          <w:szCs w:val="24"/>
        </w:rPr>
      </w:pPr>
    </w:p>
    <w:p w:rsidR="001856D7" w:rsidRDefault="001856D7">
      <w:pPr>
        <w:jc w:val="both"/>
        <w:rPr>
          <w:sz w:val="24"/>
          <w:szCs w:val="24"/>
        </w:rPr>
      </w:pPr>
      <w:r>
        <w:rPr>
          <w:sz w:val="24"/>
          <w:szCs w:val="24"/>
        </w:rPr>
        <w:t>Of an altogether different nature from the narrative of discovery above recited is the brief notice of the finding of a new land, set down in the Icelandic Annals toward the end of the thirteenth century. In the Annales regii, in the year 1285, the record reads: "Adalbrand and Thorvald, Helgi's sons, found New-land;" in the Annals of the Flatey Book, under the same year, "Land was found to the westward off Iceland;" and again in Gottskalk's Annals an entry exactly similar to that of the Flatey Book. In Hoyer's Annals the entry is of a different character: "Helgi's sons sailed into Greenland's uninhabited regions."</w:t>
      </w:r>
    </w:p>
    <w:p w:rsidR="001856D7" w:rsidRDefault="001856D7">
      <w:pPr>
        <w:jc w:val="both"/>
        <w:rPr>
          <w:sz w:val="24"/>
          <w:szCs w:val="24"/>
        </w:rPr>
      </w:pPr>
    </w:p>
    <w:p w:rsidR="001856D7" w:rsidRDefault="001856D7">
      <w:pPr>
        <w:jc w:val="both"/>
        <w:rPr>
          <w:sz w:val="24"/>
          <w:szCs w:val="24"/>
        </w:rPr>
      </w:pPr>
      <w:r>
        <w:rPr>
          <w:sz w:val="24"/>
          <w:szCs w:val="24"/>
        </w:rPr>
        <w:t>In the parchment manuscript AM. 415, 4to, written, probably, about the beginning of the fourteenth century, is a collection of annals called "Annales vetustissimi," and here, under the year 1285, is an entry similar to that of the Flatey Book: "Land found to the westward off Iceland." In the Skalholt Annals, on the other hand, the only corresponding entry against the year 1285 is: "Down-islands discovered."</w:t>
      </w:r>
    </w:p>
    <w:p w:rsidR="001856D7" w:rsidRDefault="001856D7">
      <w:pPr>
        <w:jc w:val="both"/>
        <w:rPr>
          <w:sz w:val="24"/>
          <w:szCs w:val="24"/>
        </w:rPr>
      </w:pPr>
    </w:p>
    <w:p w:rsidR="001856D7" w:rsidRDefault="001856D7">
      <w:pPr>
        <w:jc w:val="both"/>
        <w:rPr>
          <w:sz w:val="24"/>
          <w:szCs w:val="24"/>
        </w:rPr>
      </w:pPr>
      <w:r>
        <w:rPr>
          <w:sz w:val="24"/>
          <w:szCs w:val="24"/>
        </w:rPr>
        <w:t>It required but the similarity between the names Newland and Newfoundland to arouse the effort to identify the two countries; and the theory thus created was supposed to find confirmation in a passage in a copy of a certain document known as Bishop Gizur Einarsson's Register [brefa-bok], for the years 1540-47, which is contained in a paper manuscript of the seventeenth century, AM. 266, fol. This passage is as follows: "Wise men[115] have said that you must sail to the southwest from Krisuvik mountain to Newland." Krisuvik mountain is situated on the promontory of Reykianess, the southwestern extremity of Iceland, and, as has been recently pointed out, to sail the course suggested by Bishop Gizur would in all probability land the adventurous mariner in southeastern Greenland. The record of the Annals, however, is so explicit, that in determining the site of "Newland" we do not need to orient ourselves by extraneous evidence. We are informed, that, in 1285, Helgi's sons sailed into Greenland's "obygdir," the name by which the Greenland colonists were wont to designate the uninhabited east coast of Greenland; and as it is elsewhere distinctly stated that the "Newland," which these men discovered in the same year, lay to the "westward off Iceland," there can be little room for hesitancy in reaching, the conclusion that "Newland," and the "Down-islands" all lie together, and are probably only different names for, the same discovery. However this may be, it is at least manifest, from the record, that if Newland was not a part of the eastern coast of Greenland, there is nothing to indicate that it was anywhere in the region of Newfoundland.</w:t>
      </w:r>
    </w:p>
    <w:p w:rsidR="001856D7" w:rsidRDefault="001856D7">
      <w:pPr>
        <w:jc w:val="both"/>
        <w:rPr>
          <w:sz w:val="24"/>
          <w:szCs w:val="24"/>
        </w:rPr>
      </w:pPr>
    </w:p>
    <w:p w:rsidR="001856D7" w:rsidRDefault="001856D7">
      <w:pPr>
        <w:jc w:val="both"/>
        <w:rPr>
          <w:sz w:val="24"/>
          <w:szCs w:val="24"/>
        </w:rPr>
      </w:pPr>
      <w:r>
        <w:rPr>
          <w:sz w:val="24"/>
          <w:szCs w:val="24"/>
        </w:rPr>
        <w:t>A few years after this discovery is recorded, namely in 1289, we find the following statement in the Flatey Annals: "King Eric sends Rolf to Iceland to seek Newland;" and again in the next year: "Rolf travelled about Iceland soliciting men for a Newland voyage." No additional information has been preserved touching this enterprise, and it therefore seems probable that if the voyage [116] was actually undertaken, it was barren of results. The Flatey Annals note the death of Rolf, Land-Rolf, as he was called, in 1295, and as no subsequent seeker of Newland is named in Icelandic history, it may be assumed that the spirit of exploration died with him.</w:t>
      </w:r>
    </w:p>
    <w:p w:rsidR="001856D7" w:rsidRDefault="001856D7">
      <w:pPr>
        <w:jc w:val="both"/>
        <w:rPr>
          <w:sz w:val="24"/>
          <w:szCs w:val="24"/>
        </w:rPr>
      </w:pPr>
    </w:p>
    <w:p w:rsidR="001856D7" w:rsidRDefault="001856D7">
      <w:pPr>
        <w:jc w:val="both"/>
        <w:rPr>
          <w:sz w:val="24"/>
          <w:szCs w:val="24"/>
        </w:rPr>
      </w:pPr>
      <w:r>
        <w:rPr>
          <w:sz w:val="24"/>
          <w:szCs w:val="24"/>
        </w:rPr>
        <w:t>This brief record of the Annals is unquestionably historically accurate; moreover there may be somewhat of an historical foundation for the adventures of the Broadwickers'-champion recounted in the Eyrbyggja Saga; neither of these notices of discovery, however, appears to have any connection with the discovery of Wineland; they have been considered here chiefly because of the fact that they have been treated in the past as if they had a direct bearing upon the Wineland history.</w:t>
      </w:r>
    </w:p>
    <w:p w:rsidR="001856D7" w:rsidRDefault="001856D7">
      <w:pPr>
        <w:jc w:val="both"/>
        <w:rPr>
          <w:sz w:val="24"/>
          <w:szCs w:val="24"/>
        </w:rPr>
      </w:pPr>
    </w:p>
    <w:p w:rsidR="001856D7" w:rsidRDefault="001856D7">
      <w:pPr>
        <w:jc w:val="both"/>
        <w:rPr>
          <w:sz w:val="24"/>
          <w:szCs w:val="24"/>
        </w:rPr>
      </w:pPr>
      <w:r>
        <w:rPr>
          <w:sz w:val="24"/>
          <w:szCs w:val="24"/>
        </w:rPr>
        <w:t>The historical and quasi-historical material relating to the discovery of Wineland has now been presented. A few brief notices of Helluland, contained in the later Icelandic literature, remain for consideration. These notices necessarily partake of the character of the sagas in which they appear, and as these sagas are in a greater or less degree pure fictions, the references cannot be regarded as possessing much historical value.</w:t>
      </w:r>
    </w:p>
    <w:p w:rsidR="001856D7" w:rsidRDefault="001856D7">
      <w:pPr>
        <w:jc w:val="both"/>
        <w:rPr>
          <w:sz w:val="24"/>
          <w:szCs w:val="24"/>
        </w:rPr>
      </w:pPr>
    </w:p>
    <w:p w:rsidR="001856D7" w:rsidRDefault="001856D7">
      <w:pPr>
        <w:jc w:val="both"/>
        <w:rPr>
          <w:sz w:val="24"/>
          <w:szCs w:val="24"/>
        </w:rPr>
      </w:pPr>
    </w:p>
    <w:p w:rsidR="001856D7" w:rsidRDefault="001856D7">
      <w:pPr>
        <w:jc w:val="both"/>
        <w:rPr>
          <w:sz w:val="24"/>
          <w:szCs w:val="24"/>
        </w:rPr>
      </w:pPr>
    </w:p>
    <w:p w:rsidR="001856D7" w:rsidRDefault="001856D7">
      <w:pPr>
        <w:jc w:val="both"/>
        <w:rPr>
          <w:sz w:val="24"/>
          <w:szCs w:val="24"/>
        </w:rPr>
      </w:pPr>
      <w:r>
        <w:rPr>
          <w:sz w:val="24"/>
          <w:szCs w:val="24"/>
        </w:rPr>
        <w:t>First among these unhistorical sagas is the old mythical tale of Arrow-Odd, of which two recensions exist; the more recent and inferior version is that which contains the passages where Helluland is mentioned, as follows: "'But I will tell thee where Ogmund is; he is come into that firth which is called Skuggi, it is in Helluland's deserts . . . .; he has gone thither because he does not wish to meet thee; now thou mayest track him home, if [117] thou wishest, and see how it fares.' Odd said thus it should be. Thereupon they sail until they come into Greenland's sea, when they turn south and west around the land . . . They sail now until they come to Helluland, and lay their course into the Skuggi-firth. And when they had reached the land the father and son went ashore, and walked until they saw where there was a fortification, and it seemed to them to be very strongly built."</w:t>
      </w:r>
    </w:p>
    <w:p w:rsidR="001856D7" w:rsidRDefault="001856D7">
      <w:pPr>
        <w:jc w:val="both"/>
        <w:rPr>
          <w:sz w:val="24"/>
          <w:szCs w:val="24"/>
        </w:rPr>
      </w:pPr>
    </w:p>
    <w:p w:rsidR="001856D7" w:rsidRDefault="001856D7">
      <w:pPr>
        <w:jc w:val="both"/>
        <w:rPr>
          <w:sz w:val="24"/>
          <w:szCs w:val="24"/>
        </w:rPr>
      </w:pPr>
      <w:r>
        <w:rPr>
          <w:sz w:val="24"/>
          <w:szCs w:val="24"/>
        </w:rPr>
        <w:t xml:space="preserve">In the same category with Arrow-Odd's Saga may be placed two other mythical sagas, the Saga of Halfdan Eysteinsson, and the Saga of Halfdan Brana's-fostering; in the first of these the passage containing the mention of Helluland is as follows: "Raknar brought Helluland's deserts under his sway, and destroyed all the giants there." In the second of these last-mentioned sagas the hero is driven out of his course at sea, until he finally succeeds in beaching his ship upon "smooth sands" beside "high cliffs;" "there was much drift-wood on the sands and they set about building a hut, which was soon finished. Halfdan frequently ascended the glaciers, and some of the men bore him company . . . . </w:t>
      </w:r>
    </w:p>
    <w:p w:rsidR="001856D7" w:rsidRDefault="001856D7">
      <w:pPr>
        <w:jc w:val="both"/>
        <w:rPr>
          <w:sz w:val="24"/>
          <w:szCs w:val="24"/>
        </w:rPr>
      </w:pPr>
    </w:p>
    <w:p w:rsidR="001856D7" w:rsidRDefault="001856D7">
      <w:pPr>
        <w:jc w:val="both"/>
        <w:rPr>
          <w:sz w:val="24"/>
          <w:szCs w:val="24"/>
        </w:rPr>
      </w:pPr>
      <w:r>
        <w:rPr>
          <w:sz w:val="24"/>
          <w:szCs w:val="24"/>
        </w:rPr>
        <w:t>The men asked Halfdan what country this could be. Halfdan replied that they must be come to Helluland's deserts."</w:t>
      </w:r>
    </w:p>
    <w:p w:rsidR="001856D7" w:rsidRDefault="001856D7">
      <w:pPr>
        <w:jc w:val="both"/>
        <w:rPr>
          <w:sz w:val="24"/>
          <w:szCs w:val="24"/>
        </w:rPr>
      </w:pPr>
    </w:p>
    <w:p w:rsidR="001856D7" w:rsidRDefault="001856D7">
      <w:pPr>
        <w:jc w:val="both"/>
        <w:rPr>
          <w:sz w:val="24"/>
          <w:szCs w:val="24"/>
        </w:rPr>
      </w:pPr>
      <w:r>
        <w:rPr>
          <w:sz w:val="24"/>
          <w:szCs w:val="24"/>
        </w:rPr>
        <w:t>Belonging to a class of fictitious sagas known as "landvættasogur" [stories of a country's guardian spirits], is the folk-tale of Bard the Snow-fell god. The first chapter of this tale begins: "There was a king named Dumb, who ruled over those gulfs, which extend northward around Helluland and are now called Dumb's sea." Subsequently we find brief mention of a king of Helluland, of [118] whom Gest, the son of the hero of the saga, says: "I have never seen him before, but I have been told by my relatives that the king was called Rakin, and from their account I believe I recognize him; he at one time ruled over Helluland and many other countries, and after he had long ruled these lands he caused himself to be buried alive, together with five hundred men, at Raknslodi; he murdered his father and mother, and many other people; it seems to me probable, from the reports of other people, that his burial-mound is northward in Helluland's deserts." Gest goes in quest of this mound, sails to Greenland's deserts, where, having traversed the lava-fields [!] for three days on foot, he at length discovers the burial-mound upon an island near the sea-coast; "some men say that this mound was situated to the northward off Helluland, but wherever it was, there were no settlements in the neighbourhood."</w:t>
      </w:r>
    </w:p>
    <w:p w:rsidR="001856D7" w:rsidRDefault="001856D7">
      <w:pPr>
        <w:jc w:val="both"/>
        <w:rPr>
          <w:sz w:val="24"/>
          <w:szCs w:val="24"/>
        </w:rPr>
      </w:pPr>
    </w:p>
    <w:p w:rsidR="001856D7" w:rsidRDefault="001856D7">
      <w:pPr>
        <w:jc w:val="both"/>
        <w:rPr>
          <w:sz w:val="24"/>
          <w:szCs w:val="24"/>
        </w:rPr>
      </w:pPr>
      <w:r>
        <w:rPr>
          <w:sz w:val="24"/>
          <w:szCs w:val="24"/>
        </w:rPr>
        <w:t>The brief extracts here quoted will suffice to indicate not only the fabulous character of the sagas in which they appear, but they serve further to show how completely the discoveries of Leif, and the exploration of Karlsefni had become distorted in the popular memory of the Icelanders at the time these tales were composed, which was probably in the thirteenth or fourteenth century. The Helluland of these stories is an unknown region, relegated, in the popular superstition, to the trackless wastes of northern Greenland.</w:t>
      </w:r>
    </w:p>
    <w:p w:rsidR="001856D7" w:rsidRDefault="001856D7">
      <w:pPr>
        <w:jc w:val="both"/>
      </w:pPr>
    </w:p>
    <w:p w:rsidR="001856D7" w:rsidRDefault="001856D7">
      <w:pPr>
        <w:keepNext/>
        <w:jc w:val="both"/>
        <w:rPr>
          <w:b/>
          <w:bCs/>
          <w:sz w:val="52"/>
          <w:szCs w:val="52"/>
        </w:rPr>
      </w:pPr>
      <w:r>
        <w:rPr>
          <w:b/>
          <w:bCs/>
          <w:sz w:val="52"/>
          <w:szCs w:val="52"/>
        </w:rPr>
        <w:t>Chapter VII</w:t>
      </w:r>
    </w:p>
    <w:p w:rsidR="001856D7" w:rsidRDefault="001856D7">
      <w:pPr>
        <w:keepNext/>
        <w:jc w:val="both"/>
        <w:rPr>
          <w:b/>
          <w:bCs/>
          <w:sz w:val="32"/>
          <w:szCs w:val="32"/>
        </w:rPr>
      </w:pPr>
      <w:r>
        <w:rPr>
          <w:b/>
          <w:bCs/>
          <w:sz w:val="32"/>
          <w:szCs w:val="32"/>
        </w:rPr>
        <w:t>THE PUBLICATION OF THE DISCOVERY</w:t>
      </w:r>
    </w:p>
    <w:p w:rsidR="001856D7" w:rsidRDefault="001856D7">
      <w:pPr>
        <w:keepNext/>
        <w:jc w:val="both"/>
        <w:rPr>
          <w:b/>
          <w:bCs/>
          <w:sz w:val="32"/>
          <w:szCs w:val="32"/>
        </w:rPr>
      </w:pPr>
    </w:p>
    <w:p w:rsidR="001856D7" w:rsidRDefault="001856D7">
      <w:pPr>
        <w:jc w:val="both"/>
        <w:rPr>
          <w:sz w:val="24"/>
          <w:szCs w:val="24"/>
        </w:rPr>
      </w:pPr>
      <w:r>
        <w:rPr>
          <w:sz w:val="24"/>
          <w:szCs w:val="24"/>
        </w:rPr>
        <w:t xml:space="preserve">THE earliest foreign mention of Wineland appears in the work of the prebendary, Adam of Bremen, called </w:t>
      </w:r>
      <w:r>
        <w:rPr>
          <w:i/>
          <w:iCs/>
          <w:sz w:val="24"/>
          <w:szCs w:val="24"/>
        </w:rPr>
        <w:t>Descriptio insularum aquilonis</w:t>
      </w:r>
      <w:r>
        <w:rPr>
          <w:sz w:val="24"/>
          <w:szCs w:val="24"/>
        </w:rPr>
        <w:t xml:space="preserve">. The material for this work was obtained by its author during a sojourn at the court of the Danish king, Svend Estridsson, after the year 1069, and probably very soon thereafter, for his history appears to have been completed before the year 1076, the date of king Svend's death. The most important manuscript of Adam's longer work, the </w:t>
      </w:r>
      <w:r>
        <w:rPr>
          <w:i/>
          <w:iCs/>
          <w:sz w:val="24"/>
          <w:szCs w:val="24"/>
        </w:rPr>
        <w:t>Gesta Hammaburgensis ecclesiæ pontificum</w:t>
      </w:r>
      <w:r>
        <w:rPr>
          <w:sz w:val="24"/>
          <w:szCs w:val="24"/>
        </w:rPr>
        <w:t>, is the Codex Vindobonensis deposited in the Imperial Library of Vienna under the number 413. This manuscript, written in the thirteenth century, contains also the complete "description of the Northern islands," which is partially lacking in the fine manuscript of the same century, contained in the Royal Library of Copenhagen. This "description" was first printed in Lindenbruch's edition of Adam's work, published in 1595, and is the first printed reference to Wineland, being as follows: "Moreover he spoke of an island in that ocean discovered by many, which is called Wineland, for the reason that vines grow wild there, which yield the best of wine. Moreover, that grain unsown grows there abundantly is not a fabulous fancy, but from the accounts of the Danes we know to be a fact. Beyond this island, it is said. there is no habitable land in [120] that ocean, but all those regions which are beyond are filled with insupportable ice and boundless gloom, to which Martian thus refers: "One day's sail beyond Thile the sea is frozen." This was essayed not long since by that very enterprising Northmen's prince, Harold, who explored the extent of the northern ocean with his ship, but was scarcely able by retreating to escape in safety from the gulf's enormous abyss, where before his eyes the vanishing bounds of earth were hidden in gloom."</w:t>
      </w:r>
    </w:p>
    <w:p w:rsidR="001856D7" w:rsidRDefault="001856D7">
      <w:pPr>
        <w:jc w:val="both"/>
        <w:rPr>
          <w:sz w:val="24"/>
          <w:szCs w:val="24"/>
        </w:rPr>
      </w:pPr>
    </w:p>
    <w:p w:rsidR="001856D7" w:rsidRDefault="001856D7">
      <w:pPr>
        <w:jc w:val="both"/>
        <w:rPr>
          <w:sz w:val="24"/>
          <w:szCs w:val="24"/>
        </w:rPr>
      </w:pPr>
      <w:r>
        <w:rPr>
          <w:sz w:val="24"/>
          <w:szCs w:val="24"/>
        </w:rPr>
        <w:t>The learned cleric, it will be observed, is very careful to give his authority for a narrative which evidently impressed him as bordering sharply upon the fabulous. The situation which he would ascribe to the strange country is inaccurate enough, but the land where vines grow wild and grain self-sown, stripped of the historian's adornments, would accord sufficiently well with the accounts of the discoverers of Wineland to enable us to identify the country, if Adam had not himself given us the name of this land, and thus arrested all uncertainty. It is not strange, however, that with the lapse of time the knowledge of such a land should have been erased from the recollection of the outer world. The author of the so called "Breve Chronicon Norvegiæ" is, therefore, constrained to omit all reference to this wonderful land, although his reference to Greenland indicates an acquaintance with that tradition, which in Icelandic geographical notices, already cited, would ascribe Wineland to a more southerly clime, bordering indeed upon Africa. The manuscript of this history, which has been preserved, belongs to the Earl of Dalhousie, and was probably written [121] between the years 1443 and 1460. The passage mentioned, while it is not strictly pertinent, in a measure indicates, perhaps, the information accessible at this period to an author who must have been more or less acquainted with the current lore of the land in which the Wineland history was still preserved. Greenland, this author writes, "which country was discovered and settled by the inhabitants of Thule [Telensibus], and strengthened by the Catholic faith, lies at the western boundary of Europe, almost bordering upon the African isles, where the overflowing sea spreads out." No quickening evidence came from Iceland until long afterward, and those who saw Adam's Wineland recital probably regarded it as the artless testimony of a too-credulous historian.</w:t>
      </w:r>
    </w:p>
    <w:p w:rsidR="001856D7" w:rsidRDefault="001856D7">
      <w:pPr>
        <w:jc w:val="both"/>
        <w:rPr>
          <w:sz w:val="24"/>
          <w:szCs w:val="24"/>
        </w:rPr>
      </w:pPr>
    </w:p>
    <w:p w:rsidR="001856D7" w:rsidRDefault="001856D7">
      <w:pPr>
        <w:jc w:val="both"/>
        <w:rPr>
          <w:sz w:val="24"/>
          <w:szCs w:val="24"/>
        </w:rPr>
      </w:pPr>
      <w:r>
        <w:rPr>
          <w:sz w:val="24"/>
          <w:szCs w:val="24"/>
        </w:rPr>
        <w:t>After the publication of Adam of Bremen's work, in 1595, the name of Wineland next recurs in print in a poem written by the Danish clergyman, Claus Christoffersson Lyschander, called the Chronicle of Greenland, which was published in Copenhagen in 1608. Founded, apparently, upon the scantiest of historical material, which material was treated with the broadest of poetic license, the Chronicle is devoid of historical value. Lyschander seems to have derived from Icelandic Annals the knowledge of Bishop Eric's Wineland voyage, and to have elaborated this entry, with the aid of his vivid imagination, into three lines of doggerel in somewhat the following manner:</w:t>
      </w:r>
    </w:p>
    <w:p w:rsidR="001856D7" w:rsidRDefault="001856D7">
      <w:pPr>
        <w:ind w:left="720"/>
        <w:rPr>
          <w:i/>
          <w:iCs/>
          <w:sz w:val="24"/>
          <w:szCs w:val="24"/>
        </w:rPr>
      </w:pPr>
      <w:r>
        <w:rPr>
          <w:i/>
          <w:iCs/>
        </w:rPr>
        <w:t>And Eric of Greenland did the deed,</w:t>
      </w:r>
      <w:r>
        <w:rPr>
          <w:i/>
          <w:iCs/>
        </w:rPr>
        <w:br/>
        <w:t>Planted in Wineland both folk and creed,</w:t>
      </w:r>
      <w:r>
        <w:rPr>
          <w:i/>
          <w:iCs/>
        </w:rPr>
        <w:br/>
        <w:t>Which are there e'en now surviving.</w:t>
      </w:r>
      <w:r>
        <w:rPr>
          <w:i/>
          <w:iCs/>
          <w:sz w:val="24"/>
          <w:szCs w:val="24"/>
        </w:rPr>
        <w:t>[122]</w:t>
      </w:r>
    </w:p>
    <w:p w:rsidR="001856D7" w:rsidRDefault="001856D7">
      <w:pPr>
        <w:jc w:val="both"/>
        <w:rPr>
          <w:sz w:val="24"/>
          <w:szCs w:val="24"/>
        </w:rPr>
      </w:pPr>
      <w:r>
        <w:rPr>
          <w:sz w:val="24"/>
          <w:szCs w:val="24"/>
        </w:rPr>
        <w:t>A few years prior to this rhapsody of Lyschander's, the geographer Ortelius had ascribed to the Northmen the credit of the discovery of America. According to Alexander von Humboldt, Ortelius announced this opinion in 1570, and he cites Ortelius' work, "Theatrum orbis terrarum," in the edition of 1601. The edition of 1584 of Ortelius' work does not so credit the discovery, but the English edition of 1606 does explicitly, and clearly sets forth upon what foundation the author rests his statement. Ortelius does not seem to have had, and could not well have had at the time he wrote, any acquaintance with Icelandic records; his opinion, as he himself tells us, was based upon the marvellous relation of the voyages of the brothers Zeni, first published in 1558. It is not pertinent to dwell here upon the authenticity of the Zeni discoveries, and while it is true that Ortelius stated the fact, when he announced that the "New World was entered upon many ages past by certain 'islanders' of Greenland and Iceland," he travelled to it by a circuitous route, and hit upon it, after all, by a happy chance.</w:t>
      </w:r>
    </w:p>
    <w:p w:rsidR="001856D7" w:rsidRDefault="001856D7">
      <w:pPr>
        <w:jc w:val="both"/>
        <w:rPr>
          <w:sz w:val="24"/>
          <w:szCs w:val="24"/>
        </w:rPr>
      </w:pPr>
    </w:p>
    <w:p w:rsidR="001856D7" w:rsidRDefault="001856D7">
      <w:pPr>
        <w:jc w:val="both"/>
        <w:rPr>
          <w:sz w:val="24"/>
          <w:szCs w:val="24"/>
        </w:rPr>
      </w:pPr>
      <w:r>
        <w:rPr>
          <w:sz w:val="24"/>
          <w:szCs w:val="24"/>
        </w:rPr>
        <w:t>The debased taste in Iceland, which followed the age when the greater sagas were committed to writing, found its gratification in the creation of fictitious tales, in recounting the exploits of foreign heroes, and for a time the garnered wealth of their historical literature was disregarded or forgotten by the people of Iceland. With the revival of learning, which came in post-Reformation times, after a long period of comparative literary inactivity, came a reawakening of interest in the elder literature, and the Icelandic scholars of this era heralded abroad [123] the great wealth of the discarded treasures which their ancestors had amassed.</w:t>
      </w:r>
    </w:p>
    <w:p w:rsidR="001856D7" w:rsidRDefault="001856D7">
      <w:pPr>
        <w:jc w:val="both"/>
        <w:rPr>
          <w:sz w:val="24"/>
          <w:szCs w:val="24"/>
        </w:rPr>
      </w:pPr>
    </w:p>
    <w:p w:rsidR="001856D7" w:rsidRDefault="001856D7">
      <w:pPr>
        <w:jc w:val="both"/>
        <w:rPr>
          <w:sz w:val="24"/>
          <w:szCs w:val="24"/>
        </w:rPr>
      </w:pPr>
      <w:r>
        <w:rPr>
          <w:sz w:val="24"/>
          <w:szCs w:val="24"/>
        </w:rPr>
        <w:t>The first writer in modern times to glean from Icelandic records, and to publish, as thus established, the discovery made by his countrymen, was Arngrim Jonsson [Arngrimr Jonsson], who was born in Iceland in 1568. His various historical works, published during his life-time, were written in Latin, and all, with the exception of the first edition of a single work, issued from presses on the Continent. His writings were, for the most part, devoted to the history of his fatherland and to its defence, but incidentally two of these, at least, refer to the Wineland discovery. The first of these works, "Crymogœa, sive Rerum Islandicarum," was published in Hamburg in 1610, 1614, 1630. The notice in this book refers to the discovery of "New Land" in 1285, and Land-Rolf's expedition to Iceland [undertaken with a view to the exploration of this land], diverges into a consideration of the Frislanda of the Zeni narrative, which the author regards as Iceland, and concludes: "In truth we believe the country which Land-Rolf sought to be Wineland, formerly so-called by the Icelanders, concerning which island of America, in the region of Greenland, perhaps the modern Estotelandia, elsewhere;" a statement chiefly interesting from the fact that it is the first printed theory as to the location of Wineland.</w:t>
      </w:r>
    </w:p>
    <w:p w:rsidR="001856D7" w:rsidRDefault="001856D7">
      <w:pPr>
        <w:jc w:val="both"/>
        <w:rPr>
          <w:sz w:val="24"/>
          <w:szCs w:val="24"/>
        </w:rPr>
      </w:pPr>
    </w:p>
    <w:p w:rsidR="001856D7" w:rsidRDefault="001856D7">
      <w:pPr>
        <w:jc w:val="both"/>
        <w:rPr>
          <w:sz w:val="24"/>
          <w:szCs w:val="24"/>
        </w:rPr>
      </w:pPr>
      <w:r>
        <w:rPr>
          <w:sz w:val="24"/>
          <w:szCs w:val="24"/>
        </w:rPr>
        <w:t xml:space="preserve">In a second book, written </w:t>
      </w:r>
      <w:r>
        <w:rPr>
          <w:i/>
          <w:iCs/>
          <w:sz w:val="24"/>
          <w:szCs w:val="24"/>
        </w:rPr>
        <w:t>ca.</w:t>
      </w:r>
      <w:r>
        <w:rPr>
          <w:sz w:val="24"/>
          <w:szCs w:val="24"/>
        </w:rPr>
        <w:t xml:space="preserve"> 1635, but not published until 1643, Arngrim refers at some length to Karlsefni and his Wineland voyage, which information he states he draws from Hauk's history, and also makes mention [124] of Bishop Eric's Wineland voyage, noting incidentally Adam of Bremen's reference to that country.</w:t>
      </w:r>
    </w:p>
    <w:p w:rsidR="001856D7" w:rsidRDefault="001856D7">
      <w:pPr>
        <w:jc w:val="both"/>
        <w:rPr>
          <w:sz w:val="24"/>
          <w:szCs w:val="24"/>
        </w:rPr>
      </w:pPr>
    </w:p>
    <w:p w:rsidR="001856D7" w:rsidRDefault="001856D7">
      <w:pPr>
        <w:jc w:val="both"/>
        <w:rPr>
          <w:sz w:val="24"/>
          <w:szCs w:val="24"/>
        </w:rPr>
      </w:pPr>
      <w:r>
        <w:rPr>
          <w:sz w:val="24"/>
          <w:szCs w:val="24"/>
        </w:rPr>
        <w:t>Arngrim died in 1648, leaving behind him an unprinted Latin manuscript, which was subsequently translated into Icelandic and published in Iceland under the title "Gronlandia." In this treatise he deals more minutely with the Wineland discovery, but it is probable that this book failed to obtain as wide a circulation among the scholars of Europe as his earlier works, and even though it had become well known, it was destined to be followed, a few years later, by a much more exhaustive work, which must have supplanted it.</w:t>
      </w:r>
    </w:p>
    <w:p w:rsidR="001856D7" w:rsidRDefault="001856D7">
      <w:pPr>
        <w:jc w:val="both"/>
        <w:rPr>
          <w:sz w:val="24"/>
          <w:szCs w:val="24"/>
        </w:rPr>
      </w:pPr>
    </w:p>
    <w:p w:rsidR="001856D7" w:rsidRDefault="001856D7">
      <w:pPr>
        <w:jc w:val="both"/>
        <w:rPr>
          <w:sz w:val="24"/>
          <w:szCs w:val="24"/>
        </w:rPr>
      </w:pPr>
      <w:r>
        <w:rPr>
          <w:sz w:val="24"/>
          <w:szCs w:val="24"/>
        </w:rPr>
        <w:t>Although the Icelandic discovery had now been published, the chief documents from which the knowledge of the discovery was drawn, remained for many years in Iceland, where they were practically inaccessible to the foreign student. Arngrim Jonsson was himself, probably, the first to set the example, which, actively followed after his death, soon placed the Icelandic manuscripts within comparatively easy reach of the students of the Continent. We have already seen, incidentally, how certain of these codices were exported; it remained for the tireless bibliophile, Arni Magnusson, to complete the deportation of manuscripts from his fatherland, so that early in the eighteenth century all of the more important early vellums containing the Wineland narrations were lodged in the libraries of Copenhagen. The hugest of all these manuscripts, the Flatey Book, had been brought by the talented Icelander, Thormod Torfæus, from Iceland to Denmark, as a gift to King Frederick the Third. [125]</w:t>
      </w:r>
    </w:p>
    <w:p w:rsidR="001856D7" w:rsidRDefault="001856D7">
      <w:pPr>
        <w:jc w:val="both"/>
        <w:rPr>
          <w:sz w:val="24"/>
          <w:szCs w:val="24"/>
        </w:rPr>
      </w:pPr>
    </w:p>
    <w:p w:rsidR="001856D7" w:rsidRDefault="001856D7">
      <w:pPr>
        <w:jc w:val="both"/>
        <w:rPr>
          <w:sz w:val="24"/>
          <w:szCs w:val="24"/>
        </w:rPr>
      </w:pPr>
      <w:r>
        <w:rPr>
          <w:sz w:val="24"/>
          <w:szCs w:val="24"/>
        </w:rPr>
        <w:t>In the year 1715 Torfæus published the first book devoted exclusively to the discovery of Wineland. In this little work the place of priority is assigned to the account of the discovery as unfolded in the Flatey Book; this is followed by a compendium of the Saga of Eric the Red [Thorfinns Saga], with which the author seems to have become acquainted through a transcript of the Hauk's Book Saga, made by Biorn of Skardsa. The interest which Torfæus' little book elicited was of such a character that the general dissemination of the knowledge of the discovery may almost be said to date from its appearance; the publication of texts of the sagas upon which Torfæus' book was based was not accomplished, however until the present century.</w:t>
      </w:r>
    </w:p>
    <w:p w:rsidR="001856D7" w:rsidRDefault="001856D7">
      <w:pPr>
        <w:jc w:val="both"/>
        <w:rPr>
          <w:sz w:val="24"/>
          <w:szCs w:val="24"/>
        </w:rPr>
      </w:pPr>
      <w:r>
        <w:rPr>
          <w:sz w:val="24"/>
          <w:szCs w:val="24"/>
        </w:rPr>
        <w:t>In 1837 the sumptuous work entitled "Antiquitates Americanæ" was published by the Royal Society of Northern Antiquaries of Copenhagen. The book was edited by Carl Christian Rafn, with whom were associated Finn Magnusen and Sveinbiorn Egilsson; the associate editors, however, especially the last-named, seem to have shared to a very limited extent in the preparation of the work; all were scholarly men, well versed in the literature of Iceland. This book was by far the most elaborate which had been published up to that time upon the subject of the Icelandic discovery of America, and in it the texts of the sagas relating to the discovery were first printed, and with these the lesser references bearing upon the discovery, which were scattered through other Icelandic writings. Side by side with the Icelandic texts, Latin and Danish versions of these texts were presented, [126] and along with these the interpretations and theories of the gifted editor, Rafn. The book obtained a wide circulation, and upon it have been based almost all of the numerous treatises upon the same subject which have since appeared. Rafn's theories touching the Old Stone Tower at Newport, R. I., and the Dighton Picture Rock near Taunton, Mass., have latterly fallen into disfavour, but others of his errors, less palpable than these, if we may judge by recent publications, still exercise potent sway. While the editor of the "Antiquitates Americanæ" deserves great praise for having been the first to publish to the world the original records, he has seriously qualified the credit to which he is entitled by the extravagant theories and hazardous statements to which he gave currency, and which have prejudiced many readers against the credibility of the records themselves.</w:t>
      </w:r>
    </w:p>
    <w:p w:rsidR="001856D7" w:rsidRDefault="001856D7">
      <w:pPr>
        <w:jc w:val="both"/>
        <w:rPr>
          <w:sz w:val="24"/>
          <w:szCs w:val="24"/>
        </w:rPr>
      </w:pPr>
    </w:p>
    <w:p w:rsidR="001856D7" w:rsidRDefault="001856D7">
      <w:pPr>
        <w:jc w:val="both"/>
        <w:rPr>
          <w:sz w:val="24"/>
          <w:szCs w:val="24"/>
        </w:rPr>
      </w:pPr>
      <w:r>
        <w:rPr>
          <w:sz w:val="24"/>
          <w:szCs w:val="24"/>
        </w:rPr>
        <w:t>Since the publication of the "Antiquitates Americanæ" the most important and original treatise upon the Wineland discovery which has appeared, is that recently published by Dr. Gustav Storm, Professor of History in the University of Christiania, entitled, "Studies relating to the Wineland voyages, Wineland's Geography and Ethnography." These "Studies" appear to have been the natural sequence of an article upon the vexed question, affecting the site of Wineland, to which reference has already been made. Professor Storm's method of treatment is altogether different from that of Rafn; it is philosophical, logical, and apparently entirely uninfluenced by preconceived theories, being based strictly upon the records. These records of the Icelandic discovery have now [127] been presented here. They clearly establish the fact that some portion of the eastern coast of North America was visited by people of Iceland and the Icelandic colony in Greenland early in the eleventh century. In matters of detail, however, the history of the discovery leaves wide the door to conjecture as to the actual site of Wineland. It was apparently not north of the latitude of northern Newfoundland; present climatic conditions indicate that it was situated somewhat south of this latitude, but how far south the records do not show.</w:t>
      </w:r>
    </w:p>
    <w:p w:rsidR="001856D7" w:rsidRDefault="001856D7">
      <w:pPr>
        <w:jc w:val="both"/>
      </w:pPr>
    </w:p>
    <w:sectPr w:rsidR="001856D7" w:rsidSect="001856D7">
      <w:headerReference w:type="default" r:id="rId77"/>
      <w:footerReference w:type="default" r:id="rId78"/>
      <w:pgSz w:w="12240" w:h="15840"/>
      <w:pgMar w:top="1440" w:right="1800" w:bottom="1440" w:left="1800" w:header="720" w:footer="86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56D7" w:rsidRDefault="001856D7" w:rsidP="001856D7">
      <w:r>
        <w:separator/>
      </w:r>
    </w:p>
  </w:endnote>
  <w:endnote w:type="continuationSeparator" w:id="0">
    <w:p w:rsidR="001856D7" w:rsidRDefault="001856D7" w:rsidP="001856D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6D7" w:rsidRDefault="001856D7">
    <w:pPr>
      <w:tabs>
        <w:tab w:val="center" w:pos="4320"/>
        <w:tab w:val="right" w:pos="8640"/>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56D7" w:rsidRDefault="001856D7" w:rsidP="001856D7">
      <w:r>
        <w:separator/>
      </w:r>
    </w:p>
  </w:footnote>
  <w:footnote w:type="continuationSeparator" w:id="0">
    <w:p w:rsidR="001856D7" w:rsidRDefault="001856D7" w:rsidP="001856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6D7" w:rsidRDefault="001856D7">
    <w:pPr>
      <w:tabs>
        <w:tab w:val="center" w:pos="4320"/>
        <w:tab w:val="right" w:pos="8640"/>
      </w:tabs>
      <w:rPr>
        <w:rFonts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
    <w:docVar w:name="ColorSet" w:val=""/>
    <w:docVar w:name="StylePos" w:val=""/>
    <w:docVar w:name="StyleSet" w:val=""/>
  </w:docVars>
  <w:rsids>
    <w:rsidRoot w:val="001856D7"/>
    <w:rsid w:val="001856D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20\%20bottom14" TargetMode="External"/><Relationship Id="rId18" Type="http://schemas.openxmlformats.org/officeDocument/2006/relationships/hyperlink" Target="%20\%20bottom19" TargetMode="External"/><Relationship Id="rId26" Type="http://schemas.openxmlformats.org/officeDocument/2006/relationships/hyperlink" Target="%20\%20bottom27" TargetMode="External"/><Relationship Id="rId39" Type="http://schemas.openxmlformats.org/officeDocument/2006/relationships/hyperlink" Target="%20\%20bottom39a" TargetMode="External"/><Relationship Id="rId21" Type="http://schemas.openxmlformats.org/officeDocument/2006/relationships/hyperlink" Target="%20\%20bottom22" TargetMode="External"/><Relationship Id="rId34" Type="http://schemas.openxmlformats.org/officeDocument/2006/relationships/hyperlink" Target="%20\%20bottom35" TargetMode="External"/><Relationship Id="rId42" Type="http://schemas.openxmlformats.org/officeDocument/2006/relationships/hyperlink" Target="%20\%20bottom42" TargetMode="External"/><Relationship Id="rId47" Type="http://schemas.openxmlformats.org/officeDocument/2006/relationships/hyperlink" Target="%20\%20bottom47" TargetMode="External"/><Relationship Id="rId50" Type="http://schemas.openxmlformats.org/officeDocument/2006/relationships/hyperlink" Target="%20\%20bottom49a" TargetMode="External"/><Relationship Id="rId55" Type="http://schemas.openxmlformats.org/officeDocument/2006/relationships/hyperlink" Target="%20\%20bottom54" TargetMode="External"/><Relationship Id="rId63" Type="http://schemas.openxmlformats.org/officeDocument/2006/relationships/hyperlink" Target="%20\%20bottom60" TargetMode="External"/><Relationship Id="rId68" Type="http://schemas.openxmlformats.org/officeDocument/2006/relationships/hyperlink" Target="%20\%20bottom65" TargetMode="External"/><Relationship Id="rId76" Type="http://schemas.openxmlformats.org/officeDocument/2006/relationships/hyperlink" Target="%20\%20bottom73" TargetMode="External"/><Relationship Id="rId7" Type="http://schemas.openxmlformats.org/officeDocument/2006/relationships/hyperlink" Target="%20\%20bottom8" TargetMode="External"/><Relationship Id="rId71" Type="http://schemas.openxmlformats.org/officeDocument/2006/relationships/hyperlink" Target="%20\%20bottom68" TargetMode="External"/><Relationship Id="rId2" Type="http://schemas.openxmlformats.org/officeDocument/2006/relationships/settings" Target="settings.xml"/><Relationship Id="rId16" Type="http://schemas.openxmlformats.org/officeDocument/2006/relationships/hyperlink" Target="%20\%20bottom17" TargetMode="External"/><Relationship Id="rId29" Type="http://schemas.openxmlformats.org/officeDocument/2006/relationships/hyperlink" Target="%20\%20bottom30" TargetMode="External"/><Relationship Id="rId11" Type="http://schemas.openxmlformats.org/officeDocument/2006/relationships/hyperlink" Target="%20\%20bottom12" TargetMode="External"/><Relationship Id="rId24" Type="http://schemas.openxmlformats.org/officeDocument/2006/relationships/hyperlink" Target="%20\%20bottom25" TargetMode="External"/><Relationship Id="rId32" Type="http://schemas.openxmlformats.org/officeDocument/2006/relationships/hyperlink" Target="%20\%20bottom33" TargetMode="External"/><Relationship Id="rId37" Type="http://schemas.openxmlformats.org/officeDocument/2006/relationships/hyperlink" Target="%20\%20bottom38" TargetMode="External"/><Relationship Id="rId40" Type="http://schemas.openxmlformats.org/officeDocument/2006/relationships/hyperlink" Target="%20\%20bottom40" TargetMode="External"/><Relationship Id="rId45" Type="http://schemas.openxmlformats.org/officeDocument/2006/relationships/hyperlink" Target="%20\%20bottom45" TargetMode="External"/><Relationship Id="rId53" Type="http://schemas.openxmlformats.org/officeDocument/2006/relationships/hyperlink" Target="%20\%20bottom52" TargetMode="External"/><Relationship Id="rId58" Type="http://schemas.openxmlformats.org/officeDocument/2006/relationships/hyperlink" Target="%20\%20bottom56" TargetMode="External"/><Relationship Id="rId66" Type="http://schemas.openxmlformats.org/officeDocument/2006/relationships/hyperlink" Target="%20\%20bottom63" TargetMode="External"/><Relationship Id="rId74" Type="http://schemas.openxmlformats.org/officeDocument/2006/relationships/hyperlink" Target="%20\%20bottom71" TargetMode="External"/><Relationship Id="rId79" Type="http://schemas.openxmlformats.org/officeDocument/2006/relationships/fontTable" Target="fontTable.xml"/><Relationship Id="rId5" Type="http://schemas.openxmlformats.org/officeDocument/2006/relationships/endnotes" Target="endnotes.xml"/><Relationship Id="rId61" Type="http://schemas.openxmlformats.org/officeDocument/2006/relationships/hyperlink" Target="%20\%20bottom58a" TargetMode="External"/><Relationship Id="rId10" Type="http://schemas.openxmlformats.org/officeDocument/2006/relationships/hyperlink" Target="%20\%20bottom11" TargetMode="External"/><Relationship Id="rId19" Type="http://schemas.openxmlformats.org/officeDocument/2006/relationships/hyperlink" Target="%20\%20bottom20" TargetMode="External"/><Relationship Id="rId31" Type="http://schemas.openxmlformats.org/officeDocument/2006/relationships/hyperlink" Target="%20\%20bottom32" TargetMode="External"/><Relationship Id="rId44" Type="http://schemas.openxmlformats.org/officeDocument/2006/relationships/hyperlink" Target="%20\%20bottom44" TargetMode="External"/><Relationship Id="rId52" Type="http://schemas.openxmlformats.org/officeDocument/2006/relationships/hyperlink" Target="%20\%20bottom51" TargetMode="External"/><Relationship Id="rId60" Type="http://schemas.openxmlformats.org/officeDocument/2006/relationships/hyperlink" Target="%20\%20bottom58" TargetMode="External"/><Relationship Id="rId65" Type="http://schemas.openxmlformats.org/officeDocument/2006/relationships/hyperlink" Target="%20\%20bottom62" TargetMode="External"/><Relationship Id="rId73" Type="http://schemas.openxmlformats.org/officeDocument/2006/relationships/hyperlink" Target="%20\%20bottom70" TargetMode="External"/><Relationship Id="rId78"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20\%20bottom10" TargetMode="External"/><Relationship Id="rId14" Type="http://schemas.openxmlformats.org/officeDocument/2006/relationships/hyperlink" Target="%20\%20bottom15" TargetMode="External"/><Relationship Id="rId22" Type="http://schemas.openxmlformats.org/officeDocument/2006/relationships/hyperlink" Target="%20\%20bottom23" TargetMode="External"/><Relationship Id="rId27" Type="http://schemas.openxmlformats.org/officeDocument/2006/relationships/hyperlink" Target="%20\%20bottom28" TargetMode="External"/><Relationship Id="rId30" Type="http://schemas.openxmlformats.org/officeDocument/2006/relationships/hyperlink" Target="%20\%20bottom31" TargetMode="External"/><Relationship Id="rId35" Type="http://schemas.openxmlformats.org/officeDocument/2006/relationships/hyperlink" Target="%20\%20bottom36" TargetMode="External"/><Relationship Id="rId43" Type="http://schemas.openxmlformats.org/officeDocument/2006/relationships/hyperlink" Target="%20\%20bottom43" TargetMode="External"/><Relationship Id="rId48" Type="http://schemas.openxmlformats.org/officeDocument/2006/relationships/hyperlink" Target="%20\%20bottom48" TargetMode="External"/><Relationship Id="rId56" Type="http://schemas.openxmlformats.org/officeDocument/2006/relationships/hyperlink" Target="%20\%20bottom55" TargetMode="External"/><Relationship Id="rId64" Type="http://schemas.openxmlformats.org/officeDocument/2006/relationships/hyperlink" Target="%20\%20bottom61" TargetMode="External"/><Relationship Id="rId69" Type="http://schemas.openxmlformats.org/officeDocument/2006/relationships/hyperlink" Target="%20\%20bottom66" TargetMode="External"/><Relationship Id="rId77" Type="http://schemas.openxmlformats.org/officeDocument/2006/relationships/header" Target="header1.xml"/><Relationship Id="rId8" Type="http://schemas.openxmlformats.org/officeDocument/2006/relationships/hyperlink" Target="%20\%20bottom9" TargetMode="External"/><Relationship Id="rId51" Type="http://schemas.openxmlformats.org/officeDocument/2006/relationships/hyperlink" Target="%20\%20bottom50" TargetMode="External"/><Relationship Id="rId72" Type="http://schemas.openxmlformats.org/officeDocument/2006/relationships/hyperlink" Target="%20\%20bottom69" TargetMode="External"/><Relationship Id="rId80"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20\%20bottom13" TargetMode="External"/><Relationship Id="rId17" Type="http://schemas.openxmlformats.org/officeDocument/2006/relationships/hyperlink" Target="%20\%20bottom18" TargetMode="External"/><Relationship Id="rId25" Type="http://schemas.openxmlformats.org/officeDocument/2006/relationships/hyperlink" Target="%20\%20bottom26" TargetMode="External"/><Relationship Id="rId33" Type="http://schemas.openxmlformats.org/officeDocument/2006/relationships/hyperlink" Target="%20\%20bottom34" TargetMode="External"/><Relationship Id="rId38" Type="http://schemas.openxmlformats.org/officeDocument/2006/relationships/hyperlink" Target="%20\%20bottom39" TargetMode="External"/><Relationship Id="rId46" Type="http://schemas.openxmlformats.org/officeDocument/2006/relationships/hyperlink" Target="%20\%20bottom46" TargetMode="External"/><Relationship Id="rId59" Type="http://schemas.openxmlformats.org/officeDocument/2006/relationships/hyperlink" Target="%20\%20bottom57" TargetMode="External"/><Relationship Id="rId67" Type="http://schemas.openxmlformats.org/officeDocument/2006/relationships/hyperlink" Target="%20\%20bottom64" TargetMode="External"/><Relationship Id="rId20" Type="http://schemas.openxmlformats.org/officeDocument/2006/relationships/hyperlink" Target="%20\%20bottom21" TargetMode="External"/><Relationship Id="rId41" Type="http://schemas.openxmlformats.org/officeDocument/2006/relationships/hyperlink" Target="%20\%20bottom41" TargetMode="External"/><Relationship Id="rId54" Type="http://schemas.openxmlformats.org/officeDocument/2006/relationships/hyperlink" Target="%20\%20bottom53" TargetMode="External"/><Relationship Id="rId62" Type="http://schemas.openxmlformats.org/officeDocument/2006/relationships/hyperlink" Target="%20\%20bottom59" TargetMode="External"/><Relationship Id="rId70" Type="http://schemas.openxmlformats.org/officeDocument/2006/relationships/hyperlink" Target="%20\%20bottom67" TargetMode="External"/><Relationship Id="rId75" Type="http://schemas.openxmlformats.org/officeDocument/2006/relationships/hyperlink" Target="%20\%20bottom72" TargetMode="Externa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hyperlink" Target="%20\%20bottom16" TargetMode="External"/><Relationship Id="rId23" Type="http://schemas.openxmlformats.org/officeDocument/2006/relationships/hyperlink" Target="%20\%20bottom24" TargetMode="External"/><Relationship Id="rId28" Type="http://schemas.openxmlformats.org/officeDocument/2006/relationships/hyperlink" Target="%20\%20bottom29" TargetMode="External"/><Relationship Id="rId36" Type="http://schemas.openxmlformats.org/officeDocument/2006/relationships/hyperlink" Target="%20\%20bottom37" TargetMode="External"/><Relationship Id="rId49" Type="http://schemas.openxmlformats.org/officeDocument/2006/relationships/hyperlink" Target="%20\%20bottom49" TargetMode="External"/><Relationship Id="rId57" Type="http://schemas.openxmlformats.org/officeDocument/2006/relationships/hyperlink" Target="%20\%20bottom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0</cp:revision>
</cp:coreProperties>
</file>